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D16" w:rsidRPr="0068159A" w:rsidRDefault="009F0D16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XV/112/2019</w:t>
      </w:r>
    </w:p>
    <w:p w:rsidR="009F0D16" w:rsidRPr="0068159A" w:rsidRDefault="009F0D16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b/>
          <w:bCs/>
          <w:sz w:val="24"/>
          <w:szCs w:val="24"/>
        </w:rPr>
        <w:t>Rady Miejskiej w Sycowie</w:t>
      </w:r>
    </w:p>
    <w:p w:rsidR="009F0D16" w:rsidRPr="0068159A" w:rsidRDefault="009F0D16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28 listopada 2019 </w:t>
      </w:r>
      <w:r w:rsidRPr="0068159A">
        <w:rPr>
          <w:rFonts w:ascii="Times New Roman" w:hAnsi="Times New Roman" w:cs="Times New Roman"/>
          <w:b/>
          <w:bCs/>
          <w:sz w:val="24"/>
          <w:szCs w:val="24"/>
        </w:rPr>
        <w:t>r.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F0D16" w:rsidRPr="0068159A" w:rsidRDefault="009F0D16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0D16" w:rsidRPr="0068159A" w:rsidRDefault="009F0D16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0D16" w:rsidRDefault="009F0D16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sprawie zmiany uchwały nr </w:t>
      </w:r>
      <w:r w:rsidRPr="00AF49D1">
        <w:rPr>
          <w:rFonts w:ascii="Times New Roman" w:hAnsi="Times New Roman" w:cs="Times New Roman"/>
          <w:sz w:val="24"/>
          <w:szCs w:val="24"/>
        </w:rPr>
        <w:t>IV/22/2018 Rady Miejskiej w Sycowie z dnia 27 grudnia 2018</w:t>
      </w:r>
      <w:r w:rsidRPr="00A774D4">
        <w:rPr>
          <w:rFonts w:ascii="Times New Roman" w:hAnsi="Times New Roman" w:cs="Times New Roman"/>
          <w:sz w:val="24"/>
          <w:szCs w:val="24"/>
        </w:rPr>
        <w:t xml:space="preserve"> roku w sprawie wieloletniej prognozy finansowej Miasta i Gminy Syców.</w:t>
      </w:r>
    </w:p>
    <w:p w:rsidR="009F0D16" w:rsidRDefault="009F0D16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0D16" w:rsidRPr="00A774D4" w:rsidRDefault="009F0D16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0D16" w:rsidRPr="00A774D4" w:rsidRDefault="009F0D16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F0D16" w:rsidRPr="00A774D4" w:rsidRDefault="009F0D16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A774D4">
        <w:rPr>
          <w:rFonts w:ascii="Times New Roman" w:hAnsi="Times New Roman" w:cs="Times New Roman"/>
          <w:sz w:val="24"/>
          <w:szCs w:val="24"/>
        </w:rPr>
        <w:t>Na podstawie art. 18 ust. 2 pkt. 15 ustawy z dnia 08 marca 1990 r. o samorządzi</w:t>
      </w:r>
      <w:r>
        <w:rPr>
          <w:rFonts w:ascii="Times New Roman" w:hAnsi="Times New Roman" w:cs="Times New Roman"/>
          <w:sz w:val="24"/>
          <w:szCs w:val="24"/>
        </w:rPr>
        <w:t>e gminnym     (tj. Dz. U. z 2019 poz.506 ze zm.)</w:t>
      </w:r>
      <w:r w:rsidRPr="00A774D4">
        <w:rPr>
          <w:rFonts w:ascii="Times New Roman" w:hAnsi="Times New Roman" w:cs="Times New Roman"/>
          <w:sz w:val="24"/>
          <w:szCs w:val="24"/>
        </w:rPr>
        <w:t xml:space="preserve">, art. 226, art. 227, art. 228, art.230 ust.6 ustawy z dnia </w:t>
      </w:r>
      <w:r>
        <w:rPr>
          <w:rFonts w:ascii="Times New Roman" w:hAnsi="Times New Roman" w:cs="Times New Roman"/>
          <w:sz w:val="24"/>
          <w:szCs w:val="24"/>
        </w:rPr>
        <w:t xml:space="preserve">            27 </w:t>
      </w:r>
      <w:r w:rsidRPr="00A774D4">
        <w:rPr>
          <w:rFonts w:ascii="Times New Roman" w:hAnsi="Times New Roman" w:cs="Times New Roman"/>
          <w:sz w:val="24"/>
          <w:szCs w:val="24"/>
        </w:rPr>
        <w:t>sierpnia 2009 r. o finansa</w:t>
      </w:r>
      <w:r>
        <w:rPr>
          <w:rFonts w:ascii="Times New Roman" w:hAnsi="Times New Roman" w:cs="Times New Roman"/>
          <w:sz w:val="24"/>
          <w:szCs w:val="24"/>
        </w:rPr>
        <w:t xml:space="preserve">ch publicznych (tj. Dz.U. z 2019 r, poz.869 ze zm.) Rada Miejska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774D4">
        <w:rPr>
          <w:rFonts w:ascii="Times New Roman" w:hAnsi="Times New Roman" w:cs="Times New Roman"/>
          <w:sz w:val="24"/>
          <w:szCs w:val="24"/>
        </w:rPr>
        <w:t>w Sycowie uchwala co następuje: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9F0D16" w:rsidRPr="0068159A" w:rsidRDefault="009F0D16" w:rsidP="0058730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9F0D16" w:rsidRPr="0068159A" w:rsidRDefault="009F0D16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F0D16" w:rsidRPr="0068159A" w:rsidRDefault="009F0D16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0D16" w:rsidRPr="0068159A" w:rsidRDefault="009F0D16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0D16" w:rsidRPr="0068159A" w:rsidRDefault="009F0D16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Zmienia się wieloletnią</w:t>
      </w:r>
      <w:r>
        <w:rPr>
          <w:rFonts w:ascii="Times New Roman" w:hAnsi="Times New Roman" w:cs="Times New Roman"/>
          <w:sz w:val="24"/>
          <w:szCs w:val="24"/>
        </w:rPr>
        <w:t xml:space="preserve"> prognozę finansową na lata 2019-2025 w zakresie lat 2019-2020 </w:t>
      </w:r>
      <w:r w:rsidRPr="0068159A"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8159A">
        <w:rPr>
          <w:rFonts w:ascii="Times New Roman" w:hAnsi="Times New Roman" w:cs="Times New Roman"/>
          <w:sz w:val="24"/>
          <w:szCs w:val="24"/>
        </w:rPr>
        <w:t xml:space="preserve">z treścią załącznika nr </w:t>
      </w:r>
      <w:r>
        <w:rPr>
          <w:rFonts w:ascii="Times New Roman" w:hAnsi="Times New Roman" w:cs="Times New Roman"/>
          <w:sz w:val="24"/>
          <w:szCs w:val="24"/>
        </w:rPr>
        <w:t xml:space="preserve">1 do niniejszej uchwały, </w:t>
      </w:r>
      <w:r w:rsidRPr="0068159A">
        <w:rPr>
          <w:rFonts w:ascii="Times New Roman" w:hAnsi="Times New Roman" w:cs="Times New Roman"/>
          <w:sz w:val="24"/>
          <w:szCs w:val="24"/>
        </w:rPr>
        <w:t>objaśnieniami</w:t>
      </w:r>
      <w:r>
        <w:rPr>
          <w:rFonts w:ascii="Times New Roman" w:hAnsi="Times New Roman" w:cs="Times New Roman"/>
          <w:sz w:val="24"/>
          <w:szCs w:val="24"/>
        </w:rPr>
        <w:t xml:space="preserve"> przyjętych wartości </w:t>
      </w:r>
      <w:r w:rsidRPr="0068159A">
        <w:rPr>
          <w:rFonts w:ascii="Times New Roman" w:hAnsi="Times New Roman" w:cs="Times New Roman"/>
          <w:sz w:val="24"/>
          <w:szCs w:val="24"/>
        </w:rPr>
        <w:t xml:space="preserve"> stanowiącymi załącznik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8159A">
        <w:rPr>
          <w:rFonts w:ascii="Times New Roman" w:hAnsi="Times New Roman" w:cs="Times New Roman"/>
          <w:sz w:val="24"/>
          <w:szCs w:val="24"/>
        </w:rPr>
        <w:t>r 2 do niniejszej uchwały</w:t>
      </w:r>
      <w:r>
        <w:rPr>
          <w:rFonts w:ascii="Times New Roman" w:hAnsi="Times New Roman" w:cs="Times New Roman"/>
          <w:sz w:val="24"/>
          <w:szCs w:val="24"/>
        </w:rPr>
        <w:t xml:space="preserve"> oraz wykazem przedsięwzięć do WPF.</w:t>
      </w:r>
    </w:p>
    <w:p w:rsidR="009F0D16" w:rsidRPr="0068159A" w:rsidRDefault="009F0D16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D16" w:rsidRPr="0068159A" w:rsidRDefault="009F0D16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§2.</w:t>
      </w:r>
    </w:p>
    <w:p w:rsidR="009F0D16" w:rsidRPr="0068159A" w:rsidRDefault="009F0D16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0D16" w:rsidRPr="0068159A" w:rsidRDefault="009F0D16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Wykonanie uchwały powierza się Burmistrzowi Miasta i Gminy Syców.</w:t>
      </w:r>
    </w:p>
    <w:p w:rsidR="009F0D16" w:rsidRPr="0068159A" w:rsidRDefault="009F0D16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0D16" w:rsidRPr="0068159A" w:rsidRDefault="009F0D16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0D16" w:rsidRPr="0068159A" w:rsidRDefault="009F0D16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0D16" w:rsidRDefault="009F0D16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9F0D16" w:rsidRDefault="009F0D16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D16" w:rsidRDefault="009F0D16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D16" w:rsidRDefault="009F0D16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D16" w:rsidRDefault="009F0D16" w:rsidP="000D65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480" w:lineRule="auto"/>
        <w:ind w:left="4500" w:right="4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Przewodniczący Rady Miejskiej w Sycowie</w:t>
      </w:r>
    </w:p>
    <w:p w:rsidR="009F0D16" w:rsidRPr="005D5779" w:rsidRDefault="009F0D16" w:rsidP="000D65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480" w:lineRule="auto"/>
        <w:ind w:left="450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D5779">
        <w:rPr>
          <w:rFonts w:ascii="Times New Roman" w:hAnsi="Times New Roman" w:cs="Times New Roman"/>
          <w:i/>
          <w:iCs/>
          <w:sz w:val="24"/>
          <w:szCs w:val="24"/>
        </w:rPr>
        <w:t>Robert Dziergwa</w:t>
      </w:r>
    </w:p>
    <w:p w:rsidR="009F0D16" w:rsidRDefault="009F0D16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0D16" w:rsidRPr="0068159A" w:rsidRDefault="009F0D16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0D16" w:rsidRPr="00303C19" w:rsidRDefault="009F0D16" w:rsidP="000D657C">
      <w:pPr>
        <w:jc w:val="both"/>
        <w:rPr>
          <w:rFonts w:ascii="Times New Roman" w:hAnsi="Times New Roman" w:cs="Times New Roman"/>
          <w:color w:val="FFFFFF"/>
        </w:rPr>
      </w:pPr>
      <w:r>
        <w:tab/>
      </w:r>
    </w:p>
    <w:sectPr w:rsidR="009F0D16" w:rsidRPr="00303C19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30F"/>
    <w:rsid w:val="00004910"/>
    <w:rsid w:val="000237E3"/>
    <w:rsid w:val="00042E5F"/>
    <w:rsid w:val="00055675"/>
    <w:rsid w:val="00060FBC"/>
    <w:rsid w:val="0006568B"/>
    <w:rsid w:val="0007196B"/>
    <w:rsid w:val="00080564"/>
    <w:rsid w:val="00083361"/>
    <w:rsid w:val="000846F4"/>
    <w:rsid w:val="000A7C1F"/>
    <w:rsid w:val="000B599E"/>
    <w:rsid w:val="000D259A"/>
    <w:rsid w:val="000D657C"/>
    <w:rsid w:val="000F3CEB"/>
    <w:rsid w:val="000F4C9F"/>
    <w:rsid w:val="00105345"/>
    <w:rsid w:val="00121DED"/>
    <w:rsid w:val="00134009"/>
    <w:rsid w:val="001460CA"/>
    <w:rsid w:val="00174AA9"/>
    <w:rsid w:val="0019400E"/>
    <w:rsid w:val="001A587C"/>
    <w:rsid w:val="001A7BB3"/>
    <w:rsid w:val="001C0897"/>
    <w:rsid w:val="001D21F0"/>
    <w:rsid w:val="001D3AE0"/>
    <w:rsid w:val="001D5FBF"/>
    <w:rsid w:val="001F0447"/>
    <w:rsid w:val="001F27B0"/>
    <w:rsid w:val="002246DA"/>
    <w:rsid w:val="00233A99"/>
    <w:rsid w:val="00244E25"/>
    <w:rsid w:val="002557F8"/>
    <w:rsid w:val="002565EC"/>
    <w:rsid w:val="0027072E"/>
    <w:rsid w:val="0027331D"/>
    <w:rsid w:val="0027633C"/>
    <w:rsid w:val="002A02D8"/>
    <w:rsid w:val="002A05FA"/>
    <w:rsid w:val="002A2766"/>
    <w:rsid w:val="002A43DE"/>
    <w:rsid w:val="002C7623"/>
    <w:rsid w:val="002D581C"/>
    <w:rsid w:val="002E0453"/>
    <w:rsid w:val="002E6A68"/>
    <w:rsid w:val="002F2E02"/>
    <w:rsid w:val="002F5F08"/>
    <w:rsid w:val="00303C19"/>
    <w:rsid w:val="00307344"/>
    <w:rsid w:val="00311071"/>
    <w:rsid w:val="003528FA"/>
    <w:rsid w:val="00354AD8"/>
    <w:rsid w:val="0035700C"/>
    <w:rsid w:val="003605DD"/>
    <w:rsid w:val="003659AC"/>
    <w:rsid w:val="00373163"/>
    <w:rsid w:val="0038345D"/>
    <w:rsid w:val="0038443B"/>
    <w:rsid w:val="003C0474"/>
    <w:rsid w:val="003F64EF"/>
    <w:rsid w:val="00414E85"/>
    <w:rsid w:val="00437166"/>
    <w:rsid w:val="00475D5E"/>
    <w:rsid w:val="00477D5F"/>
    <w:rsid w:val="004838F0"/>
    <w:rsid w:val="004A7522"/>
    <w:rsid w:val="004B483A"/>
    <w:rsid w:val="004E16F5"/>
    <w:rsid w:val="004F5C07"/>
    <w:rsid w:val="0050261D"/>
    <w:rsid w:val="00503372"/>
    <w:rsid w:val="00532AA1"/>
    <w:rsid w:val="00541A7A"/>
    <w:rsid w:val="005624AB"/>
    <w:rsid w:val="005758EC"/>
    <w:rsid w:val="00575BC8"/>
    <w:rsid w:val="00576F1A"/>
    <w:rsid w:val="0058730F"/>
    <w:rsid w:val="0059217D"/>
    <w:rsid w:val="005A0F7E"/>
    <w:rsid w:val="005A72A5"/>
    <w:rsid w:val="005D5779"/>
    <w:rsid w:val="005E0233"/>
    <w:rsid w:val="005E0CD3"/>
    <w:rsid w:val="005E0F2A"/>
    <w:rsid w:val="005E2D09"/>
    <w:rsid w:val="005E713D"/>
    <w:rsid w:val="00641632"/>
    <w:rsid w:val="006517A7"/>
    <w:rsid w:val="006559A2"/>
    <w:rsid w:val="006704B8"/>
    <w:rsid w:val="00670F96"/>
    <w:rsid w:val="00681154"/>
    <w:rsid w:val="0068159A"/>
    <w:rsid w:val="00681A36"/>
    <w:rsid w:val="00682A46"/>
    <w:rsid w:val="00695EE0"/>
    <w:rsid w:val="006A536F"/>
    <w:rsid w:val="006D63F6"/>
    <w:rsid w:val="006F04A0"/>
    <w:rsid w:val="006F0D61"/>
    <w:rsid w:val="007103A4"/>
    <w:rsid w:val="00713F15"/>
    <w:rsid w:val="00744DFA"/>
    <w:rsid w:val="00752BA9"/>
    <w:rsid w:val="007C68F5"/>
    <w:rsid w:val="0081428A"/>
    <w:rsid w:val="008150CD"/>
    <w:rsid w:val="00842E11"/>
    <w:rsid w:val="00843065"/>
    <w:rsid w:val="008622CE"/>
    <w:rsid w:val="00867FBC"/>
    <w:rsid w:val="0087143A"/>
    <w:rsid w:val="00876235"/>
    <w:rsid w:val="00895644"/>
    <w:rsid w:val="008B2101"/>
    <w:rsid w:val="008B268C"/>
    <w:rsid w:val="008B2B9C"/>
    <w:rsid w:val="008B5A73"/>
    <w:rsid w:val="008C69D0"/>
    <w:rsid w:val="008D5E95"/>
    <w:rsid w:val="008E5240"/>
    <w:rsid w:val="008F43BD"/>
    <w:rsid w:val="008F4C05"/>
    <w:rsid w:val="008F5E4B"/>
    <w:rsid w:val="00915A41"/>
    <w:rsid w:val="00937870"/>
    <w:rsid w:val="009721D2"/>
    <w:rsid w:val="009A1F65"/>
    <w:rsid w:val="009A79DA"/>
    <w:rsid w:val="009C79AF"/>
    <w:rsid w:val="009D0587"/>
    <w:rsid w:val="009E7B5C"/>
    <w:rsid w:val="009F0D16"/>
    <w:rsid w:val="00A20692"/>
    <w:rsid w:val="00A24641"/>
    <w:rsid w:val="00A32C9E"/>
    <w:rsid w:val="00A422CF"/>
    <w:rsid w:val="00A46BB0"/>
    <w:rsid w:val="00A47115"/>
    <w:rsid w:val="00A640CD"/>
    <w:rsid w:val="00A774D4"/>
    <w:rsid w:val="00AA5961"/>
    <w:rsid w:val="00AA7064"/>
    <w:rsid w:val="00AB069C"/>
    <w:rsid w:val="00AC0689"/>
    <w:rsid w:val="00AE0D71"/>
    <w:rsid w:val="00AF49D1"/>
    <w:rsid w:val="00B13CCA"/>
    <w:rsid w:val="00B210A5"/>
    <w:rsid w:val="00B36B3F"/>
    <w:rsid w:val="00B558B7"/>
    <w:rsid w:val="00B84587"/>
    <w:rsid w:val="00B85BE1"/>
    <w:rsid w:val="00B92657"/>
    <w:rsid w:val="00BB3873"/>
    <w:rsid w:val="00BD4768"/>
    <w:rsid w:val="00C00BEA"/>
    <w:rsid w:val="00C076EF"/>
    <w:rsid w:val="00C3522A"/>
    <w:rsid w:val="00C41EFC"/>
    <w:rsid w:val="00C576D5"/>
    <w:rsid w:val="00C8189E"/>
    <w:rsid w:val="00CB0577"/>
    <w:rsid w:val="00CD6E12"/>
    <w:rsid w:val="00CF69B2"/>
    <w:rsid w:val="00D00711"/>
    <w:rsid w:val="00D11F3F"/>
    <w:rsid w:val="00D15082"/>
    <w:rsid w:val="00D26E00"/>
    <w:rsid w:val="00D32BE6"/>
    <w:rsid w:val="00D44D73"/>
    <w:rsid w:val="00D45D15"/>
    <w:rsid w:val="00D45FCD"/>
    <w:rsid w:val="00D57468"/>
    <w:rsid w:val="00D80363"/>
    <w:rsid w:val="00D8348C"/>
    <w:rsid w:val="00D926C4"/>
    <w:rsid w:val="00DC2AD7"/>
    <w:rsid w:val="00DC684A"/>
    <w:rsid w:val="00DE402E"/>
    <w:rsid w:val="00E01D00"/>
    <w:rsid w:val="00E031C9"/>
    <w:rsid w:val="00E04CDE"/>
    <w:rsid w:val="00E1223E"/>
    <w:rsid w:val="00E20109"/>
    <w:rsid w:val="00E25565"/>
    <w:rsid w:val="00E308A8"/>
    <w:rsid w:val="00E3374D"/>
    <w:rsid w:val="00E511F8"/>
    <w:rsid w:val="00E641D8"/>
    <w:rsid w:val="00E73AC7"/>
    <w:rsid w:val="00E846F0"/>
    <w:rsid w:val="00E94EC0"/>
    <w:rsid w:val="00EB5229"/>
    <w:rsid w:val="00EB6709"/>
    <w:rsid w:val="00EB76DC"/>
    <w:rsid w:val="00EF48E9"/>
    <w:rsid w:val="00F20918"/>
    <w:rsid w:val="00F24337"/>
    <w:rsid w:val="00F32881"/>
    <w:rsid w:val="00F5268A"/>
    <w:rsid w:val="00F65A02"/>
    <w:rsid w:val="00F74804"/>
    <w:rsid w:val="00F80A89"/>
    <w:rsid w:val="00F929F4"/>
    <w:rsid w:val="00F92F52"/>
    <w:rsid w:val="00F961FF"/>
    <w:rsid w:val="00F96A81"/>
    <w:rsid w:val="00FB1310"/>
    <w:rsid w:val="00FB7279"/>
    <w:rsid w:val="00FC4BA9"/>
    <w:rsid w:val="00FC4DA7"/>
    <w:rsid w:val="00FD4430"/>
    <w:rsid w:val="00FE082C"/>
    <w:rsid w:val="00FE1A3C"/>
    <w:rsid w:val="00FF52C0"/>
    <w:rsid w:val="00FF5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52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D3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A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147</Words>
  <Characters>883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brmsycow@outlook.com</cp:lastModifiedBy>
  <cp:revision>4</cp:revision>
  <cp:lastPrinted>2019-09-19T07:33:00Z</cp:lastPrinted>
  <dcterms:created xsi:type="dcterms:W3CDTF">2019-11-27T13:14:00Z</dcterms:created>
  <dcterms:modified xsi:type="dcterms:W3CDTF">2019-12-04T07:34:00Z</dcterms:modified>
</cp:coreProperties>
</file>