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173" w:rsidRPr="00BE5579" w:rsidRDefault="00FC0173" w:rsidP="00BE55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UCHWAŁA NR XVII/139</w:t>
      </w:r>
      <w:r w:rsidRPr="00BE5579">
        <w:rPr>
          <w:rFonts w:ascii="Times New Roman" w:hAnsi="Times New Roman"/>
          <w:b/>
          <w:bCs/>
          <w:sz w:val="24"/>
          <w:szCs w:val="24"/>
        </w:rPr>
        <w:t>/2020</w:t>
      </w:r>
    </w:p>
    <w:p w:rsidR="00FC0173" w:rsidRPr="00BE5579" w:rsidRDefault="00FC0173" w:rsidP="00697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E5579">
        <w:rPr>
          <w:rFonts w:ascii="Times New Roman" w:hAnsi="Times New Roman"/>
          <w:b/>
          <w:bCs/>
          <w:sz w:val="24"/>
          <w:szCs w:val="24"/>
        </w:rPr>
        <w:t>RADY MIEJSKIEJ W SYCOWIE</w:t>
      </w:r>
    </w:p>
    <w:p w:rsidR="00FC0173" w:rsidRPr="00BE5579" w:rsidRDefault="00FC0173" w:rsidP="00697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C0173" w:rsidRPr="00BE5579" w:rsidRDefault="00FC0173" w:rsidP="00697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z dnia 30 stycznia 2020 r.</w:t>
      </w:r>
    </w:p>
    <w:p w:rsidR="00FC0173" w:rsidRPr="00BE5579" w:rsidRDefault="00FC0173" w:rsidP="00697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697267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 xml:space="preserve">w sprawie utworzenia Publicznego Przedszkola nr 4 w Sycowie przy ulicy Kościelnej 3 </w:t>
      </w:r>
      <w:r>
        <w:rPr>
          <w:rFonts w:ascii="Times New Roman" w:hAnsi="Times New Roman"/>
          <w:b/>
          <w:sz w:val="24"/>
          <w:szCs w:val="24"/>
        </w:rPr>
        <w:br/>
      </w:r>
      <w:r w:rsidRPr="00BE5579">
        <w:rPr>
          <w:rFonts w:ascii="Times New Roman" w:hAnsi="Times New Roman"/>
          <w:b/>
          <w:sz w:val="24"/>
          <w:szCs w:val="24"/>
        </w:rPr>
        <w:t xml:space="preserve">i nadania statutu </w:t>
      </w:r>
    </w:p>
    <w:p w:rsidR="00FC0173" w:rsidRPr="00BE5579" w:rsidRDefault="00FC0173" w:rsidP="00BE557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Na podstawie art. 18 ust. 2 pkt 15 ustawy z dnia 8 marca 1990 r. o samorządzie gminnym (tj. Dz. U. z 2019 r., poz. 506 ze zm.) w związku z art. 29 ust. 1 pkt 1 i art. 88 ust. 1 i ust. 7, art. 102 ust. 1 ustawy z dnia 14 grudnia 2016 r. – Prawo oświatowe (tj.: Dz.U. z 2019 r. poz. 1148 ze zm.)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5579">
        <w:rPr>
          <w:rFonts w:ascii="Times New Roman" w:hAnsi="Times New Roman"/>
          <w:sz w:val="24"/>
          <w:szCs w:val="24"/>
        </w:rPr>
        <w:t xml:space="preserve">oraz art. 12 ust 1 pkt 2 i ust. 2 ustawy z dnia 27 sierpnia 2009 r. </w:t>
      </w:r>
      <w:r>
        <w:rPr>
          <w:rFonts w:ascii="Times New Roman" w:hAnsi="Times New Roman"/>
          <w:sz w:val="24"/>
          <w:szCs w:val="24"/>
        </w:rPr>
        <w:br/>
      </w:r>
      <w:r w:rsidRPr="00BE5579">
        <w:rPr>
          <w:rFonts w:ascii="Times New Roman" w:hAnsi="Times New Roman"/>
          <w:sz w:val="24"/>
          <w:szCs w:val="24"/>
        </w:rPr>
        <w:t xml:space="preserve">o finansach publicznych </w:t>
      </w:r>
      <w:r>
        <w:rPr>
          <w:rFonts w:ascii="Times New Roman" w:hAnsi="Times New Roman"/>
          <w:sz w:val="24"/>
          <w:szCs w:val="24"/>
        </w:rPr>
        <w:t>(</w:t>
      </w:r>
      <w:r w:rsidRPr="00BE5579">
        <w:rPr>
          <w:rFonts w:ascii="Times New Roman" w:hAnsi="Times New Roman"/>
          <w:sz w:val="24"/>
          <w:szCs w:val="24"/>
        </w:rPr>
        <w:t>tj.: Dz.U. z 2019 r. poz. 869 ze zm.) uchwala się, co następuje:</w:t>
      </w:r>
    </w:p>
    <w:p w:rsidR="00FC0173" w:rsidRPr="00BE5579" w:rsidRDefault="00FC0173" w:rsidP="00C41E4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§ 1. Z dniem 1 września 2020 r. tworzy się Publiczne Przedszkole nr 4 w Sycowie, z siedzibą w Sycowie przy ul. Kościelnej 3, zwane dalej „Przedszkolem”.</w:t>
      </w:r>
    </w:p>
    <w:p w:rsidR="00FC0173" w:rsidRPr="00BE5579" w:rsidRDefault="00FC0173" w:rsidP="00C41E4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§ 2. Organizację Przedszkola określa statut stanowiący załącznik do niniejszej uchwały.</w:t>
      </w:r>
    </w:p>
    <w:p w:rsidR="00FC0173" w:rsidRPr="00BE5579" w:rsidRDefault="00FC0173" w:rsidP="00C41E4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§ 3. Mienie Przedszkola stanowić będzie część budynku położonego przy ul. Kościelnej 3 w Sycowie oraz wyposażenie zakupione dla potrzeb Przedszkola.</w:t>
      </w:r>
    </w:p>
    <w:p w:rsidR="00FC0173" w:rsidRPr="00BE5579" w:rsidRDefault="00FC0173" w:rsidP="0069726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§ 4. Wykonanie uchwały powierza się Burmistrzowi Miasta i Gminy Syców.</w:t>
      </w:r>
    </w:p>
    <w:p w:rsidR="00FC0173" w:rsidRPr="00BE5579" w:rsidRDefault="00FC0173" w:rsidP="00697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§ 5. Uchwała wchodzi w życie z dniem podjęcia.</w:t>
      </w: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BE5579">
      <w:pPr>
        <w:ind w:left="4500"/>
        <w:jc w:val="center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Przewodniczący Rady Miejskiej w Sycowie</w:t>
      </w:r>
    </w:p>
    <w:p w:rsidR="00FC0173" w:rsidRPr="00BE5579" w:rsidRDefault="00FC0173" w:rsidP="00BE5579">
      <w:pPr>
        <w:ind w:left="4500"/>
        <w:jc w:val="center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Robert Dziergwa</w:t>
      </w: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BE557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E5579">
        <w:rPr>
          <w:rFonts w:ascii="Times New Roman" w:hAnsi="Times New Roman"/>
          <w:b/>
          <w:bCs/>
          <w:sz w:val="24"/>
          <w:szCs w:val="24"/>
        </w:rPr>
        <w:t>Uzasadnienie</w:t>
      </w:r>
    </w:p>
    <w:p w:rsidR="00FC0173" w:rsidRPr="00BE5579" w:rsidRDefault="00FC0173" w:rsidP="00BE734D">
      <w:pPr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Zasady tworzenia szkół i publicznych placówek regulują przepisy ustawy z dnia 14 grudnia 2016 r. Prawo oświatowe (t.j. Dz. U. z 2019 r., poz. 1148 ze zm.). Zgodnie z art. 88 ust. 1 i 7 wyżej cyt. ustawy szkołę lub placówkę publiczną zakłada się na podstawie aktu założycielskiego, który określa jej typ, nazwę i siedzibę. Ponadto organ zakładający szkołę lub placówkę podpisuje akt założycielski oraz nadaje pierwszy statut. Zadania i kompetencje organu prowadzącego, określone w art. 88 ust. 7 wykonuje rada miejska, co wynika z art. 29 ust. 1 pkt 1 cyt. ustawy. </w:t>
      </w:r>
    </w:p>
    <w:p w:rsidR="00FC0173" w:rsidRPr="00BE5579" w:rsidRDefault="00FC0173" w:rsidP="00986292">
      <w:pPr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Z dniem 1 września 2020 r. roku planuje się utworzyć Publiczne Przedszkole nr 4 z siedzibą przy ul. Kościelnej 3 w Sycowie, (które wraz ze Szkołą Podstawową Nr 3 im. Jana Pawła II w Sycowie wchodziłoby w skład Zespołu Szkolno-Przedszkolnego w Sycowie. W przedszkolu funkcjonować będą 2 oddziały przedszkolne, co zapewni wychowanie przedszkolne dla 50 dzieci. </w:t>
      </w:r>
    </w:p>
    <w:p w:rsidR="00FC0173" w:rsidRPr="00BE5579" w:rsidRDefault="00FC0173" w:rsidP="00986292">
      <w:pPr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Wybór lokalizacji Przedszkola w budynku przy ul. Kościelnej 3 w Sycowie (budynku po byłym Gimnazjum obecnie SP3 w Sycowie) został uwarunkowany potrzebą wykorzystania wolnych pomieszczeń (sal lekcyjnych), które ze względu na brak obecnych oddziałów klas 4, 7 i 8 nie będą wykorzystywane przez najbliższe 3-4 lata.</w:t>
      </w:r>
    </w:p>
    <w:p w:rsidR="00FC0173" w:rsidRPr="00BE5579" w:rsidRDefault="00FC0173" w:rsidP="00986292">
      <w:pPr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 Zaspokajanie zbiorowych potrzeb wspólnoty samorządowej w zakresie edukacji publicznej należy do zadań własnych gminy. Jednym z obszarów tej działalności jest zakładanie i prowadzenie przedszkoli. Dostrzegając znaczenie wczesnej edukacji w rozwoju dziecka podejmowanych jest szereg działań w kierunku zwiększenia dostępności do wychowania przedszkolnego, między innymi poprzez tworzenie nowych przedszkoli (w Gminie Syców funkcjonują 3 publiczne przedszkola, które nie są już w stanie przyjąć większej liczby dzieci, ze względu na ograniczenia lokalowe). Obserwowany jest stały wzrost zapotrzebowania na usługi świadczone przez przedszkola, wynikający między innymi z wahań demo</w:t>
      </w:r>
      <w:r>
        <w:rPr>
          <w:rFonts w:ascii="Times New Roman" w:hAnsi="Times New Roman"/>
          <w:sz w:val="24"/>
          <w:szCs w:val="24"/>
        </w:rPr>
        <w:t xml:space="preserve">graficznych, zmiany przepisów, </w:t>
      </w:r>
      <w:r w:rsidRPr="00BE5579">
        <w:rPr>
          <w:rFonts w:ascii="Times New Roman" w:hAnsi="Times New Roman"/>
          <w:sz w:val="24"/>
          <w:szCs w:val="24"/>
        </w:rPr>
        <w:t>wzrastającego przekonania rodziców o roli przedszkola, rozwoju gospodarczego czy wzrostu aktywności zawodowej kobiet. Analizy demograficzne wskazują na konieczność zabezpieczenia nowych miejsc przedszkolnych dla dzieci w Gminie Syców.</w:t>
      </w:r>
    </w:p>
    <w:p w:rsidR="00FC0173" w:rsidRPr="00BE5579" w:rsidRDefault="00FC0173" w:rsidP="00986292">
      <w:pPr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 Utworzenie Przedszkola </w:t>
      </w:r>
      <w:r>
        <w:rPr>
          <w:rFonts w:ascii="Times New Roman" w:hAnsi="Times New Roman"/>
          <w:sz w:val="24"/>
          <w:szCs w:val="24"/>
        </w:rPr>
        <w:t xml:space="preserve">nr </w:t>
      </w:r>
      <w:r w:rsidRPr="00BE557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  <w:r w:rsidRPr="00BE5579">
        <w:rPr>
          <w:rFonts w:ascii="Times New Roman" w:hAnsi="Times New Roman"/>
          <w:sz w:val="24"/>
          <w:szCs w:val="24"/>
        </w:rPr>
        <w:t xml:space="preserve"> (które planuje się, że będzie wchodzić w skład Zespołu Szkolno-Przedszkolnego w Sycowie) zwiększy ofertę wychowania przedszkolnego dla mieszkańców Gminy Syców, która od kilku lat jest niewystarczająca i tym samym spełni oczekiwania i potrzeby społeczne mieszkańców, rodziców.</w:t>
      </w:r>
    </w:p>
    <w:p w:rsidR="00FC0173" w:rsidRPr="00BE5579" w:rsidRDefault="00FC0173" w:rsidP="00986292">
      <w:pPr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 Mając na uwadze przedstawiony wyżej stan faktyczny i prawny podjęcie niniejszej uchwały jest uzasadnione.</w:t>
      </w:r>
    </w:p>
    <w:p w:rsidR="00FC0173" w:rsidRPr="00BE5579" w:rsidRDefault="00FC0173" w:rsidP="00986292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697267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C0173" w:rsidRPr="00BE5579" w:rsidRDefault="00FC0173" w:rsidP="00BE5579">
      <w:pPr>
        <w:spacing w:after="0" w:line="240" w:lineRule="auto"/>
        <w:ind w:left="360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  <w:t>Załącznik do uchwały n</w:t>
      </w:r>
      <w:r w:rsidRPr="00BE5579">
        <w:rPr>
          <w:rFonts w:ascii="Times New Roman" w:hAnsi="Times New Roman"/>
        </w:rPr>
        <w:t>r XVII/139/2020</w:t>
      </w:r>
    </w:p>
    <w:p w:rsidR="00FC0173" w:rsidRPr="00BE5579" w:rsidRDefault="00FC0173" w:rsidP="00BE5579">
      <w:pPr>
        <w:spacing w:after="0" w:line="240" w:lineRule="auto"/>
        <w:ind w:left="3600" w:right="480"/>
        <w:rPr>
          <w:rFonts w:ascii="Times New Roman" w:hAnsi="Times New Roman"/>
        </w:rPr>
      </w:pPr>
      <w:r w:rsidRPr="00BE5579">
        <w:rPr>
          <w:rFonts w:ascii="Times New Roman" w:hAnsi="Times New Roman"/>
        </w:rPr>
        <w:t xml:space="preserve">Rady Miejskiej w Sycowie </w:t>
      </w:r>
      <w:r>
        <w:rPr>
          <w:rFonts w:ascii="Times New Roman" w:hAnsi="Times New Roman"/>
        </w:rPr>
        <w:t>z dnia 30 stycznia 2020</w:t>
      </w:r>
      <w:r w:rsidRPr="00BE5579">
        <w:rPr>
          <w:rFonts w:ascii="Times New Roman" w:hAnsi="Times New Roman"/>
        </w:rPr>
        <w:t>r.</w:t>
      </w:r>
    </w:p>
    <w:p w:rsidR="00FC0173" w:rsidRPr="00BE5579" w:rsidRDefault="00FC0173">
      <w:pPr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3B1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STATUT</w:t>
      </w:r>
    </w:p>
    <w:p w:rsidR="00FC0173" w:rsidRPr="00BE5579" w:rsidRDefault="00FC0173" w:rsidP="003B1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Publicznego Przedszkola nr 4 w Sycowie</w:t>
      </w:r>
    </w:p>
    <w:p w:rsidR="00FC0173" w:rsidRPr="00BE5579" w:rsidRDefault="00FC0173" w:rsidP="0090367E">
      <w:pPr>
        <w:jc w:val="center"/>
        <w:rPr>
          <w:rFonts w:ascii="Times New Roman" w:hAnsi="Times New Roman"/>
          <w:b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Rozdział 1.</w:t>
      </w:r>
    </w:p>
    <w:p w:rsidR="00FC0173" w:rsidRPr="00BE5579" w:rsidRDefault="00FC0173" w:rsidP="008631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Przepisy ogólne</w:t>
      </w:r>
    </w:p>
    <w:p w:rsidR="00FC0173" w:rsidRPr="00BE5579" w:rsidRDefault="00FC0173" w:rsidP="008631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1. Ilekroć w dalszych przepisach jest mowa bez bliższego określenia o: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Przedszkolu – należy przez to rozumieć Publiczne Przedszkole nr 4;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ustawie – należy przez to rozumieć ustawę z dnia 14 grudnia 2016 r. - Prawo oświatowe (Dz. U. z 2019 r. poz. 1148 ze zm.);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Statucie – należy przez to rozumieć Statut Publicznego Przedszkola nr 4 w Sycowie.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2. 1. Przedszkole nosi nazwę: Publiczne Przedszkole nr 4 w Sycowie.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Siedzibą Przedszkola jest część budynku przy ul. Kościelnej 3 w Sycowie.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3. Przedszkole jest przedszkolem publicznym.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§ 3. 1. Organem prowadzącym Przedszkole jest Gmina Syców z siedzibą w Sycowie przy ul. Mickiewicza 1.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Organem sprawującym nadzór pedagogiczny nad przedszkolem jest Dolnośląski Kurator Oświaty.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3. Przedszkole jest jednostką organizacyjną Gminy Syców działającą w formie jednostki budżetowej.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4. Szczegółowe zasady gospodarki finansowej Przedszkola regulują odrębne przepisy.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5. Przedszkole nie posiada osobowości prawnej i rozlicza się z budżetem Gminy za pośrednictwem Centrum Usług Wspólnych w Sycowie, Syców ul. Mickiewicza 1.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6. Przedszkole jako jednostka budżetowa Gminy Syców działa w ramach jednego podatnika – Gminy Syców, która jest czynnym podatnikiem podatku od towarów i usług.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 </w:t>
      </w:r>
    </w:p>
    <w:p w:rsidR="00FC0173" w:rsidRPr="00BE5579" w:rsidRDefault="00FC0173" w:rsidP="008631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Rozdział 2.</w:t>
      </w:r>
    </w:p>
    <w:p w:rsidR="00FC0173" w:rsidRPr="00BE5579" w:rsidRDefault="00FC0173" w:rsidP="008631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Cele i zadania Przedszkola</w:t>
      </w:r>
    </w:p>
    <w:p w:rsidR="00FC0173" w:rsidRPr="00BE5579" w:rsidRDefault="00FC0173" w:rsidP="008631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 § 4. 1. Przedszkole realizuje cele i zadania określone w ustawie, koncentrując się na prowadzeniu działalności dydaktycznej, wychowawczej i opiekuńczej.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Celami i zadaniami Przedszkola są: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wspomaganie i ukierunkowywanie indywidualnego wszechstronnego rozwoju dziecka z wykorzystaniem jego wrodzonego potencjału i możliwości rozwojowych, a w przypadku dzieci niepełnosprawnych ze szczególnym uwzględnieniem stopnia i rodzaju niepełnosprawności;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sprawowanie opieki nad dziećmi w atmosferze akceptacji umożliwiającej dzieciom osiągnięcie dojrzałości szkolnej;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troska o zdrowie i bezpieczeństwo wychowanków;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4) rozwijanie zainteresowań i uzdolnień dzieci;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5) przygotowanie dzieci do rozpoczęcia nauki w szkole;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6) podtrzymywanie poczucia tożsamości narodowej, językowej, etnicznej i religijnej.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BE5579">
        <w:rPr>
          <w:rFonts w:ascii="Times New Roman" w:hAnsi="Times New Roman"/>
          <w:sz w:val="24"/>
          <w:szCs w:val="24"/>
        </w:rPr>
        <w:t xml:space="preserve">§ 5. 1. Przedszkole realizuje cele i zadania poprzez: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zapewnienie w Przedszkolu bezpiecznych i przyjaznych warunków do rozwoju umysłowego dzieci a przez to zachęcanie ich do aktywności badawczej i obserwacji otaczającego środowiska;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rozpoznawanie indywidualnych potrzeb dziecka, umożliwianie ich zaspokajania;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rozpoznawanie przyczyn i trudności w wychowaniu i nauczaniu dziecka;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4) rozwijanie czynnych postaw wobec zdrowia, bezpieczeństwa i aktywności ruchowej poprzez promowanie edukacji prozdrowotnej i promocji zdrowia wśród wychowanków, rodziców (prawnych opiekunów) oraz nauczycieli;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5) upowszechnianie wiedzy ekologicznej i kształtowanie właściwych postaw wobec problemów ochrony środowiska;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6) rozwijanie wrażliwości moralnej;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7) budzenie poczucia więzi z rówieśnikami, rodziną, środowiskiem, krajem rodzinnym;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8) rozwijanie wrażliwości estetycznej dzieci oraz budzenie aktywności twórczej;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9) wspieranie dziecka uzdolnionego;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10) wspieranie rodziców (prawnych opiekunów) w rozwiązywaniu problemów wychowawczych;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11) organizowanie różnych form pomocy psychologiczno – pedagogicznej;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12) prowadzenie zajęć dodatkowych wynikających z bieżących potrzeb i możliwości rozwojowych dzieci;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13) zapewnienie dzieciom dodatkowej opieki w przypadku zajęć poza terenem Przedszkola;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14) organizowanie zajęć nauki religii na wniosek rodziców w wymiarze dostosowanym do możliwości rozwojowych dzieci;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15) organizowanie pomocy specjalistycznej dla uczęszczających do Przedszkola dzieci niepełnosprawnych.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W przedszkolu organizuje się pomoc psychologiczno-pedagogiczną. Pomoc udzielana jest wychowankom, rodzicom i nauczycielom zgodnie z aktualnie obowiązującymi przepisami w sprawie zasad udzielania i organizacji pomocy psychologiczno-pedagogicznej w publicznych przedszkolach, szkołach i placówkach.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6. 1. Przedszkole zapewnia wychowankom pełne bezpieczeństwo pod względem fizycznym i psychicznym.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Przedszkole przejmuje odpowiedzialność za bezpieczeństwo dziecka od momentu oddania dziecka przez rodziców (prawnych opiekunów) pod opiekę nauczyciela.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3. W Przedszkolu wychowankowie mają zapewnioną stałą opiekę pracowników pedagogicznych przy wsparciu pracowników obsługi.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4. W zakresie czynności, każdy pracownik Przedszkola posiada szczegółowy zapis o przedmiotowym zakresie odpowiedzialności pod względem bezpieczeństwa stanowiska pracy.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5. Nauczyciel przed przystąpieniem do pracy sprawdza pod względem bezpieczeństwa salę, miejsca pobytu, teren zabaw, ogród przedszkolny i w przypadku stwierdzenia zagrożenia powiadamia Dyrektora Przedszkola oraz zabezpiecza zagrożony teren przed wstępem dzieci.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6. W Przedszkolu nie mogą być stosowane wobec wychowanków żadne zabiegi lekarskie bez zgody rodziców, poza udzielaniem pomocy w nagłych wypadkach.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7. Pracownik Przedszkola, który powziął wiadomość o wypadku, niezwłocznie zapewnia poszkodowanemu opiekę, w szczególności sprowadza fachową pomoc medyczną i w miarę możliwości udziela poszkodowanemu pierwszej pomocy.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8. Wychowankowie za zgodą rodziców (prawnych opiekunów) mogą być ubezpieczeni od następstw nieszczęśliwych wypadków.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Rozdział 3.</w:t>
      </w:r>
    </w:p>
    <w:p w:rsidR="00FC0173" w:rsidRPr="00BE5579" w:rsidRDefault="00FC0173" w:rsidP="008631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Organy Przedszkola</w:t>
      </w:r>
    </w:p>
    <w:p w:rsidR="00FC0173" w:rsidRPr="00BE5579" w:rsidRDefault="00FC0173" w:rsidP="008631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7. Organami Przedszkola są: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Dyrektor Przedszkola;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Rada Pedagogiczna;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Rada Rodziców.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8. 1. Dyrektor Przedszkola realizuje zadania określone w ustawie we współdziałaniu z Radą Pedagogiczną, Radą Rodziców, organem sprawującym nadzór pedagogiczny i organem prowadzącym. 2. Dyrektor Przedszkola: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kieruje jego bieżącą działalnością;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jest przewodniczącym Rady Pedagogicznej;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reprezentuje Przedszkole na zewnątrz;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4) jest kierownikiem zakładu pracy dla zatrudnionych w Przedszkolu pracowników i wykonuje czynności z zakresu prawa pracy.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3. Dyrektor Przedszkola podejmuje decyzje w zakresie: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pełnomocnictwa udzielonego mu przez Burmistrza Miasta i Gminy Syców,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obowiązujących przepisów prawa.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4. Do zadań Dyrektora Przedszkola należy: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zapewnienie bezpiecznych i higienicznych warunków pobytu w Przedszkolu, a także bezpiecznych i higienicznych warunków uczestnictwa w zajęciach organizowanych poza jego siedzibą;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opracowywanie na każdy rok szkolny planu nadzoru pedagogicznego, przedstawianie go Radzie Pedagogicznej i rodzicom (prawnym opiekunom);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przedstawianie przed zakończeniem roku szkolnego Radzie Pedagogicznej i rodzicom (prawnym opiekunom) informacji o realizacji planu nadzoru pedagogicznego;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4) opracowywanie rocznych planów pracy;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5) przygotowywanie arkusza organizacji pracy Przedszkola;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6) ustalanie ramowego rozkładu dnia z uwzględnieniem zasad ochrony zdrowia i higieny pracy oraz oczekiwań rodziców (prawnych opiekunów) dzieci;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7) gromadzenie informacji o pracy nauczyciela w celu dokonywania oceny;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8) przygotowywanie i prowadzenie zebrań Rady Pedagogicznej, realizacja jej uchwał oraz wstrzymywanie ich wykonania, jeśli są niezgodne z przepisami prawnymi;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9) ustalanie przydziałów zadań pracownikom;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10) zarządzanie finansami i majątkiem Przedszkola;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11) współpraca z rodzicami (prawnymi opiekunami) oraz instytucjami nadzorującymi i kontrolującymi pracę Przedszkola;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12) prowadzenie i archiwizowanie dokumentacji Przedszkola;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13) wykonywanie innych zadań wynikających z przepisów szczególnych.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5. Dyrektor Przedszkola decyduje w sprawach: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zatrudniania i zwalniania nauczycieli oraz innych pracowników;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przyznawania nagród oraz wymierzania kar porządkowych nauczycielom oraz innym pracownikom Przedszkola;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występowania po zasięgnięciu opinii Rady Pedagogicznej z wnioskami w sprawach odznaczeń, nagród i innych wyróżnień dla nauczycieli oraz pozostałych pracowników Przedszkola.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6. Stanowisko Dyrektora Przedszkola powierza i odwołuje z niego Burmistrz Miasta i Gminy Syców zgodnie z ustawą.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§ 9. 1. Rada Pedagogiczna jest organem kolegialnym Przedszkola.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Rada Pedagogiczna realizuje zadania wynikające z ustawy oraz celów kształcenia, wychowania i opieki.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3. Szczegółowe zadania i uprawnienia rady określa regulamin Rady Pedagogicznej.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4. W skład Rady Pedagogicznej wchodzą wszyscy nauczyciele zatrudnieni w Przedszkolu.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5. Przewodniczącym Rady Pedagogicznej jest Dyrektor Przedszkola.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 6. Przewodniczący prowadzi i przygotowuje zebrania Rady Pedagogicznej.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7. Kompetencje stanowiące i opiniujące Rady Pedagogicznej określa ustawa.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10. 1. Rada Rodziców jest reprezentacją rodziców (prawnych opiekunów) dzieci uczęszczających do Przedszkola wspierającą działalność statutową Przedszkola.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Szczegółowe zadania oraz tryb pracy określa regulamin Rady Rodziców.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3. Skład oraz kompetencje Rady Rodziców określa ustawa.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11. 1. Koordynatorem współdziałania poszczególnych organów Przedszkola jest Dyrektor Przedszkola, który zapewnia każdemu z organów możliwość swobodnego działania i podejmowania decyzji w ramach swoich kompetencji i umożliwia bieżącą wymianę informacji.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Organy Przedszkola współdziałają ze sobą w szczególności poprzez: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wymianę informacji;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opiniowanie;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wnioskowanie;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4) podejmowanie uchwał;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5) podejmowanie wspólnych działań.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3. Przepływ informacji pomiędzy organami Przedszkola o podejmowanych i planowanych działaniach lub decyzjach odbywa się poprzez: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spotkania organizowane z inicjatywy Dyrektora Przedszkola z przedstawicielami organów;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zebrania Rady Pedagogicznej i zaproszonych przedstawicieli innych organów;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umieszczenie zadań planowanych do realizacji w danym roku szkolnym na tablicy ogłoszeń.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4. Organy Przedszkola współpracując ze sobą: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dają każdemu z nich możliwość swobodnego działania i podejmowania decyzji w ramach swoich kompetencji określonych ustawą i zawartych w statucie Przedszkola;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zapewniają bieżący przepływ informacji między sobą poprzez zebrania i zamieszczanie informacji na tablicy ogłoszeń.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5. Współdziałanie organów ma na celu tworzenie jak najlepszych warunków rozwoju wychowankom oraz podnoszenie poziomu pracy Przedszkola.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6. Organy Przedszkola współpracują ze sobą promując działalność Przedszkola.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274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Rozdział 4.</w:t>
      </w:r>
    </w:p>
    <w:p w:rsidR="00FC0173" w:rsidRPr="00BE5579" w:rsidRDefault="00FC0173" w:rsidP="00274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Rodzice (prawni opiekunowie)</w:t>
      </w:r>
    </w:p>
    <w:p w:rsidR="00FC0173" w:rsidRPr="00BE5579" w:rsidRDefault="00FC0173" w:rsidP="00274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12. 1. Rodzice (prawni opiekunowie) i nauczyciele współdziałają ze sobą w celu skutecznego oddziaływania wychowawczego na dziecko i określenia drogi jego indywidualnego rozwoju.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Rodzice (prawni opiekunowie) mają prawo do: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zapoznania się z programem oraz zadaniami wynikającymi z programu rozwoju Przedszkola i planów pracy w danym oddziale;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uzyskiwania na bieżąco rzetelnej informacji na temat swojego dziecka;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uzyskiwania porad i wskazówek od nauczycieli, pedagoga w rozpoznawaniu przyczyn trudności wychowawczych oraz doborze metod udzielania dziecku pomocy;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4) składania i przekazywania nauczycielowi oraz Dyrektorowi Przedszkola wniosków z obserwacji pracy Przedszkola;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5) wyrażania i przekazywania opinii na temat pracy Przedszkola organowi prowadzącemu i nadzorującemu pracę pedagogiczną poprzez swoje przedstawicielstwo – Radę Rodziców.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3. Spotkania z rodzicami (prawnymi opiekunami) w celu wymiany informacji oraz dyskusji na tematy wychowawcze organizowane są w Przedszkolu trzy razy w roku szkolnym lub częściej na wniosek rodziców (prawnych opiekunów) lub nauczycieli.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274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Rozdział 5.</w:t>
      </w:r>
    </w:p>
    <w:p w:rsidR="00FC0173" w:rsidRPr="00BE5579" w:rsidRDefault="00FC0173" w:rsidP="00274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Organizacja pracy Przedszkola</w:t>
      </w:r>
    </w:p>
    <w:p w:rsidR="00FC0173" w:rsidRPr="00BE5579" w:rsidRDefault="00FC0173" w:rsidP="00274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13. 1. Podstawową jednostką organizacyjną Przedszkola jest oddział obejmujący dzieci w zbliżonym wieku, uwzględniający ich potrzeby, zainteresowania i uzdolnienia.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W skład Przedszkola wchodzą dwa oddziały.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14. 1. Szczegółową organizację wychowania, nauczania i opieki w danym roku szkolnym określa arkusz organizacji pracy Przedszkola opracowany przez Dyrektora Przedszkola, w terminie ustalonym przez organ prowadzący. Arkusz organizacji pracy zatwierdza organ prowadzący Przedszkole.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2.</w:t>
      </w:r>
      <w:r w:rsidRPr="00BE5579">
        <w:rPr>
          <w:rFonts w:ascii="Times New Roman" w:hAnsi="Times New Roman"/>
          <w:color w:val="0070C0"/>
          <w:sz w:val="24"/>
          <w:szCs w:val="24"/>
        </w:rPr>
        <w:t xml:space="preserve"> </w:t>
      </w:r>
      <w:r w:rsidRPr="00BE5579">
        <w:rPr>
          <w:rFonts w:ascii="Times New Roman" w:hAnsi="Times New Roman"/>
          <w:sz w:val="24"/>
          <w:szCs w:val="24"/>
        </w:rPr>
        <w:t xml:space="preserve">Przedszkole funkcjonuje przez cały rok szkolny, z wyjątkiem przerw ustalonych przez organ prowadzący przedszkole, na wspólny wniosek dyrektora przedszkola i rady przedszkola, </w:t>
      </w:r>
      <w:r w:rsidRPr="00BE5579">
        <w:rPr>
          <w:rFonts w:ascii="Times New Roman" w:hAnsi="Times New Roman"/>
          <w:sz w:val="24"/>
          <w:szCs w:val="24"/>
        </w:rPr>
        <w:br/>
        <w:t>a w przypadku braku rady przedszkola - na wspólny wniosek dyrektora przedszkola i rady rodziców.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3. Dzienny czas pracy Przedszkola ustala się na 10 godzin  tj. od godz. 6:00 do godz. 16:00.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4. Usługi świadczone przez Przedszkole w zakresie nauczania, wychowania i opieki, w wymiarze 5 godzin dziennie są realizowane bezpłatnie, z zastrzeżeniem ust. 5.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5. Dziecko 6-letnie realizuje nieodpłatnie obowiązkowe wychowanie przedszkolne począwszy od początku roku szkolnego, w którym następuje obowiązek realizacji.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6. Wysokość opłaty za świadczenia Przedszkola określa uchwała Rady Miejskiej w Sycowie.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7. Praca wychowawczo-dydaktyczna i opiekuńcza prowadzona jest na podstawie programu wychowania przedszkolnego.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8. Organizację pracy Przedszkola określa ramowy rozkład dnia ustalony przez Dyrektora Przedszkola na wniosek Rady Pedagogicznej, z uwzględnieniem zasad ochrony zdrowia i higieny pracy oraz oczekiwań rodziców (prawnych opiekunów). </w:t>
      </w:r>
    </w:p>
    <w:p w:rsidR="00FC0173" w:rsidRPr="00BE5579" w:rsidRDefault="00FC0173" w:rsidP="00DB0D05">
      <w:pPr>
        <w:pStyle w:val="ListParagraph"/>
        <w:spacing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9.</w:t>
      </w:r>
      <w:r w:rsidRPr="00BE5579">
        <w:rPr>
          <w:rFonts w:ascii="Times New Roman" w:hAnsi="Times New Roman"/>
          <w:bCs/>
          <w:sz w:val="24"/>
          <w:szCs w:val="24"/>
        </w:rPr>
        <w:t xml:space="preserve"> Dzieci są przyprowadzane i odbierane z przedszkola przez rodziców lub upoważnioną pisemnie przez nich osobę dorosłą zapewniającą dziecku pełne bezpieczeństwo.</w:t>
      </w:r>
    </w:p>
    <w:p w:rsidR="00FC0173" w:rsidRPr="00BE5579" w:rsidRDefault="00FC0173" w:rsidP="00DB0D05">
      <w:pPr>
        <w:pStyle w:val="ListParagraph"/>
        <w:spacing w:line="240" w:lineRule="auto"/>
        <w:ind w:left="0"/>
        <w:jc w:val="both"/>
        <w:rPr>
          <w:rFonts w:ascii="Times New Roman" w:hAnsi="Times New Roman"/>
          <w:bCs/>
          <w:color w:val="0070C0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10. Opiekę nad wychowankami w drodze z domu do Przedszkola i z powrotem sprawują rodzice (prawni opiekunowie) lub osoby przez nich upoważnione zapewniające dziecku bezpieczeństwo. </w:t>
      </w:r>
    </w:p>
    <w:p w:rsidR="00FC0173" w:rsidRPr="00BE5579" w:rsidRDefault="00FC0173" w:rsidP="00DB0D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11. Dziecko nie zostanie wydane osobie będącej pod wpływem alkoholu, narkotyku lub innego środka odurzającego oraz osobom nieletnim.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15. 1. Przedszkole ewidencjonuje pobyt dziecka w oparciu o system elektroniczny lub w formie papierowej poprzez rejestrację wejścia i wyjścia dziecka z przedszkola. W przypadku elektronicznej rejestracji pobytu dziecka rodzicom przysługuje nieodpłatnie jedna karta rejestracji pobytu dziecka.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Bieg czasu liczy się od momentu zarejestrowania elektronicznego, a w przypadku, gdy nie ma takiego systemu, od momentu zarejestrowania dziecka u nauczycielki, natomiast koniec pobytu od czasu zarejestrowania w systemie elektronicznym lub ręcznym (papierowym) u nauczycielki.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3. W przypadku systemu elektronicznego, w momencie gdy rodzic nie zarejestruje momentu wejścia lub wyjścia dziecka, czas pobytu dziecka liczy się od otwarcia do zamknięcia przedszkola.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4. Rodzic zobowiązany jest do terminowego wnoszenia opłat z tytułu korzystania przez dziecko ze świadczeń Przedszkola do 10 dnia następnego miesiąca na wskazany rachunek bankowy,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5. Rodzic zobowiązuje się wnosić na rzecz Przedszkola z tytułu świadczonych usług opłatę miesięczną składającą się z: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odpłatności pokrywającej koszty surowców zużytych do przygotowania posiłków w kwocie – wynikającej z kalkulacji za każdy dzień pobytu dziecka w przedszkolu,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opłatę w wysokości 1 zł za każdą zrealizowaną pełną godzinę korzystania dziecka 3, 4 i 5 letniego z wychowania przedszkolnego w czasie przekraczającym wymiar określony w § 14 ust. 4, w okresie rozliczeniowym 1 miesiąca (z dołu).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6. Termin dokonania płatności oznacza dzień wpływu należności na rachunek bankowy.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7. Informacja o wysokości opłaty będzie przekazywana rodzicowi w sposób ogólnie przyjęty w placówce.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8. Wnoszoną przez Rodzica miesięczną opłatę, o której mowa w § 15 ust. 4, w pierwszej kolejności zalicza się na poczet rozliczenia płatnych zajęć wychowawczych, a w następnej kolejności na poczet pokrycia kosztów surowców zużytych do przygotowania posiłków (§ 15 ust 5 pkt 1).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9. W przypadku nieterminowego uiszczenia opłaty, o której mowa w § 15 ust. 4, przedszkole naliczy odsetki od nieterminowych wpłat.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10. W przypadku wystąpienia nadpłaty, nadpłatę za świadczenia przedszkola zwraca się, zgodnie z wyborem rodzica, na konto z którego dokonano płatności za dziecko lub zalicza się na poczet opłat następnego miesiąca rozliczeniowego.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11. W przypadku powstania zaległości w opłatach, o których mowa w § 15 ust. 5, za jeden miesiąc, po uprzednim pisemnym wezwaniu Rodzica do zapłaty z określeniem siedmiodniowego terminu płatności zaległej należności, wszczyna się postępowanie egzekucyjne.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Rozdział 6.</w:t>
      </w: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Nauczyciele i inni pracownicy Przedszkola</w:t>
      </w: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16. 1. Dyrektor Przedszkola powierza poszczególne oddziały opiece jednego lub dwu nauczycieli, w zależności od czasu pracy oddziału lub realizowanych zadań oraz z uwzględnieniem propozycji rodziców (prawnych opiekunów).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Do zakresu zadań nauczycieli należy: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planowanie i prowadzenie pracy dydaktyczno-wychowawczej zgodnie z obowiązującym programem, ponoszenie odpowiedzialności za jej jakość;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wspieranie rozwoju psychofizycznego dziecka, jego zdolności i zainteresowań;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prowadzenie obserwacji pedagogicznych mających na celu poznanie i zabezpieczenie potrzeb rozwojowych dzieci oraz dokumentowanie tych obserwacji;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4) stosowanie twórczych i nowoczesnych metod nauczania i wychowania;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5) odpowiedzialność za bezpieczeństwo dzieci podczas pobytu w Przedszkolu i poza jego terenem, w szczególności w czasie wycieczek i spacerów;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6) współpraca ze specjalistami świadczącymi kwalifikowaną pomoc psychologiczno-pedagogiczną, zdrowotną itp.;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7) planowanie i koordynowanie – we współpracy ze specjalistami – sposobów zaspokajania indywidualnych potrzeb rozwojowych i edukacyjnych dziecka oraz jego możliwości psychofizycznych, z uwzględnieniem wsparcia związanego z rozwijaniem zainteresowań i uzdolnień dziecka;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 8) przekazywanie specjalistom wyników prowadzonych obserwacji w razie potrzeby pogłębionej diagnozy, związanej ze specjalnymi potrzebami edukacyjnymi;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9) występowanie z inicjatywą udzielenia dziecku specjalistycznej pomocy, w tym poprzez wnioskowanie do Dyrektora Przedszkola o objęcie dziecka taką pomocą;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10) wspomaganie pracy specjalistów podczas prowadzonych działań i zajęć specjalistycznych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11) udostępnianie w razie potrzeby arkuszy diagnostycznych, dzienników zajęć i materiałów pomocniczych gromadzonych w imiennych teczkach;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12) korzystanie ze wsparcia i wiedzy specjalistów w celu rozwoju umiejętności wychowawczych i zwiększenia efektywności udzielanej pomocy poprzez udział w warsztatach tematycznych, szkoleniach, naradach z udziałem specjalistów;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13) zapoznawanie się z opinią poradni psychologiczno- pedagogicznej oraz innych specjalistów i analiza zaleceń;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14) realizacja orzeczeń i zaleceń poradni psychologiczno-pedagogicznej i innych specjalistów;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15) organizowanie dla rodziców (prawnych opiekunów) spotkań ze specjalistami w formie porad, konsultacji i warsztatów tematycznych;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16) udzielanie pomocy rodzicom (prawnym opiekunom) w kontaktach z poradniami psychologicznopedagogicznych i innymi specjalistami.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17) planowanie własnego rozwoju zawodowego – systematyczne podnoszenie swoich kwalifikacji zawodowych przez aktywne uczestnictwo w różnych formach doskonalenia zawodowego;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18) troska o estetykę pomieszczeń;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19) eliminowanie przyczyn niepowodzeń dzieci;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20) współdziałanie z rodzicami w sprawach wychowania i nauczania dzieci z uwzględnieniem prawa rodziców (prawnych opiekunów) do znajomości zadań wynikających w szczególności z programu wychowania przedszkolnego realizowanego w danym oddziale i uzyskiwania informacji dotyczących dziecka, jego zachowania i rozwoju;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21) prowadzenie dokumentacji przebiegu nauczania, działalności wychowawczej i opiekuńczej zgodnie z obowiązującymi przepisami;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22) realizacja zaleceń Dyrektora Przedszkola i osób kontrolujących;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23) czynny udział w pracach Rady Pedagogicznej, realizacja jej postanowień i uchwał;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24) inicjowanie i organizowanie imprez o charakterze dydaktycznym, wychowawczym, kulturalnym lub rekreacyjno – sportowym;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25) realizacja wszystkich zadań zleconych przez Dyrektora Przedszkola, wynikających z bieżącej działalności Przedszkola.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4. Nauczyciel otacza indywidualną opieką każdego ze swoich wychowanków i utrzymuje kontakt z ich rodzicami (prawnymi opiekunami) w celu: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poznania i ustalenia potrzeb rozwojowych ich dzieci;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ustalenia form pomocy w działaniach wychowawczych wobec dzieci;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włączenia ich w działalność Przedszkola.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5. Nauczyciel ma prawo korzystać w swojej pracy z pomocy merytorycznej i metodycznej ze strony Dyrektora Przedszkola, Rady Pedagogicznej, wyspecjalizowanych placówek i instytucji naukowooświatowych.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6. W celu prawidłowego funkcjonowania Przedszkola zatrudnia się pracowników obsługi i administracji.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Rozdział 7.</w:t>
      </w: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Rekrutacja do Przedszkola</w:t>
      </w: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§ 17. Rekrutacja do Przedszkola odbywa się na podstawie wniosku rekrutacyjnego na wolne miejsca z wykorzystaniem elektronicznego systemu rekrutacji, zgodnie z przepisami ustawy.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Rozdział 8.</w:t>
      </w: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Wychowankowie Przedszkola, ich prawa i obowiązki</w:t>
      </w: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18. 1. Przedszkole stwarza warunki w zakresie realizacji praw dziecka do: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akceptacji takim, jakim jest;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spokoju, samotności i wypoczynku, gdy tego potrzebuje;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zdrowego, normalnego rozwoju fizycznego, umysłowego, moralnego i społecznego w atmosferze wolności i poszanowania jego godności;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4) wzrastania w atmosferze miłości i zrozumienia, sprzyjającej pełnemu, harmonijnemu rozwojowi jego osobowości;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5) otrzymania wychowania, które zapewni mu podstawy kultury, umożliwi rozwój jego zdolności i samodzielności;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6) otrzymania opieki, wychowania i nauczania – dostosowanego do potrzeb i możliwości dzieci;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7) życzliwego i podmiotowego traktowania;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8) indywidualnego procesu i własnego tempa rozwoju;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9) zabawy i wyboru towarzyszy zabawy;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10) badania, eksperymentowania i doświadczania konsekwencji własnego zachowania (ograniczonego względami bezpieczeństwa);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11) bogatego w bodźce i twórczego otoczenia;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12) ochrony przed wszelkimi formami wyrażania przemocy fizycznej bądź psychicznej;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13) korzystania z wszelkich pomocy dydaktycznych znajdujących się na stanie Przedszkola.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Do obowiązków dziecka należą: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1) stosowanie się do przyjętych umów opracowanych przez dzieci i nauczycieli dotyczących współdziałania i współżycia w grupie przedszkolnej;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2) sprzątanie po zabawie;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3) przestrzeganie zasad bezpieczeństwa;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4) pełnienie ról społecznych zgodnie z zasadami przyjętymi w grupie (np. rola dyżurnego);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5) dbanie o czystość osobistą i porządek w najbliższym otoczeniu. </w:t>
      </w:r>
    </w:p>
    <w:p w:rsidR="00FC0173" w:rsidRPr="00BE5579" w:rsidRDefault="00FC0173" w:rsidP="00DB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BE5579">
        <w:rPr>
          <w:rFonts w:ascii="Times New Roman" w:hAnsi="Times New Roman"/>
          <w:sz w:val="24"/>
          <w:szCs w:val="24"/>
          <w:lang w:eastAsia="en-US"/>
        </w:rPr>
        <w:t>3.Dyrektor Przedszkola w porozumieniu z Radą Pedagogiczną może podjąć decyzję o skreśleniu z listy</w:t>
      </w:r>
    </w:p>
    <w:p w:rsidR="00FC0173" w:rsidRPr="00BE5579" w:rsidRDefault="00FC0173" w:rsidP="00DB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BE5579">
        <w:rPr>
          <w:rFonts w:ascii="Times New Roman" w:hAnsi="Times New Roman"/>
          <w:sz w:val="24"/>
          <w:szCs w:val="24"/>
          <w:lang w:eastAsia="en-US"/>
        </w:rPr>
        <w:t>dzieci uczęszczających do Przedszkola w przypadkach:</w:t>
      </w:r>
    </w:p>
    <w:p w:rsidR="00FC0173" w:rsidRPr="00BE5579" w:rsidRDefault="00FC0173" w:rsidP="00DB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BE5579">
        <w:rPr>
          <w:rFonts w:ascii="Times New Roman" w:hAnsi="Times New Roman"/>
          <w:sz w:val="24"/>
          <w:szCs w:val="24"/>
          <w:lang w:eastAsia="en-US"/>
        </w:rPr>
        <w:t>1) zalegania z odpłatnością za Przedszkole powyżej 2 okresów płatniczych;</w:t>
      </w:r>
    </w:p>
    <w:p w:rsidR="00FC0173" w:rsidRPr="00BE5579" w:rsidRDefault="00FC0173" w:rsidP="00DB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BE5579">
        <w:rPr>
          <w:rFonts w:ascii="Times New Roman" w:hAnsi="Times New Roman"/>
          <w:sz w:val="24"/>
          <w:szCs w:val="24"/>
          <w:lang w:eastAsia="en-US"/>
        </w:rPr>
        <w:t>2) nieusprawiedliwionej ciągłej nieobecności obejmującej co najmniej 30 dni;</w:t>
      </w:r>
    </w:p>
    <w:p w:rsidR="00FC0173" w:rsidRPr="00BE5579" w:rsidRDefault="00FC0173" w:rsidP="00DB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BE5579">
        <w:rPr>
          <w:rFonts w:ascii="Times New Roman" w:hAnsi="Times New Roman"/>
          <w:sz w:val="24"/>
          <w:szCs w:val="24"/>
          <w:lang w:eastAsia="en-US"/>
        </w:rPr>
        <w:t>3) powtarzającego się nieprzestrzegania przez rodziców (prawnych opiekunów) rozkładu dnia (godzin przyprowadzania i odbierania dziecka);</w:t>
      </w:r>
    </w:p>
    <w:p w:rsidR="00FC0173" w:rsidRPr="00BE5579" w:rsidRDefault="00FC0173" w:rsidP="00DB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BE5579">
        <w:rPr>
          <w:rFonts w:ascii="Times New Roman" w:hAnsi="Times New Roman"/>
          <w:sz w:val="24"/>
          <w:szCs w:val="24"/>
          <w:lang w:eastAsia="en-US"/>
        </w:rPr>
        <w:t>4) częstego stwarzania przez dziecko sytuacji zagrażających bezpieczeństwu, zdrowiu lub życiu innych dzieci, po uprzednim przeprowadzeniu rozmowy z rodzicami (prawnymi opiekunami) dziecka w celu</w:t>
      </w:r>
    </w:p>
    <w:p w:rsidR="00FC0173" w:rsidRPr="00BE5579" w:rsidRDefault="00FC0173" w:rsidP="00DB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BE5579">
        <w:rPr>
          <w:rFonts w:ascii="Times New Roman" w:hAnsi="Times New Roman"/>
          <w:sz w:val="24"/>
          <w:szCs w:val="24"/>
          <w:lang w:eastAsia="en-US"/>
        </w:rPr>
        <w:t>ujednolicenia oddziaływań wychowawczych, zasięgnięciu porady lub opinii poradni psychologiczno -</w:t>
      </w:r>
    </w:p>
    <w:p w:rsidR="00FC0173" w:rsidRPr="00BE5579" w:rsidRDefault="00FC0173" w:rsidP="00DB0D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BE5579">
        <w:rPr>
          <w:rFonts w:ascii="Times New Roman" w:hAnsi="Times New Roman"/>
          <w:sz w:val="24"/>
          <w:szCs w:val="24"/>
          <w:lang w:eastAsia="en-US"/>
        </w:rPr>
        <w:t>pedagogicznej, skonstruowaniu programu naprawczego (wychowawczego) mającego na celu pomoc</w:t>
      </w:r>
    </w:p>
    <w:p w:rsidR="00FC0173" w:rsidRPr="00BE5579" w:rsidRDefault="00FC0173" w:rsidP="00DB0D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  <w:lang w:eastAsia="en-US"/>
        </w:rPr>
        <w:t>dziecku.</w:t>
      </w:r>
      <w:bookmarkStart w:id="0" w:name="_GoBack"/>
      <w:bookmarkEnd w:id="0"/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Rozdział 9.</w:t>
      </w: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5579">
        <w:rPr>
          <w:rFonts w:ascii="Times New Roman" w:hAnsi="Times New Roman"/>
          <w:b/>
          <w:sz w:val="24"/>
          <w:szCs w:val="24"/>
        </w:rPr>
        <w:t>Postanowienia końcowe</w:t>
      </w:r>
    </w:p>
    <w:p w:rsidR="00FC0173" w:rsidRPr="00BE5579" w:rsidRDefault="00FC0173" w:rsidP="00CB07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§ 19. 1. Przedszkole używa pieczęci i stempli zgodnie z odrębnymi przepisami.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 xml:space="preserve">2. Przedszkole prowadzi i przechowuje dokumentację na zasadach określonych w odrębnych przepisach. </w:t>
      </w:r>
    </w:p>
    <w:p w:rsidR="00FC0173" w:rsidRPr="00BE5579" w:rsidRDefault="00FC0173" w:rsidP="00863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5579">
        <w:rPr>
          <w:rFonts w:ascii="Times New Roman" w:hAnsi="Times New Roman"/>
          <w:sz w:val="24"/>
          <w:szCs w:val="24"/>
        </w:rPr>
        <w:t>3. Zmiany w statucie będą dokonywane uchwałami Rady Pedagogicznej</w:t>
      </w:r>
    </w:p>
    <w:sectPr w:rsidR="00FC0173" w:rsidRPr="00BE5579" w:rsidSect="00266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85605"/>
    <w:multiLevelType w:val="hybridMultilevel"/>
    <w:tmpl w:val="1B26C924"/>
    <w:lvl w:ilvl="0" w:tplc="04150011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E3D8614E">
      <w:start w:val="1"/>
      <w:numFmt w:val="decimal"/>
      <w:lvlText w:val="%2."/>
      <w:lvlJc w:val="left"/>
      <w:pPr>
        <w:ind w:left="221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3F597130"/>
    <w:multiLevelType w:val="hybridMultilevel"/>
    <w:tmpl w:val="25E888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022696"/>
    <w:multiLevelType w:val="hybridMultilevel"/>
    <w:tmpl w:val="22069D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82F"/>
    <w:rsid w:val="00013D9D"/>
    <w:rsid w:val="000A3113"/>
    <w:rsid w:val="00177B59"/>
    <w:rsid w:val="0023214E"/>
    <w:rsid w:val="002667C0"/>
    <w:rsid w:val="00274404"/>
    <w:rsid w:val="003166D0"/>
    <w:rsid w:val="00336112"/>
    <w:rsid w:val="00343E96"/>
    <w:rsid w:val="00350C03"/>
    <w:rsid w:val="00365D4E"/>
    <w:rsid w:val="003B130F"/>
    <w:rsid w:val="00457A32"/>
    <w:rsid w:val="005230B0"/>
    <w:rsid w:val="005C1D61"/>
    <w:rsid w:val="00697267"/>
    <w:rsid w:val="007864E7"/>
    <w:rsid w:val="00822DCB"/>
    <w:rsid w:val="0086314A"/>
    <w:rsid w:val="0090367E"/>
    <w:rsid w:val="00986292"/>
    <w:rsid w:val="009A0D4E"/>
    <w:rsid w:val="00A57174"/>
    <w:rsid w:val="00A70E8F"/>
    <w:rsid w:val="00AB79EC"/>
    <w:rsid w:val="00B92C03"/>
    <w:rsid w:val="00BE5579"/>
    <w:rsid w:val="00BE734D"/>
    <w:rsid w:val="00C019FD"/>
    <w:rsid w:val="00C05999"/>
    <w:rsid w:val="00C2293E"/>
    <w:rsid w:val="00C41E49"/>
    <w:rsid w:val="00CB07D0"/>
    <w:rsid w:val="00D0685B"/>
    <w:rsid w:val="00DB0D05"/>
    <w:rsid w:val="00DF782F"/>
    <w:rsid w:val="00E93D64"/>
    <w:rsid w:val="00ED48A6"/>
    <w:rsid w:val="00F14CB0"/>
    <w:rsid w:val="00F76F21"/>
    <w:rsid w:val="00FC0173"/>
    <w:rsid w:val="00FC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267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F782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9726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F14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CB0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11</Pages>
  <Words>3856</Words>
  <Characters>23136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XVII/139/2020</dc:title>
  <dc:subject/>
  <dc:creator>Lenovo</dc:creator>
  <cp:keywords/>
  <dc:description/>
  <cp:lastModifiedBy>brmsycow@outlook.com</cp:lastModifiedBy>
  <cp:revision>3</cp:revision>
  <cp:lastPrinted>2020-02-04T14:21:00Z</cp:lastPrinted>
  <dcterms:created xsi:type="dcterms:W3CDTF">2020-02-04T14:18:00Z</dcterms:created>
  <dcterms:modified xsi:type="dcterms:W3CDTF">2020-02-04T14:26:00Z</dcterms:modified>
</cp:coreProperties>
</file>