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83" w:rsidRDefault="00651C83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</w:p>
    <w:p w:rsidR="00651C83" w:rsidRDefault="00651C83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</w:p>
    <w:p w:rsidR="00651C83" w:rsidRDefault="00651C83" w:rsidP="00B848F7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  <w:r>
        <w:rPr>
          <w:rStyle w:val="plbx-10x-x-1091"/>
        </w:rPr>
        <w:t>UCHWAŁA NR 01/2019</w:t>
      </w:r>
    </w:p>
    <w:p w:rsidR="00651C83" w:rsidRDefault="00651C83">
      <w:pPr>
        <w:pStyle w:val="noindent"/>
        <w:spacing w:before="0" w:beforeAutospacing="0" w:after="0" w:afterAutospacing="0"/>
        <w:ind w:left="240" w:right="240"/>
        <w:jc w:val="center"/>
      </w:pPr>
      <w:r>
        <w:rPr>
          <w:rStyle w:val="plbx-10x-x-1091"/>
        </w:rPr>
        <w:t>Komisji Rewizyjnej Rady Miejskiej w Sycowie</w:t>
      </w:r>
      <w:r>
        <w:t xml:space="preserve"> </w:t>
      </w:r>
    </w:p>
    <w:p w:rsidR="00651C83" w:rsidRDefault="00651C83" w:rsidP="00305BC7">
      <w:pPr>
        <w:pStyle w:val="noindent"/>
        <w:spacing w:before="0" w:beforeAutospacing="0" w:after="0" w:afterAutospacing="0"/>
        <w:ind w:left="240" w:right="240"/>
        <w:jc w:val="center"/>
      </w:pPr>
      <w:r>
        <w:rPr>
          <w:rStyle w:val="plbx-10x-x-1091"/>
        </w:rPr>
        <w:t>z dnia</w:t>
      </w:r>
      <w:r w:rsidRPr="002A46C0">
        <w:rPr>
          <w:b/>
        </w:rPr>
        <w:t xml:space="preserve"> </w:t>
      </w:r>
      <w:r>
        <w:rPr>
          <w:b/>
        </w:rPr>
        <w:t>08</w:t>
      </w:r>
      <w:r>
        <w:rPr>
          <w:rStyle w:val="plbx-10x-x-1091"/>
        </w:rPr>
        <w:t xml:space="preserve"> maja 2019 r.</w:t>
      </w:r>
    </w:p>
    <w:p w:rsidR="00651C83" w:rsidRDefault="00651C83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  <w:bookmarkStart w:id="0" w:name="_GoBack"/>
      <w:bookmarkEnd w:id="0"/>
    </w:p>
    <w:p w:rsidR="00651C83" w:rsidRDefault="00651C83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</w:p>
    <w:p w:rsidR="00651C83" w:rsidRDefault="00651C83" w:rsidP="000C6D6A">
      <w:pPr>
        <w:pStyle w:val="noindent"/>
        <w:spacing w:before="0" w:beforeAutospacing="0" w:after="0" w:afterAutospacing="0"/>
        <w:ind w:right="240"/>
        <w:jc w:val="both"/>
        <w:rPr>
          <w:b/>
          <w:bCs/>
        </w:rPr>
      </w:pPr>
      <w:r>
        <w:rPr>
          <w:rStyle w:val="plbx-10x-x-1091"/>
          <w:b w:val="0"/>
          <w:bCs w:val="0"/>
        </w:rPr>
        <w:t>w sprawie wniosku o udzielenie absolutorium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 xml:space="preserve">Burmistrzowi Miasta i Gminy Syców </w:t>
      </w:r>
      <w:r>
        <w:rPr>
          <w:rStyle w:val="plbx-10x-x-1091"/>
          <w:b w:val="0"/>
          <w:bCs w:val="0"/>
        </w:rPr>
        <w:br/>
        <w:t>za rok 2018.</w:t>
      </w:r>
    </w:p>
    <w:p w:rsidR="00651C83" w:rsidRDefault="00651C83">
      <w:pPr>
        <w:pStyle w:val="indent"/>
        <w:spacing w:before="0" w:beforeAutospacing="0" w:after="0" w:afterAutospacing="0"/>
      </w:pPr>
    </w:p>
    <w:p w:rsidR="00651C83" w:rsidRDefault="00651C83">
      <w:pPr>
        <w:pStyle w:val="indent"/>
        <w:tabs>
          <w:tab w:val="right" w:leader="dot" w:pos="9000"/>
        </w:tabs>
        <w:spacing w:before="0" w:beforeAutospacing="0" w:after="0" w:afterAutospacing="0"/>
        <w:ind w:firstLine="0"/>
        <w:jc w:val="both"/>
      </w:pPr>
    </w:p>
    <w:p w:rsidR="00651C83" w:rsidRDefault="00651C83">
      <w:pPr>
        <w:pStyle w:val="indent"/>
        <w:tabs>
          <w:tab w:val="right" w:leader="dot" w:pos="9000"/>
        </w:tabs>
        <w:spacing w:before="0" w:beforeAutospacing="0" w:after="0" w:afterAutospacing="0"/>
        <w:ind w:firstLine="0"/>
        <w:jc w:val="both"/>
      </w:pPr>
    </w:p>
    <w:p w:rsidR="00651C83" w:rsidRDefault="00651C83" w:rsidP="00191018">
      <w:pPr>
        <w:pStyle w:val="indent"/>
        <w:spacing w:before="0" w:beforeAutospacing="0" w:after="0" w:afterAutospacing="0"/>
        <w:ind w:firstLine="0"/>
        <w:jc w:val="both"/>
      </w:pPr>
      <w:r>
        <w:rPr>
          <w:rStyle w:val="plbx-10x-x-1091"/>
          <w:b w:val="0"/>
          <w:bCs w:val="0"/>
        </w:rPr>
        <w:t>Na podstawie</w:t>
      </w:r>
      <w:r>
        <w:t xml:space="preserve"> art. 18a ust. 3 ustawy z dnia 8 marca 1990 r. o samorządzie gminnym </w:t>
      </w:r>
      <w:r>
        <w:rPr>
          <w:sz w:val="28"/>
        </w:rPr>
        <w:br/>
        <w:t>(</w:t>
      </w:r>
      <w:r>
        <w:t>Dz.U. z 2019 r., poz. 506) uchwala się co następuje:</w:t>
      </w:r>
    </w:p>
    <w:p w:rsidR="00651C83" w:rsidRDefault="00651C83">
      <w:pPr>
        <w:pStyle w:val="indent"/>
        <w:spacing w:before="0" w:beforeAutospacing="0" w:after="0" w:afterAutospacing="0"/>
        <w:jc w:val="both"/>
      </w:pPr>
    </w:p>
    <w:p w:rsidR="00651C83" w:rsidRDefault="00651C83">
      <w:pPr>
        <w:pStyle w:val="indent"/>
        <w:spacing w:before="0" w:beforeAutospacing="0" w:after="0" w:afterAutospacing="0"/>
        <w:jc w:val="both"/>
      </w:pPr>
    </w:p>
    <w:p w:rsidR="00651C83" w:rsidRDefault="00651C83">
      <w:pPr>
        <w:jc w:val="center"/>
      </w:pPr>
      <w:r>
        <w:t>§ 1.</w:t>
      </w:r>
    </w:p>
    <w:p w:rsidR="00651C83" w:rsidRDefault="00651C83" w:rsidP="00191018">
      <w:pPr>
        <w:pStyle w:val="indent"/>
        <w:spacing w:before="0" w:beforeAutospacing="0" w:after="0" w:afterAutospacing="0"/>
        <w:ind w:firstLine="0"/>
        <w:jc w:val="both"/>
        <w:rPr>
          <w:b/>
          <w:bCs/>
        </w:rPr>
      </w:pPr>
      <w:r>
        <w:rPr>
          <w:rStyle w:val="plbx-10x-x-1091"/>
          <w:b w:val="0"/>
          <w:bCs w:val="0"/>
        </w:rPr>
        <w:t>Komisja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>Rewizyjna po analizie wykonania zadań budżetu Miasta i Gminy Syców, pozytywnie opiniuje wykonanie budżetu za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 xml:space="preserve">2018 rok i wnioskuje do Rady Miejskiej </w:t>
      </w:r>
      <w:r>
        <w:rPr>
          <w:rStyle w:val="plbx-10x-x-1091"/>
          <w:b w:val="0"/>
          <w:bCs w:val="0"/>
        </w:rPr>
        <w:br/>
        <w:t>w Sycowie, o  udzielenie</w:t>
      </w:r>
      <w:r>
        <w:rPr>
          <w:b/>
          <w:bCs/>
        </w:rPr>
        <w:t xml:space="preserve"> </w:t>
      </w:r>
      <w:r>
        <w:t>Burmistrzowi Miasta i Gminy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>Syców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>absolutorium za</w:t>
      </w:r>
      <w:r>
        <w:rPr>
          <w:b/>
          <w:bCs/>
        </w:rPr>
        <w:t xml:space="preserve"> </w:t>
      </w:r>
      <w:r>
        <w:rPr>
          <w:rStyle w:val="plbx-10x-x-1091"/>
          <w:b w:val="0"/>
          <w:bCs w:val="0"/>
        </w:rPr>
        <w:t>2018 rok.</w:t>
      </w:r>
      <w:r>
        <w:rPr>
          <w:b/>
          <w:bCs/>
        </w:rPr>
        <w:t xml:space="preserve"> </w:t>
      </w:r>
    </w:p>
    <w:p w:rsidR="00651C83" w:rsidRDefault="00651C83">
      <w:pPr>
        <w:pStyle w:val="indent"/>
        <w:spacing w:before="0" w:beforeAutospacing="0" w:after="0" w:afterAutospacing="0"/>
        <w:jc w:val="both"/>
        <w:rPr>
          <w:b/>
          <w:bCs/>
        </w:rPr>
      </w:pPr>
    </w:p>
    <w:p w:rsidR="00651C83" w:rsidRDefault="00651C83">
      <w:pPr>
        <w:jc w:val="center"/>
      </w:pPr>
      <w:r>
        <w:t>§ 2.</w:t>
      </w:r>
    </w:p>
    <w:p w:rsidR="00651C83" w:rsidRDefault="00651C83" w:rsidP="00EE53AE">
      <w:pPr>
        <w:pStyle w:val="indent"/>
        <w:spacing w:before="0" w:beforeAutospacing="0" w:after="0" w:afterAutospacing="0"/>
        <w:ind w:firstLine="0"/>
        <w:jc w:val="both"/>
      </w:pPr>
      <w:r>
        <w:t>Opinia Komisji Rewizyjnej Rady Miejskiej w Sycowie o wykonaniu budżetu Miasta i Gminy Syców za 2018 rok stanowi załącznik nr 1 do niniejszej uchwały.</w:t>
      </w:r>
    </w:p>
    <w:p w:rsidR="00651C83" w:rsidRDefault="00651C83">
      <w:pPr>
        <w:pStyle w:val="indent"/>
        <w:spacing w:before="0" w:beforeAutospacing="0" w:after="0" w:afterAutospacing="0"/>
        <w:jc w:val="both"/>
      </w:pPr>
    </w:p>
    <w:p w:rsidR="00651C83" w:rsidRDefault="00651C83">
      <w:pPr>
        <w:jc w:val="center"/>
      </w:pPr>
      <w:r>
        <w:t>§ 3.</w:t>
      </w:r>
    </w:p>
    <w:p w:rsidR="00651C83" w:rsidRDefault="00651C83">
      <w:pPr>
        <w:jc w:val="center"/>
      </w:pPr>
    </w:p>
    <w:p w:rsidR="00651C83" w:rsidRDefault="00651C83" w:rsidP="00B848F7">
      <w:pPr>
        <w:jc w:val="both"/>
      </w:pPr>
      <w:r>
        <w:t xml:space="preserve">Niezwłoczne przekazanie niniejszej uchwały do Rady Miejskiej powierza się Przewodniczącemu Komisji Rewizyjnej. </w:t>
      </w:r>
    </w:p>
    <w:p w:rsidR="00651C83" w:rsidRDefault="00651C83">
      <w:pPr>
        <w:jc w:val="center"/>
      </w:pPr>
    </w:p>
    <w:p w:rsidR="00651C83" w:rsidRDefault="00651C83">
      <w:pPr>
        <w:jc w:val="center"/>
      </w:pPr>
      <w:r>
        <w:t>§ 4.</w:t>
      </w:r>
    </w:p>
    <w:p w:rsidR="00651C83" w:rsidRDefault="00651C83" w:rsidP="00B848F7">
      <w:pPr>
        <w:pStyle w:val="indent"/>
        <w:spacing w:before="0" w:beforeAutospacing="0" w:after="0" w:afterAutospacing="0"/>
        <w:ind w:firstLine="0"/>
        <w:jc w:val="both"/>
      </w:pPr>
      <w:r>
        <w:t>Uchwała wchodzi w życie z dniem podjęcia.</w:t>
      </w:r>
    </w:p>
    <w:p w:rsidR="00651C83" w:rsidRDefault="00651C83">
      <w:pPr>
        <w:pStyle w:val="indent"/>
        <w:spacing w:before="0" w:beforeAutospacing="0" w:after="0" w:afterAutospacing="0"/>
        <w:jc w:val="both"/>
      </w:pPr>
    </w:p>
    <w:p w:rsidR="00651C83" w:rsidRDefault="00651C83">
      <w:pPr>
        <w:pStyle w:val="noindent"/>
        <w:spacing w:before="0" w:beforeAutospacing="0" w:after="0" w:afterAutospacing="0"/>
        <w:ind w:left="240" w:right="240"/>
        <w:jc w:val="center"/>
        <w:rPr>
          <w:rStyle w:val="plbx-10x-x-1091"/>
        </w:rPr>
      </w:pPr>
    </w:p>
    <w:p w:rsidR="00651C83" w:rsidRDefault="00651C83">
      <w:pPr>
        <w:pStyle w:val="indent"/>
        <w:spacing w:before="0" w:beforeAutospacing="0" w:after="0" w:afterAutospacing="0"/>
        <w:rPr>
          <w:rStyle w:val="plbx-10x-x-1091"/>
        </w:rPr>
      </w:pPr>
    </w:p>
    <w:p w:rsidR="00651C83" w:rsidRDefault="00651C83">
      <w:pPr>
        <w:pStyle w:val="indent"/>
        <w:spacing w:before="0" w:beforeAutospacing="0" w:after="0" w:afterAutospacing="0"/>
        <w:ind w:firstLine="0"/>
      </w:pPr>
    </w:p>
    <w:p w:rsidR="00651C83" w:rsidRDefault="00651C83">
      <w:pPr>
        <w:pStyle w:val="indent"/>
        <w:spacing w:before="0" w:beforeAutospacing="0" w:after="0" w:afterAutospacing="0"/>
        <w:ind w:firstLine="0"/>
      </w:pPr>
    </w:p>
    <w:p w:rsidR="00651C83" w:rsidRDefault="00651C83">
      <w:pPr>
        <w:pStyle w:val="indent"/>
        <w:spacing w:before="0" w:beforeAutospacing="0" w:after="0" w:afterAutospacing="0"/>
        <w:ind w:firstLine="0"/>
      </w:pPr>
    </w:p>
    <w:p w:rsidR="00651C83" w:rsidRDefault="00651C83" w:rsidP="00EE53AE">
      <w:pPr>
        <w:pStyle w:val="indent"/>
        <w:tabs>
          <w:tab w:val="right" w:pos="9000"/>
        </w:tabs>
        <w:spacing w:before="0" w:beforeAutospacing="0" w:after="0" w:afterAutospacing="0" w:line="480" w:lineRule="auto"/>
        <w:ind w:left="5400" w:firstLine="0"/>
        <w:jc w:val="right"/>
      </w:pPr>
      <w:r>
        <w:t>Przewodniczący Komisji Rewizyjnej</w:t>
      </w:r>
    </w:p>
    <w:p w:rsidR="00651C83" w:rsidRPr="00191018" w:rsidRDefault="00651C83" w:rsidP="00191018">
      <w:pPr>
        <w:pStyle w:val="indent"/>
        <w:tabs>
          <w:tab w:val="right" w:pos="9000"/>
        </w:tabs>
        <w:spacing w:before="0" w:beforeAutospacing="0" w:after="0" w:afterAutospacing="0" w:line="480" w:lineRule="auto"/>
        <w:ind w:left="5400" w:firstLine="0"/>
        <w:rPr>
          <w:i/>
          <w:iCs/>
        </w:rPr>
      </w:pPr>
      <w:r>
        <w:t xml:space="preserve">                    </w:t>
      </w:r>
      <w:r w:rsidRPr="00191018">
        <w:rPr>
          <w:i/>
          <w:iCs/>
        </w:rPr>
        <w:t>Danuta Nowicka</w:t>
      </w:r>
    </w:p>
    <w:p w:rsidR="00651C83" w:rsidRDefault="00651C83">
      <w:pPr>
        <w:pStyle w:val="indent"/>
        <w:tabs>
          <w:tab w:val="right" w:pos="9000"/>
        </w:tabs>
        <w:spacing w:before="0" w:beforeAutospacing="0" w:after="0" w:afterAutospacing="0"/>
        <w:ind w:left="5400" w:firstLine="0"/>
      </w:pPr>
    </w:p>
    <w:p w:rsidR="00651C83" w:rsidRDefault="00651C83">
      <w:pPr>
        <w:pStyle w:val="noindent"/>
        <w:spacing w:before="0" w:beforeAutospacing="0" w:after="0" w:afterAutospacing="0"/>
        <w:jc w:val="right"/>
      </w:pPr>
    </w:p>
    <w:p w:rsidR="00651C83" w:rsidRDefault="00651C83">
      <w:pPr>
        <w:pStyle w:val="noindent"/>
        <w:spacing w:before="0" w:beforeAutospacing="0" w:after="0" w:afterAutospacing="0"/>
        <w:jc w:val="right"/>
      </w:pPr>
    </w:p>
    <w:p w:rsidR="00651C83" w:rsidRDefault="00651C83">
      <w:pPr>
        <w:pStyle w:val="noindent"/>
        <w:spacing w:before="0" w:beforeAutospacing="0" w:after="0" w:afterAutospacing="0"/>
        <w:jc w:val="right"/>
      </w:pPr>
    </w:p>
    <w:p w:rsidR="00651C83" w:rsidRDefault="00651C83">
      <w:pPr>
        <w:pStyle w:val="noindent"/>
        <w:spacing w:before="0" w:beforeAutospacing="0" w:after="0" w:afterAutospacing="0"/>
        <w:jc w:val="right"/>
      </w:pPr>
    </w:p>
    <w:p w:rsidR="00651C83" w:rsidRDefault="00651C83">
      <w:pPr>
        <w:pStyle w:val="noindent"/>
        <w:spacing w:before="0" w:beforeAutospacing="0" w:after="0" w:afterAutospacing="0"/>
        <w:jc w:val="right"/>
      </w:pPr>
    </w:p>
    <w:p w:rsidR="00651C83" w:rsidRDefault="00651C83">
      <w:pPr>
        <w:pStyle w:val="noindent"/>
        <w:spacing w:before="0" w:beforeAutospacing="0" w:after="0" w:afterAutospacing="0"/>
        <w:jc w:val="right"/>
      </w:pPr>
    </w:p>
    <w:p w:rsidR="00651C83" w:rsidRDefault="00651C83">
      <w:pPr>
        <w:pStyle w:val="noindent"/>
        <w:spacing w:before="0" w:beforeAutospacing="0" w:after="0" w:afterAutospacing="0"/>
        <w:jc w:val="right"/>
      </w:pPr>
    </w:p>
    <w:sectPr w:rsidR="00651C83" w:rsidSect="00530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C4E"/>
    <w:multiLevelType w:val="hybridMultilevel"/>
    <w:tmpl w:val="729E9E8C"/>
    <w:lvl w:ilvl="0" w:tplc="D0362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D814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B24B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50479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EAC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00CD2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A06DA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409C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7C92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0"/>
    <w:lvlOverride w:ilvl="0">
      <w:startOverride w:val="10"/>
    </w:lvlOverride>
  </w:num>
  <w:num w:numId="11">
    <w:abstractNumId w:val="0"/>
    <w:lvlOverride w:ilvl="0">
      <w:startOverride w:val="11"/>
    </w:lvlOverride>
  </w:num>
  <w:num w:numId="12">
    <w:abstractNumId w:val="0"/>
    <w:lvlOverride w:ilvl="0">
      <w:startOverride w:val="1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3AE"/>
    <w:rsid w:val="000C6D6A"/>
    <w:rsid w:val="00103CC6"/>
    <w:rsid w:val="00160669"/>
    <w:rsid w:val="00191018"/>
    <w:rsid w:val="002A46C0"/>
    <w:rsid w:val="00305BC7"/>
    <w:rsid w:val="003E4147"/>
    <w:rsid w:val="004745ED"/>
    <w:rsid w:val="00530549"/>
    <w:rsid w:val="005D5C02"/>
    <w:rsid w:val="00651C83"/>
    <w:rsid w:val="00665BB1"/>
    <w:rsid w:val="006A0588"/>
    <w:rsid w:val="00764FAA"/>
    <w:rsid w:val="00862801"/>
    <w:rsid w:val="00971177"/>
    <w:rsid w:val="00976023"/>
    <w:rsid w:val="00A264F0"/>
    <w:rsid w:val="00B848F7"/>
    <w:rsid w:val="00BE6BF3"/>
    <w:rsid w:val="00C83472"/>
    <w:rsid w:val="00C97367"/>
    <w:rsid w:val="00D54F35"/>
    <w:rsid w:val="00ED1A22"/>
    <w:rsid w:val="00EE53AE"/>
    <w:rsid w:val="00F94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54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indent">
    <w:name w:val="noindent"/>
    <w:basedOn w:val="Normal"/>
    <w:uiPriority w:val="99"/>
    <w:rsid w:val="00530549"/>
    <w:pPr>
      <w:spacing w:before="100" w:beforeAutospacing="1" w:after="100" w:afterAutospacing="1"/>
    </w:pPr>
  </w:style>
  <w:style w:type="paragraph" w:customStyle="1" w:styleId="indent">
    <w:name w:val="indent"/>
    <w:basedOn w:val="Normal"/>
    <w:uiPriority w:val="99"/>
    <w:rsid w:val="00530549"/>
    <w:pPr>
      <w:spacing w:before="100" w:beforeAutospacing="1" w:after="100" w:afterAutospacing="1"/>
      <w:ind w:firstLine="360"/>
    </w:pPr>
  </w:style>
  <w:style w:type="character" w:customStyle="1" w:styleId="plbx-10x-x-1091">
    <w:name w:val="plbx-10x-x-1091"/>
    <w:basedOn w:val="DefaultParagraphFont"/>
    <w:uiPriority w:val="99"/>
    <w:rsid w:val="00530549"/>
    <w:rPr>
      <w:rFonts w:cs="Times New Roman"/>
      <w:b/>
      <w:bCs/>
    </w:rPr>
  </w:style>
  <w:style w:type="character" w:customStyle="1" w:styleId="plti-10x-x-1091">
    <w:name w:val="plti-10x-x-1091"/>
    <w:basedOn w:val="DefaultParagraphFont"/>
    <w:uiPriority w:val="99"/>
    <w:rsid w:val="00530549"/>
    <w:rPr>
      <w:rFonts w:cs="Times New Roman"/>
      <w:i/>
      <w:iCs/>
    </w:rPr>
  </w:style>
  <w:style w:type="character" w:customStyle="1" w:styleId="plr-101">
    <w:name w:val="plr-101"/>
    <w:basedOn w:val="DefaultParagraphFont"/>
    <w:uiPriority w:val="99"/>
    <w:rsid w:val="00530549"/>
    <w:rPr>
      <w:rFonts w:cs="Times New Roman"/>
      <w:sz w:val="22"/>
      <w:szCs w:val="22"/>
    </w:rPr>
  </w:style>
  <w:style w:type="character" w:customStyle="1" w:styleId="plti-101">
    <w:name w:val="plti-101"/>
    <w:basedOn w:val="DefaultParagraphFont"/>
    <w:uiPriority w:val="99"/>
    <w:rsid w:val="00530549"/>
    <w:rPr>
      <w:rFonts w:cs="Times New Roman"/>
      <w:i/>
      <w:iCs/>
      <w:sz w:val="22"/>
      <w:szCs w:val="22"/>
    </w:rPr>
  </w:style>
  <w:style w:type="character" w:customStyle="1" w:styleId="plr-91">
    <w:name w:val="plr-91"/>
    <w:basedOn w:val="DefaultParagraphFont"/>
    <w:uiPriority w:val="99"/>
    <w:rsid w:val="00530549"/>
    <w:rPr>
      <w:rFonts w:cs="Times New Roman"/>
      <w:sz w:val="19"/>
      <w:szCs w:val="19"/>
    </w:rPr>
  </w:style>
  <w:style w:type="character" w:customStyle="1" w:styleId="plti-91">
    <w:name w:val="plti-91"/>
    <w:basedOn w:val="DefaultParagraphFont"/>
    <w:uiPriority w:val="99"/>
    <w:rsid w:val="00530549"/>
    <w:rPr>
      <w:rFonts w:cs="Times New Roman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139</Words>
  <Characters>839</Characters>
  <Application>Microsoft Office Outlook</Application>
  <DocSecurity>0</DocSecurity>
  <Lines>0</Lines>
  <Paragraphs>0</Paragraphs>
  <ScaleCrop>false</ScaleCrop>
  <Company>Mario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23</dc:title>
  <dc:subject/>
  <dc:creator>ao</dc:creator>
  <cp:keywords/>
  <dc:description/>
  <cp:lastModifiedBy>brmsycow@outlook.com</cp:lastModifiedBy>
  <cp:revision>4</cp:revision>
  <cp:lastPrinted>2016-05-12T13:13:00Z</cp:lastPrinted>
  <dcterms:created xsi:type="dcterms:W3CDTF">2019-05-10T07:59:00Z</dcterms:created>
  <dcterms:modified xsi:type="dcterms:W3CDTF">2019-05-10T08:47:00Z</dcterms:modified>
</cp:coreProperties>
</file>