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ED7" w:rsidRPr="00AB5A99" w:rsidRDefault="00D53ED7" w:rsidP="00BB6FF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UCHWAŁA NR XII/87</w:t>
      </w:r>
      <w:r w:rsidRPr="00AB5A99">
        <w:rPr>
          <w:rFonts w:ascii="Times New Roman" w:hAnsi="Times New Roman" w:cs="Times New Roman"/>
          <w:b/>
          <w:bCs/>
        </w:rPr>
        <w:t>/2019</w:t>
      </w:r>
    </w:p>
    <w:p w:rsidR="00D53ED7" w:rsidRPr="00AB5A99" w:rsidRDefault="00D53ED7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AB5A99">
        <w:rPr>
          <w:rFonts w:ascii="Times New Roman" w:hAnsi="Times New Roman" w:cs="Times New Roman"/>
          <w:b/>
          <w:bCs/>
        </w:rPr>
        <w:t>RADY MIE</w:t>
      </w:r>
      <w:r>
        <w:rPr>
          <w:rFonts w:ascii="Times New Roman" w:hAnsi="Times New Roman" w:cs="Times New Roman"/>
          <w:b/>
          <w:bCs/>
        </w:rPr>
        <w:t>JSKIEJ W SYCOWIE</w:t>
      </w:r>
      <w:r>
        <w:rPr>
          <w:rFonts w:ascii="Times New Roman" w:hAnsi="Times New Roman" w:cs="Times New Roman"/>
          <w:b/>
          <w:bCs/>
        </w:rPr>
        <w:br/>
        <w:t>z dnia 22 sierpnia</w:t>
      </w:r>
      <w:r w:rsidRPr="00AB5A99">
        <w:rPr>
          <w:rFonts w:ascii="Times New Roman" w:hAnsi="Times New Roman" w:cs="Times New Roman"/>
          <w:b/>
          <w:bCs/>
        </w:rPr>
        <w:t xml:space="preserve"> 2019 r.</w:t>
      </w:r>
    </w:p>
    <w:p w:rsidR="00D53ED7" w:rsidRPr="00AB5A99" w:rsidRDefault="00D53ED7" w:rsidP="0009038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AB5A99">
        <w:rPr>
          <w:rFonts w:ascii="Times New Roman" w:hAnsi="Times New Roman" w:cs="Times New Roman"/>
        </w:rPr>
        <w:t>w sprawie zmiany budżetu Miasta i Gminy Syców</w:t>
      </w:r>
    </w:p>
    <w:p w:rsidR="00D53ED7" w:rsidRPr="00AB5A99" w:rsidRDefault="00D53ED7" w:rsidP="006F1B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AB5A99">
        <w:rPr>
          <w:rFonts w:ascii="Times New Roman" w:hAnsi="Times New Roman" w:cs="Times New Roman"/>
        </w:rPr>
        <w:t>na rok 2019</w:t>
      </w:r>
    </w:p>
    <w:p w:rsidR="00D53ED7" w:rsidRPr="00AB5A99" w:rsidRDefault="00D53ED7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B5A99">
        <w:rPr>
          <w:rFonts w:ascii="Times New Roman" w:hAnsi="Times New Roman" w:cs="Times New Roman"/>
        </w:rPr>
        <w:t xml:space="preserve">Na podstawie art.18 ust.2 pkt 4 oraz 58 ustawy z dnia 8 marca 1990 r. o samorządzie gminnym  </w:t>
      </w:r>
      <w:r>
        <w:rPr>
          <w:rFonts w:ascii="Times New Roman" w:hAnsi="Times New Roman" w:cs="Times New Roman"/>
        </w:rPr>
        <w:t xml:space="preserve">              (tj. Dz. U. z 2019 r. poz.506 ze zm.</w:t>
      </w:r>
      <w:r w:rsidRPr="00AB5A99">
        <w:rPr>
          <w:rFonts w:ascii="Times New Roman" w:hAnsi="Times New Roman" w:cs="Times New Roman"/>
        </w:rPr>
        <w:t xml:space="preserve">) art. 212, art. 216 ust.2  pkt 5 ustawy z dnia 27 sierpnia 2009 r.               </w:t>
      </w:r>
      <w:r>
        <w:rPr>
          <w:rFonts w:ascii="Times New Roman" w:hAnsi="Times New Roman" w:cs="Times New Roman"/>
        </w:rPr>
        <w:t xml:space="preserve">          </w:t>
      </w:r>
      <w:r w:rsidRPr="00AB5A99">
        <w:rPr>
          <w:rFonts w:ascii="Times New Roman" w:hAnsi="Times New Roman" w:cs="Times New Roman"/>
        </w:rPr>
        <w:t>o finansac</w:t>
      </w:r>
      <w:r>
        <w:rPr>
          <w:rFonts w:ascii="Times New Roman" w:hAnsi="Times New Roman" w:cs="Times New Roman"/>
        </w:rPr>
        <w:t>h publicznych (tj. Dz. U. z 2019 r., poz.869</w:t>
      </w:r>
      <w:r w:rsidRPr="00AB5A99">
        <w:rPr>
          <w:rFonts w:ascii="Times New Roman" w:hAnsi="Times New Roman" w:cs="Times New Roman"/>
        </w:rPr>
        <w:t>) Rada Miejska w Sycowie uchwala co następuje:</w:t>
      </w:r>
    </w:p>
    <w:p w:rsidR="00D53ED7" w:rsidRPr="00867A53" w:rsidRDefault="00D53ED7" w:rsidP="007F07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</w:rPr>
      </w:pPr>
    </w:p>
    <w:p w:rsidR="00D53ED7" w:rsidRPr="00A06AC3" w:rsidRDefault="00D53ED7" w:rsidP="007F07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06AC3">
        <w:rPr>
          <w:rFonts w:ascii="Times New Roman" w:hAnsi="Times New Roman" w:cs="Times New Roman"/>
        </w:rPr>
        <w:t>§ 1.</w:t>
      </w:r>
    </w:p>
    <w:p w:rsidR="00D53ED7" w:rsidRPr="00B55E4A" w:rsidRDefault="00D53ED7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 xml:space="preserve">1.  W  załączniku  nr 2 do uchwały Rady Miejskiej w Sycowie  nr  IV/23/2018 z dnia 27 grudnia  2018 r. pn." Wydatki budżetu Miasta i Gminy Syców na rok 2019" wprowadza się zmiany jak w załączniku         nr 1 do niniejszej uchwały.   </w:t>
      </w:r>
    </w:p>
    <w:p w:rsidR="00D53ED7" w:rsidRPr="00B55E4A" w:rsidRDefault="00D53ED7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 xml:space="preserve">2. Plan wydatków Miasta i Gminy po zmianie wynosi </w:t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  <w:t xml:space="preserve">     </w:t>
      </w:r>
      <w:r>
        <w:rPr>
          <w:rFonts w:ascii="Times New Roman" w:hAnsi="Times New Roman" w:cs="Times New Roman"/>
        </w:rPr>
        <w:t xml:space="preserve">                     73 619 791,20 </w:t>
      </w:r>
      <w:r w:rsidRPr="00B55E4A">
        <w:rPr>
          <w:rFonts w:ascii="Times New Roman" w:hAnsi="Times New Roman" w:cs="Times New Roman"/>
        </w:rPr>
        <w:t>zł</w:t>
      </w:r>
    </w:p>
    <w:p w:rsidR="00D53ED7" w:rsidRPr="00B55E4A" w:rsidRDefault="00D53ED7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 xml:space="preserve">    w tym:</w:t>
      </w:r>
    </w:p>
    <w:p w:rsidR="00D53ED7" w:rsidRPr="00B55E4A" w:rsidRDefault="00D53ED7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 xml:space="preserve">- wydatki bieżące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62 165 794,20 </w:t>
      </w:r>
      <w:r w:rsidRPr="00B55E4A">
        <w:rPr>
          <w:rFonts w:ascii="Times New Roman" w:hAnsi="Times New Roman" w:cs="Times New Roman"/>
        </w:rPr>
        <w:t>zł</w:t>
      </w:r>
    </w:p>
    <w:p w:rsidR="00D53ED7" w:rsidRPr="00B55E4A" w:rsidRDefault="00D53ED7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55E4A">
        <w:rPr>
          <w:rFonts w:ascii="Times New Roman" w:hAnsi="Times New Roman" w:cs="Times New Roman"/>
        </w:rPr>
        <w:t xml:space="preserve">- wydatki majątkowe </w:t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  <w:t xml:space="preserve">   </w:t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</w:r>
      <w:r w:rsidRPr="00B55E4A">
        <w:rPr>
          <w:rFonts w:ascii="Times New Roman" w:hAnsi="Times New Roman" w:cs="Times New Roman"/>
        </w:rPr>
        <w:tab/>
        <w:t xml:space="preserve">                    </w:t>
      </w:r>
      <w:r>
        <w:rPr>
          <w:rFonts w:ascii="Times New Roman" w:hAnsi="Times New Roman" w:cs="Times New Roman"/>
        </w:rPr>
        <w:t xml:space="preserve">                   11 453 997,00 </w:t>
      </w:r>
      <w:r w:rsidRPr="00B55E4A">
        <w:rPr>
          <w:rFonts w:ascii="Times New Roman" w:hAnsi="Times New Roman" w:cs="Times New Roman"/>
        </w:rPr>
        <w:t>zł</w:t>
      </w:r>
    </w:p>
    <w:p w:rsidR="00D53ED7" w:rsidRPr="00B55E4A" w:rsidRDefault="00D53ED7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53ED7" w:rsidRPr="00B752C0" w:rsidRDefault="00D53ED7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53ED7" w:rsidRPr="00B752C0" w:rsidRDefault="00D53ED7" w:rsidP="00C9186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2</w:t>
      </w:r>
      <w:r w:rsidRPr="00B752C0">
        <w:rPr>
          <w:rFonts w:ascii="Times New Roman" w:hAnsi="Times New Roman" w:cs="Times New Roman"/>
        </w:rPr>
        <w:t xml:space="preserve">. </w:t>
      </w:r>
    </w:p>
    <w:p w:rsidR="00D53ED7" w:rsidRPr="00B55E4A" w:rsidRDefault="00D53ED7" w:rsidP="006061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752C0">
        <w:rPr>
          <w:rFonts w:ascii="Times New Roman" w:hAnsi="Times New Roman" w:cs="Times New Roman"/>
        </w:rPr>
        <w:t xml:space="preserve">1. Zwiększa się przychody budżetu gminy z tytułu wolnych środków, o których mowa                </w:t>
      </w:r>
      <w:r>
        <w:rPr>
          <w:rFonts w:ascii="Times New Roman" w:hAnsi="Times New Roman" w:cs="Times New Roman"/>
        </w:rPr>
        <w:t xml:space="preserve">              w art.217 ust.2 </w:t>
      </w:r>
      <w:r w:rsidRPr="00B752C0">
        <w:rPr>
          <w:rFonts w:ascii="Times New Roman" w:hAnsi="Times New Roman" w:cs="Times New Roman"/>
        </w:rPr>
        <w:t xml:space="preserve">pkt 6 ustawy o finansach  publicznych o kwotę </w:t>
      </w:r>
      <w:r w:rsidRPr="00B752C0">
        <w:rPr>
          <w:rFonts w:ascii="Times New Roman" w:hAnsi="Times New Roman" w:cs="Times New Roman"/>
        </w:rPr>
        <w:tab/>
      </w:r>
      <w:r w:rsidRPr="00867A53">
        <w:rPr>
          <w:rFonts w:ascii="Times New Roman" w:hAnsi="Times New Roman" w:cs="Times New Roman"/>
          <w:color w:val="FF0000"/>
        </w:rPr>
        <w:tab/>
        <w:t xml:space="preserve">      </w:t>
      </w:r>
      <w:r w:rsidRPr="00867A53">
        <w:rPr>
          <w:rFonts w:ascii="Times New Roman" w:hAnsi="Times New Roman" w:cs="Times New Roman"/>
          <w:color w:val="FF0000"/>
        </w:rPr>
        <w:tab/>
      </w:r>
      <w:r>
        <w:rPr>
          <w:rFonts w:ascii="Times New Roman" w:hAnsi="Times New Roman" w:cs="Times New Roman"/>
        </w:rPr>
        <w:t xml:space="preserve">                    314 283,00 </w:t>
      </w:r>
      <w:r w:rsidRPr="00B55E4A">
        <w:rPr>
          <w:rFonts w:ascii="Times New Roman" w:hAnsi="Times New Roman" w:cs="Times New Roman"/>
        </w:rPr>
        <w:t>zł</w:t>
      </w:r>
    </w:p>
    <w:p w:rsidR="00D53ED7" w:rsidRPr="00867A53" w:rsidRDefault="00D53ED7" w:rsidP="00BC01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640B03">
        <w:rPr>
          <w:rFonts w:ascii="Times New Roman" w:hAnsi="Times New Roman" w:cs="Times New Roman"/>
        </w:rPr>
        <w:t>2. Przychody budżetu wynoszą</w:t>
      </w:r>
      <w:r w:rsidRPr="00867A53">
        <w:rPr>
          <w:rFonts w:ascii="Times New Roman" w:hAnsi="Times New Roman" w:cs="Times New Roman"/>
          <w:color w:val="FF0000"/>
        </w:rPr>
        <w:tab/>
      </w:r>
      <w:r w:rsidRPr="00867A53">
        <w:rPr>
          <w:rFonts w:ascii="Times New Roman" w:hAnsi="Times New Roman" w:cs="Times New Roman"/>
          <w:color w:val="FF0000"/>
        </w:rPr>
        <w:tab/>
      </w:r>
      <w:r w:rsidRPr="00867A53">
        <w:rPr>
          <w:rFonts w:ascii="Times New Roman" w:hAnsi="Times New Roman" w:cs="Times New Roman"/>
          <w:color w:val="FF0000"/>
        </w:rPr>
        <w:tab/>
      </w:r>
      <w:r w:rsidRPr="00867A53">
        <w:rPr>
          <w:rFonts w:ascii="Times New Roman" w:hAnsi="Times New Roman" w:cs="Times New Roman"/>
          <w:color w:val="FF0000"/>
        </w:rPr>
        <w:tab/>
      </w:r>
      <w:r w:rsidRPr="00867A53">
        <w:rPr>
          <w:rFonts w:ascii="Times New Roman" w:hAnsi="Times New Roman" w:cs="Times New Roman"/>
          <w:color w:val="FF0000"/>
        </w:rPr>
        <w:tab/>
      </w:r>
      <w:r w:rsidRPr="00867A53">
        <w:rPr>
          <w:rFonts w:ascii="Times New Roman" w:hAnsi="Times New Roman" w:cs="Times New Roman"/>
          <w:color w:val="FF0000"/>
        </w:rPr>
        <w:tab/>
        <w:t xml:space="preserve">       </w:t>
      </w:r>
      <w:r>
        <w:rPr>
          <w:rFonts w:ascii="Times New Roman" w:hAnsi="Times New Roman" w:cs="Times New Roman"/>
          <w:color w:val="FF0000"/>
        </w:rPr>
        <w:t xml:space="preserve">                       </w:t>
      </w:r>
      <w:r>
        <w:rPr>
          <w:rFonts w:ascii="Times New Roman" w:hAnsi="Times New Roman" w:cs="Times New Roman"/>
        </w:rPr>
        <w:t>8 707 796,57</w:t>
      </w:r>
      <w:r w:rsidRPr="00640B03">
        <w:rPr>
          <w:rFonts w:ascii="Times New Roman" w:hAnsi="Times New Roman" w:cs="Times New Roman"/>
        </w:rPr>
        <w:t xml:space="preserve"> zł</w:t>
      </w:r>
    </w:p>
    <w:p w:rsidR="00D53ED7" w:rsidRPr="00B63293" w:rsidRDefault="00D53ED7" w:rsidP="00BC015C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63293">
        <w:rPr>
          <w:rFonts w:ascii="Times New Roman" w:hAnsi="Times New Roman" w:cs="Times New Roman"/>
        </w:rPr>
        <w:t xml:space="preserve">3. Rozchody budżetu wynoszą              </w:t>
      </w:r>
      <w:r w:rsidRPr="00B63293">
        <w:rPr>
          <w:rFonts w:ascii="Times New Roman" w:hAnsi="Times New Roman" w:cs="Times New Roman"/>
        </w:rPr>
        <w:tab/>
      </w:r>
      <w:r w:rsidRPr="00B63293">
        <w:rPr>
          <w:rFonts w:ascii="Times New Roman" w:hAnsi="Times New Roman" w:cs="Times New Roman"/>
        </w:rPr>
        <w:tab/>
      </w:r>
      <w:r w:rsidRPr="00B63293">
        <w:rPr>
          <w:rFonts w:ascii="Times New Roman" w:hAnsi="Times New Roman" w:cs="Times New Roman"/>
        </w:rPr>
        <w:tab/>
      </w:r>
      <w:r w:rsidRPr="00B63293">
        <w:rPr>
          <w:rFonts w:ascii="Times New Roman" w:hAnsi="Times New Roman" w:cs="Times New Roman"/>
        </w:rPr>
        <w:tab/>
        <w:t xml:space="preserve">                       </w:t>
      </w:r>
      <w:r>
        <w:rPr>
          <w:rFonts w:ascii="Times New Roman" w:hAnsi="Times New Roman" w:cs="Times New Roman"/>
        </w:rPr>
        <w:t xml:space="preserve">                    6 641 339,00 z</w:t>
      </w:r>
      <w:r w:rsidRPr="00B63293">
        <w:rPr>
          <w:rFonts w:ascii="Times New Roman" w:hAnsi="Times New Roman" w:cs="Times New Roman"/>
        </w:rPr>
        <w:t xml:space="preserve">ł </w:t>
      </w:r>
    </w:p>
    <w:p w:rsidR="00D53ED7" w:rsidRPr="00B63293" w:rsidRDefault="00D53ED7" w:rsidP="00BC015C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63293">
        <w:rPr>
          <w:rFonts w:ascii="Times New Roman" w:hAnsi="Times New Roman" w:cs="Times New Roman"/>
        </w:rPr>
        <w:t xml:space="preserve">4. Różnica między dochodami i wydatkami stanowi deficyt  w wysokości         </w:t>
      </w:r>
      <w:r>
        <w:rPr>
          <w:rFonts w:ascii="Times New Roman" w:hAnsi="Times New Roman" w:cs="Times New Roman"/>
        </w:rPr>
        <w:t xml:space="preserve">                   2 066 457,57 </w:t>
      </w:r>
      <w:r w:rsidRPr="00B63293">
        <w:rPr>
          <w:rFonts w:ascii="Times New Roman" w:hAnsi="Times New Roman" w:cs="Times New Roman"/>
        </w:rPr>
        <w:t xml:space="preserve">zł </w:t>
      </w:r>
    </w:p>
    <w:p w:rsidR="00D53ED7" w:rsidRPr="00B752C0" w:rsidRDefault="00D53ED7" w:rsidP="00C0313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752C0">
        <w:rPr>
          <w:rFonts w:ascii="Times New Roman" w:hAnsi="Times New Roman" w:cs="Times New Roman"/>
        </w:rPr>
        <w:t>5. Zwiększa się defi</w:t>
      </w:r>
      <w:r>
        <w:rPr>
          <w:rFonts w:ascii="Times New Roman" w:hAnsi="Times New Roman" w:cs="Times New Roman"/>
        </w:rPr>
        <w:t>cyt budżetowy o kwotę 314 283,00</w:t>
      </w:r>
      <w:r w:rsidRPr="00B752C0">
        <w:rPr>
          <w:rFonts w:ascii="Times New Roman" w:hAnsi="Times New Roman" w:cs="Times New Roman"/>
        </w:rPr>
        <w:t xml:space="preserve"> zł.</w:t>
      </w:r>
    </w:p>
    <w:p w:rsidR="00D53ED7" w:rsidRPr="00B752C0" w:rsidRDefault="00D53ED7" w:rsidP="00BC01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752C0">
        <w:rPr>
          <w:rFonts w:ascii="Times New Roman" w:hAnsi="Times New Roman" w:cs="Times New Roman"/>
        </w:rPr>
        <w:t>Źródłem pokrycia deficytu budżetu Miasta i Gminy są wolne środki, o których mowa w art.217 ust.2 pkt 6 ustawy o finansach publicznych.</w:t>
      </w:r>
    </w:p>
    <w:p w:rsidR="00D53ED7" w:rsidRPr="00867A53" w:rsidRDefault="00D53ED7" w:rsidP="00C9186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</w:rPr>
      </w:pPr>
    </w:p>
    <w:p w:rsidR="00D53ED7" w:rsidRPr="00867A53" w:rsidRDefault="00D53ED7" w:rsidP="00F26C3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D53ED7" w:rsidRPr="00B752C0" w:rsidRDefault="00D53ED7" w:rsidP="00E128D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867A53">
        <w:rPr>
          <w:rFonts w:ascii="Times New Roman" w:hAnsi="Times New Roman" w:cs="Times New Roman"/>
          <w:color w:val="FF0000"/>
        </w:rPr>
        <w:t xml:space="preserve">    </w:t>
      </w:r>
      <w:r>
        <w:rPr>
          <w:rFonts w:ascii="Times New Roman" w:hAnsi="Times New Roman" w:cs="Times New Roman"/>
        </w:rPr>
        <w:t>§ 3</w:t>
      </w:r>
      <w:r w:rsidRPr="00B752C0">
        <w:rPr>
          <w:rFonts w:ascii="Times New Roman" w:hAnsi="Times New Roman" w:cs="Times New Roman"/>
        </w:rPr>
        <w:t>.</w:t>
      </w:r>
    </w:p>
    <w:p w:rsidR="00D53ED7" w:rsidRPr="00B752C0" w:rsidRDefault="00D53ED7" w:rsidP="00E128D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752C0">
        <w:rPr>
          <w:rFonts w:ascii="Times New Roman" w:hAnsi="Times New Roman" w:cs="Times New Roman"/>
        </w:rPr>
        <w:t xml:space="preserve">    </w:t>
      </w:r>
    </w:p>
    <w:p w:rsidR="00D53ED7" w:rsidRDefault="00D53ED7" w:rsidP="00F26C3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3</w:t>
      </w:r>
      <w:r w:rsidRPr="00B752C0">
        <w:rPr>
          <w:rFonts w:ascii="Times New Roman" w:hAnsi="Times New Roman" w:cs="Times New Roman"/>
        </w:rPr>
        <w:t xml:space="preserve"> uchwał</w:t>
      </w:r>
      <w:r>
        <w:rPr>
          <w:rFonts w:ascii="Times New Roman" w:hAnsi="Times New Roman" w:cs="Times New Roman"/>
        </w:rPr>
        <w:t xml:space="preserve">y Rady Miejskiej w Sycowie nr </w:t>
      </w:r>
      <w:r w:rsidRPr="00B752C0">
        <w:rPr>
          <w:rFonts w:ascii="Times New Roman" w:hAnsi="Times New Roman" w:cs="Times New Roman"/>
        </w:rPr>
        <w:t>IV/23/2018 z dnia 27 grudnia 2018 r. pn."Plan przychodów i rozchodów budżetu Miasta i Gminy Syców na rok 2019" otrzym</w:t>
      </w:r>
      <w:r>
        <w:rPr>
          <w:rFonts w:ascii="Times New Roman" w:hAnsi="Times New Roman" w:cs="Times New Roman"/>
        </w:rPr>
        <w:t>uje brzmienie załącznika    nr 2</w:t>
      </w:r>
      <w:r w:rsidRPr="00B752C0">
        <w:rPr>
          <w:rFonts w:ascii="Times New Roman" w:hAnsi="Times New Roman" w:cs="Times New Roman"/>
        </w:rPr>
        <w:t xml:space="preserve"> do niniejszej uchwały</w:t>
      </w:r>
      <w:r>
        <w:rPr>
          <w:rFonts w:ascii="Times New Roman" w:hAnsi="Times New Roman" w:cs="Times New Roman"/>
        </w:rPr>
        <w:t>.</w:t>
      </w:r>
    </w:p>
    <w:p w:rsidR="00D53ED7" w:rsidRPr="00B752C0" w:rsidRDefault="00D53ED7" w:rsidP="00F26C3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53ED7" w:rsidRDefault="00D53ED7" w:rsidP="00DB08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B6ADC">
        <w:rPr>
          <w:rFonts w:ascii="Times New Roman" w:hAnsi="Times New Roman" w:cs="Times New Roman"/>
        </w:rPr>
        <w:t xml:space="preserve">    § </w:t>
      </w:r>
      <w:r>
        <w:rPr>
          <w:rFonts w:ascii="Times New Roman" w:hAnsi="Times New Roman" w:cs="Times New Roman"/>
        </w:rPr>
        <w:t>4</w:t>
      </w:r>
      <w:r w:rsidRPr="003B6ADC">
        <w:rPr>
          <w:rFonts w:ascii="Times New Roman" w:hAnsi="Times New Roman" w:cs="Times New Roman"/>
        </w:rPr>
        <w:t>.</w:t>
      </w:r>
    </w:p>
    <w:p w:rsidR="00D53ED7" w:rsidRPr="00DF433D" w:rsidRDefault="00D53ED7" w:rsidP="00DB08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D53ED7" w:rsidRDefault="00D53ED7" w:rsidP="00DB08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B6ADC">
        <w:rPr>
          <w:rFonts w:ascii="Times New Roman" w:hAnsi="Times New Roman" w:cs="Times New Roman"/>
        </w:rPr>
        <w:t>Załącznik nr</w:t>
      </w:r>
      <w:r>
        <w:rPr>
          <w:rFonts w:ascii="Times New Roman" w:hAnsi="Times New Roman" w:cs="Times New Roman"/>
        </w:rPr>
        <w:t xml:space="preserve"> 4 </w:t>
      </w:r>
      <w:r w:rsidRPr="003B6ADC">
        <w:rPr>
          <w:rFonts w:ascii="Times New Roman" w:hAnsi="Times New Roman" w:cs="Times New Roman"/>
        </w:rPr>
        <w:t xml:space="preserve">do uchwały Rady </w:t>
      </w:r>
      <w:r>
        <w:rPr>
          <w:rFonts w:ascii="Times New Roman" w:hAnsi="Times New Roman" w:cs="Times New Roman"/>
        </w:rPr>
        <w:t xml:space="preserve">Miejskiej w Sycowie </w:t>
      </w:r>
      <w:r w:rsidRPr="003B6ADC">
        <w:rPr>
          <w:rFonts w:ascii="Times New Roman" w:hAnsi="Times New Roman" w:cs="Times New Roman"/>
        </w:rPr>
        <w:t>nr</w:t>
      </w:r>
      <w:r w:rsidRPr="005D2DA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IV/23/2018</w:t>
      </w:r>
      <w:r w:rsidRPr="003B6AD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 dnia 27 grudnia 2018 r.                </w:t>
      </w:r>
      <w:r w:rsidRPr="003B6ADC">
        <w:rPr>
          <w:rFonts w:ascii="Times New Roman" w:hAnsi="Times New Roman" w:cs="Times New Roman"/>
        </w:rPr>
        <w:t>pn.</w:t>
      </w:r>
      <w:r>
        <w:rPr>
          <w:rFonts w:ascii="Times New Roman" w:hAnsi="Times New Roman" w:cs="Times New Roman"/>
        </w:rPr>
        <w:t xml:space="preserve"> </w:t>
      </w:r>
      <w:r w:rsidRPr="003B6ADC">
        <w:rPr>
          <w:rFonts w:ascii="Times New Roman" w:hAnsi="Times New Roman" w:cs="Times New Roman"/>
        </w:rPr>
        <w:t xml:space="preserve">"Wykaz wydatków majątkowych oraz </w:t>
      </w:r>
      <w:r>
        <w:rPr>
          <w:rFonts w:ascii="Times New Roman" w:hAnsi="Times New Roman" w:cs="Times New Roman"/>
        </w:rPr>
        <w:t>zadań inwestycyjnych na rok 2019</w:t>
      </w:r>
      <w:r w:rsidRPr="003B6ADC">
        <w:rPr>
          <w:rFonts w:ascii="Times New Roman" w:hAnsi="Times New Roman" w:cs="Times New Roman"/>
        </w:rPr>
        <w:t>" otr</w:t>
      </w:r>
      <w:r>
        <w:rPr>
          <w:rFonts w:ascii="Times New Roman" w:hAnsi="Times New Roman" w:cs="Times New Roman"/>
        </w:rPr>
        <w:t>zymuje brzmienie załącznika nr 3</w:t>
      </w:r>
      <w:r w:rsidRPr="004F401D">
        <w:rPr>
          <w:rFonts w:ascii="Times New Roman" w:hAnsi="Times New Roman" w:cs="Times New Roman"/>
        </w:rPr>
        <w:t xml:space="preserve"> </w:t>
      </w:r>
      <w:r w:rsidRPr="003B6ADC">
        <w:rPr>
          <w:rFonts w:ascii="Times New Roman" w:hAnsi="Times New Roman" w:cs="Times New Roman"/>
        </w:rPr>
        <w:t>do niniejszej uchwały.</w:t>
      </w:r>
    </w:p>
    <w:p w:rsidR="00D53ED7" w:rsidRDefault="00D53ED7" w:rsidP="00DB08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53ED7" w:rsidRDefault="00D53ED7" w:rsidP="00DB08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53ED7" w:rsidRDefault="00D53ED7" w:rsidP="0089613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5.</w:t>
      </w:r>
    </w:p>
    <w:p w:rsidR="00D53ED7" w:rsidRPr="00F85CB2" w:rsidRDefault="00D53ED7" w:rsidP="0089613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D53ED7" w:rsidRPr="00257BD3" w:rsidRDefault="00D53ED7" w:rsidP="0089613A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257BD3">
        <w:rPr>
          <w:rFonts w:ascii="Times New Roman" w:hAnsi="Times New Roman" w:cs="Times New Roman"/>
          <w:sz w:val="22"/>
          <w:szCs w:val="22"/>
        </w:rPr>
        <w:t xml:space="preserve">Załącznik nr </w:t>
      </w:r>
      <w:r>
        <w:rPr>
          <w:rFonts w:ascii="Times New Roman" w:hAnsi="Times New Roman" w:cs="Times New Roman"/>
          <w:sz w:val="22"/>
          <w:szCs w:val="22"/>
        </w:rPr>
        <w:t>5</w:t>
      </w:r>
      <w:r w:rsidRPr="00257BD3">
        <w:rPr>
          <w:rFonts w:ascii="Times New Roman" w:hAnsi="Times New Roman" w:cs="Times New Roman"/>
          <w:sz w:val="22"/>
          <w:szCs w:val="22"/>
        </w:rPr>
        <w:t xml:space="preserve"> do uchwały Rady Miej</w:t>
      </w:r>
      <w:r>
        <w:rPr>
          <w:rFonts w:ascii="Times New Roman" w:hAnsi="Times New Roman" w:cs="Times New Roman"/>
          <w:sz w:val="22"/>
          <w:szCs w:val="22"/>
        </w:rPr>
        <w:t>skiej w Sycowie nr IV/23/2018 z dnia 27 grudnia 2018</w:t>
      </w:r>
      <w:r w:rsidRPr="00257BD3">
        <w:rPr>
          <w:rFonts w:ascii="Times New Roman" w:hAnsi="Times New Roman" w:cs="Times New Roman"/>
          <w:sz w:val="22"/>
          <w:szCs w:val="22"/>
        </w:rPr>
        <w:t xml:space="preserve"> r.   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257BD3">
        <w:rPr>
          <w:rFonts w:ascii="Times New Roman" w:hAnsi="Times New Roman" w:cs="Times New Roman"/>
          <w:sz w:val="22"/>
          <w:szCs w:val="22"/>
        </w:rPr>
        <w:t xml:space="preserve">   pn. " Dotacje z budżetu Miasta i Gminy w Sycowie " otr</w:t>
      </w:r>
      <w:r>
        <w:rPr>
          <w:rFonts w:ascii="Times New Roman" w:hAnsi="Times New Roman" w:cs="Times New Roman"/>
          <w:sz w:val="22"/>
          <w:szCs w:val="22"/>
        </w:rPr>
        <w:t>zymuje brzmienie załącznika nr 4</w:t>
      </w:r>
      <w:r w:rsidRPr="00257BD3">
        <w:rPr>
          <w:rFonts w:ascii="Times New Roman" w:hAnsi="Times New Roman" w:cs="Times New Roman"/>
          <w:sz w:val="22"/>
          <w:szCs w:val="22"/>
        </w:rPr>
        <w:t xml:space="preserve"> do niniejszej </w:t>
      </w:r>
    </w:p>
    <w:p w:rsidR="00D53ED7" w:rsidRPr="00257BD3" w:rsidRDefault="00D53ED7" w:rsidP="0089613A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sz w:val="22"/>
          <w:szCs w:val="22"/>
        </w:rPr>
      </w:pPr>
      <w:r w:rsidRPr="00257BD3">
        <w:rPr>
          <w:rFonts w:ascii="Times New Roman" w:hAnsi="Times New Roman" w:cs="Times New Roman"/>
          <w:sz w:val="22"/>
          <w:szCs w:val="22"/>
        </w:rPr>
        <w:t xml:space="preserve">uchwały. </w:t>
      </w:r>
    </w:p>
    <w:p w:rsidR="00D53ED7" w:rsidRDefault="00D53ED7" w:rsidP="0089613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6</w:t>
      </w:r>
      <w:r w:rsidRPr="0017736E">
        <w:rPr>
          <w:rFonts w:ascii="Times New Roman" w:hAnsi="Times New Roman" w:cs="Times New Roman"/>
        </w:rPr>
        <w:t>.</w:t>
      </w:r>
    </w:p>
    <w:p w:rsidR="00D53ED7" w:rsidRDefault="00D53ED7" w:rsidP="0089613A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D53ED7" w:rsidRPr="00F85CB2" w:rsidRDefault="00D53ED7" w:rsidP="0089613A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Ustala się </w:t>
      </w:r>
      <w:r w:rsidRPr="00F85CB2">
        <w:rPr>
          <w:rFonts w:ascii="Times New Roman" w:hAnsi="Times New Roman" w:cs="Times New Roman"/>
          <w:sz w:val="22"/>
          <w:szCs w:val="22"/>
        </w:rPr>
        <w:t>kwotę dotacji udzielonych z budż</w:t>
      </w:r>
      <w:r>
        <w:rPr>
          <w:rFonts w:ascii="Times New Roman" w:hAnsi="Times New Roman" w:cs="Times New Roman"/>
          <w:sz w:val="22"/>
          <w:szCs w:val="22"/>
        </w:rPr>
        <w:t xml:space="preserve">etu gminy w wysokości 2 760 047 zł, zgodnie z załącznikiem nr 4 </w:t>
      </w:r>
      <w:r w:rsidRPr="00F85CB2">
        <w:rPr>
          <w:rFonts w:ascii="Times New Roman" w:hAnsi="Times New Roman" w:cs="Times New Roman"/>
          <w:sz w:val="22"/>
          <w:szCs w:val="22"/>
        </w:rPr>
        <w:t>do niniejszej uchwały, w tym;</w:t>
      </w:r>
    </w:p>
    <w:p w:rsidR="00D53ED7" w:rsidRPr="00F85CB2" w:rsidRDefault="00D53ED7" w:rsidP="0089613A">
      <w:pPr>
        <w:pStyle w:val="Styl1"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F85CB2">
        <w:rPr>
          <w:rFonts w:ascii="Times New Roman" w:hAnsi="Times New Roman" w:cs="Times New Roman"/>
          <w:sz w:val="22"/>
          <w:szCs w:val="22"/>
        </w:rPr>
        <w:t>Dotacja przedmiotowa w wysokości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                  440 000</w:t>
      </w:r>
      <w:r w:rsidRPr="00F85CB2">
        <w:rPr>
          <w:rFonts w:ascii="Times New Roman" w:hAnsi="Times New Roman" w:cs="Times New Roman"/>
          <w:sz w:val="22"/>
          <w:szCs w:val="22"/>
        </w:rPr>
        <w:t xml:space="preserve"> zł,</w:t>
      </w:r>
    </w:p>
    <w:p w:rsidR="00D53ED7" w:rsidRPr="00F85CB2" w:rsidRDefault="00D53ED7" w:rsidP="0089613A">
      <w:pPr>
        <w:pStyle w:val="Styl1"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Dotacja podmiotowa </w:t>
      </w:r>
      <w:r w:rsidRPr="00F85CB2">
        <w:rPr>
          <w:rFonts w:ascii="Times New Roman" w:hAnsi="Times New Roman" w:cs="Times New Roman"/>
          <w:sz w:val="22"/>
          <w:szCs w:val="22"/>
        </w:rPr>
        <w:t>w wysokości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               1 114 000</w:t>
      </w:r>
      <w:r w:rsidRPr="00F85CB2">
        <w:rPr>
          <w:rFonts w:ascii="Times New Roman" w:hAnsi="Times New Roman" w:cs="Times New Roman"/>
          <w:sz w:val="22"/>
          <w:szCs w:val="22"/>
        </w:rPr>
        <w:t xml:space="preserve"> zł,</w:t>
      </w:r>
    </w:p>
    <w:p w:rsidR="00D53ED7" w:rsidRPr="00F85CB2" w:rsidRDefault="00D53ED7" w:rsidP="0089613A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   Dotacja celowa </w:t>
      </w:r>
      <w:r w:rsidRPr="00F85CB2">
        <w:rPr>
          <w:rFonts w:ascii="Times New Roman" w:hAnsi="Times New Roman" w:cs="Times New Roman"/>
          <w:sz w:val="22"/>
          <w:szCs w:val="22"/>
        </w:rPr>
        <w:t>dla jednostek zaliczanych do sektora finansów</w:t>
      </w:r>
    </w:p>
    <w:p w:rsidR="00D53ED7" w:rsidRPr="000F1117" w:rsidRDefault="00D53ED7" w:rsidP="0089613A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publicznych </w:t>
      </w:r>
      <w:r w:rsidRPr="00F85CB2">
        <w:rPr>
          <w:rFonts w:ascii="Times New Roman" w:hAnsi="Times New Roman" w:cs="Times New Roman"/>
          <w:sz w:val="22"/>
          <w:szCs w:val="22"/>
        </w:rPr>
        <w:t>w wysokości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                         206 0</w:t>
      </w:r>
      <w:r w:rsidRPr="000F1117">
        <w:rPr>
          <w:rFonts w:ascii="Times New Roman" w:hAnsi="Times New Roman" w:cs="Times New Roman"/>
          <w:sz w:val="22"/>
          <w:szCs w:val="22"/>
        </w:rPr>
        <w:t>00 zł</w:t>
      </w:r>
    </w:p>
    <w:p w:rsidR="00D53ED7" w:rsidRPr="00F85CB2" w:rsidRDefault="00D53ED7" w:rsidP="0089613A">
      <w:pPr>
        <w:pStyle w:val="Styl1"/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>4</w:t>
      </w:r>
      <w:r>
        <w:rPr>
          <w:rFonts w:ascii="Times New Roman" w:hAnsi="Times New Roman" w:cs="Times New Roman"/>
          <w:sz w:val="22"/>
          <w:szCs w:val="22"/>
        </w:rPr>
        <w:t xml:space="preserve">.    Dotacje na realizację zadań publicznych zleconych </w:t>
      </w:r>
      <w:r w:rsidRPr="00F85CB2">
        <w:rPr>
          <w:rFonts w:ascii="Times New Roman" w:hAnsi="Times New Roman" w:cs="Times New Roman"/>
          <w:sz w:val="22"/>
          <w:szCs w:val="22"/>
        </w:rPr>
        <w:t>podmiotom</w:t>
      </w:r>
    </w:p>
    <w:p w:rsidR="00D53ED7" w:rsidRPr="00F85CB2" w:rsidRDefault="00D53ED7" w:rsidP="0089613A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 xml:space="preserve">    niezaliczanym  do sektora </w:t>
      </w:r>
      <w:r w:rsidRPr="00F85CB2">
        <w:rPr>
          <w:rFonts w:ascii="Times New Roman" w:hAnsi="Times New Roman" w:cs="Times New Roman"/>
          <w:sz w:val="22"/>
          <w:szCs w:val="22"/>
        </w:rPr>
        <w:t>finansów publicznych i niedziałających w celu</w:t>
      </w:r>
    </w:p>
    <w:p w:rsidR="00D53ED7" w:rsidRDefault="00D53ED7" w:rsidP="0089613A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     osiągnięcia zysków w wysokości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  <w:t xml:space="preserve"> 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0F1117">
        <w:rPr>
          <w:rFonts w:ascii="Times New Roman" w:hAnsi="Times New Roman" w:cs="Times New Roman"/>
          <w:color w:val="FF0000"/>
          <w:sz w:val="22"/>
          <w:szCs w:val="22"/>
        </w:rPr>
        <w:t xml:space="preserve">           </w:t>
      </w:r>
      <w:r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526 230</w:t>
      </w:r>
      <w:r w:rsidRPr="009C150E">
        <w:rPr>
          <w:rFonts w:ascii="Times New Roman" w:hAnsi="Times New Roman" w:cs="Times New Roman"/>
          <w:sz w:val="22"/>
          <w:szCs w:val="22"/>
        </w:rPr>
        <w:t xml:space="preserve"> zł</w:t>
      </w:r>
    </w:p>
    <w:p w:rsidR="00D53ED7" w:rsidRPr="00BC5143" w:rsidRDefault="00D53ED7" w:rsidP="00BC5143">
      <w:pPr>
        <w:pStyle w:val="Styl1"/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</w:t>
      </w:r>
      <w:r w:rsidRPr="00BC5143"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22"/>
          <w:szCs w:val="22"/>
        </w:rPr>
        <w:t>Dotacje</w:t>
      </w:r>
      <w:r w:rsidRPr="00BC5143">
        <w:rPr>
          <w:rFonts w:ascii="Times New Roman" w:hAnsi="Times New Roman" w:cs="Times New Roman"/>
          <w:sz w:val="22"/>
          <w:szCs w:val="22"/>
        </w:rPr>
        <w:t xml:space="preserve"> na realizację</w:t>
      </w:r>
      <w:r>
        <w:rPr>
          <w:rFonts w:ascii="Times New Roman" w:hAnsi="Times New Roman" w:cs="Times New Roman"/>
          <w:sz w:val="22"/>
          <w:szCs w:val="22"/>
        </w:rPr>
        <w:t xml:space="preserve"> zadań publicznych zleconych </w:t>
      </w:r>
      <w:r w:rsidRPr="00BC5143">
        <w:rPr>
          <w:rFonts w:ascii="Times New Roman" w:hAnsi="Times New Roman" w:cs="Times New Roman"/>
          <w:sz w:val="22"/>
          <w:szCs w:val="22"/>
        </w:rPr>
        <w:t>podmiotom</w:t>
      </w:r>
    </w:p>
    <w:p w:rsidR="00D53ED7" w:rsidRPr="00BC5143" w:rsidRDefault="00D53ED7" w:rsidP="00BC5143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BC5143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 xml:space="preserve">    niezaliczanym do sektora </w:t>
      </w:r>
      <w:r w:rsidRPr="00BC5143">
        <w:rPr>
          <w:rFonts w:ascii="Times New Roman" w:hAnsi="Times New Roman" w:cs="Times New Roman"/>
          <w:sz w:val="22"/>
          <w:szCs w:val="22"/>
        </w:rPr>
        <w:t>finansów publicznych i niedziałających w celu</w:t>
      </w:r>
    </w:p>
    <w:p w:rsidR="00D53ED7" w:rsidRPr="00864294" w:rsidRDefault="00D53ED7" w:rsidP="00864294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BC5143">
        <w:rPr>
          <w:rFonts w:ascii="Times New Roman" w:hAnsi="Times New Roman" w:cs="Times New Roman"/>
          <w:sz w:val="22"/>
          <w:szCs w:val="22"/>
        </w:rPr>
        <w:t xml:space="preserve">      osiągnięcia zysków w wysokości</w:t>
      </w:r>
      <w:r w:rsidRPr="00BC5143">
        <w:rPr>
          <w:rFonts w:ascii="Times New Roman" w:hAnsi="Times New Roman" w:cs="Times New Roman"/>
          <w:sz w:val="22"/>
          <w:szCs w:val="22"/>
        </w:rPr>
        <w:tab/>
      </w:r>
      <w:r w:rsidRPr="00BC5143">
        <w:rPr>
          <w:rFonts w:ascii="Times New Roman" w:hAnsi="Times New Roman" w:cs="Times New Roman"/>
          <w:sz w:val="22"/>
          <w:szCs w:val="22"/>
        </w:rPr>
        <w:tab/>
      </w:r>
      <w:r w:rsidRPr="00BC5143">
        <w:rPr>
          <w:rFonts w:ascii="Times New Roman" w:hAnsi="Times New Roman" w:cs="Times New Roman"/>
          <w:sz w:val="22"/>
          <w:szCs w:val="22"/>
        </w:rPr>
        <w:tab/>
      </w:r>
      <w:r w:rsidRPr="00BC5143">
        <w:rPr>
          <w:rFonts w:ascii="Times New Roman" w:hAnsi="Times New Roman" w:cs="Times New Roman"/>
          <w:sz w:val="22"/>
          <w:szCs w:val="22"/>
        </w:rPr>
        <w:tab/>
        <w:t xml:space="preserve"> </w:t>
      </w:r>
      <w:r w:rsidRPr="00BC5143">
        <w:rPr>
          <w:rFonts w:ascii="Times New Roman" w:hAnsi="Times New Roman" w:cs="Times New Roman"/>
          <w:sz w:val="22"/>
          <w:szCs w:val="22"/>
        </w:rPr>
        <w:tab/>
      </w:r>
      <w:r w:rsidRPr="00BC5143">
        <w:rPr>
          <w:rFonts w:ascii="Times New Roman" w:hAnsi="Times New Roman" w:cs="Times New Roman"/>
          <w:sz w:val="22"/>
          <w:szCs w:val="22"/>
        </w:rPr>
        <w:tab/>
        <w:t xml:space="preserve">  </w:t>
      </w:r>
      <w:r>
        <w:rPr>
          <w:rFonts w:ascii="Times New Roman" w:hAnsi="Times New Roman" w:cs="Times New Roman"/>
          <w:sz w:val="22"/>
          <w:szCs w:val="22"/>
        </w:rPr>
        <w:t xml:space="preserve">         473 817</w:t>
      </w:r>
      <w:r w:rsidRPr="00BC5143">
        <w:rPr>
          <w:rFonts w:ascii="Times New Roman" w:hAnsi="Times New Roman" w:cs="Times New Roman"/>
          <w:sz w:val="22"/>
          <w:szCs w:val="22"/>
        </w:rPr>
        <w:t xml:space="preserve"> zł,</w:t>
      </w:r>
    </w:p>
    <w:p w:rsidR="00D53ED7" w:rsidRPr="00867A53" w:rsidRDefault="00D53ED7" w:rsidP="00C9186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</w:rPr>
      </w:pPr>
    </w:p>
    <w:p w:rsidR="00D53ED7" w:rsidRPr="00864294" w:rsidRDefault="00D53ED7" w:rsidP="001610C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D53ED7" w:rsidRDefault="00D53ED7" w:rsidP="00DB08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7</w:t>
      </w:r>
      <w:r w:rsidRPr="00640B03">
        <w:rPr>
          <w:rFonts w:ascii="Times New Roman" w:hAnsi="Times New Roman" w:cs="Times New Roman"/>
        </w:rPr>
        <w:t>.</w:t>
      </w:r>
    </w:p>
    <w:p w:rsidR="00D53ED7" w:rsidRPr="00640B03" w:rsidRDefault="00D53ED7" w:rsidP="00DB08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D53ED7" w:rsidRPr="00640B03" w:rsidRDefault="00D53ED7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40B03">
        <w:rPr>
          <w:rFonts w:ascii="Times New Roman" w:hAnsi="Times New Roman" w:cs="Times New Roman"/>
        </w:rPr>
        <w:t>Wykonanie uchwały powierza się Burmistrzowi Miasta i Gminy Syców.</w:t>
      </w:r>
    </w:p>
    <w:p w:rsidR="00D53ED7" w:rsidRPr="00640B03" w:rsidRDefault="00D53ED7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D53ED7" w:rsidRPr="00640B03" w:rsidRDefault="00D53ED7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D53ED7" w:rsidRPr="00640B03" w:rsidRDefault="00D53ED7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8</w:t>
      </w:r>
      <w:r w:rsidRPr="00640B03">
        <w:rPr>
          <w:rFonts w:ascii="Times New Roman" w:hAnsi="Times New Roman" w:cs="Times New Roman"/>
        </w:rPr>
        <w:t>.</w:t>
      </w:r>
    </w:p>
    <w:p w:rsidR="00D53ED7" w:rsidRPr="00640B03" w:rsidRDefault="00D53ED7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D53ED7" w:rsidRPr="00640B03" w:rsidRDefault="00D53ED7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40B03">
        <w:rPr>
          <w:rFonts w:ascii="Times New Roman" w:hAnsi="Times New Roman" w:cs="Times New Roman"/>
        </w:rPr>
        <w:t>Uchwała wchodzi w życie z dniem podjęcia i podlega ogłoszeniu w BIP.</w:t>
      </w:r>
    </w:p>
    <w:p w:rsidR="00D53ED7" w:rsidRPr="00867A53" w:rsidRDefault="00D53ED7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D53ED7" w:rsidRPr="00867A53" w:rsidRDefault="00D53ED7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D53ED7" w:rsidRPr="00867A53" w:rsidRDefault="00D53ED7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D53ED7" w:rsidRPr="00867A53" w:rsidRDefault="00D53ED7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D53ED7" w:rsidRPr="00BB6FF7" w:rsidRDefault="00D53ED7" w:rsidP="00BB6FF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480" w:lineRule="auto"/>
        <w:ind w:left="4500"/>
        <w:jc w:val="center"/>
        <w:rPr>
          <w:rFonts w:ascii="Times New Roman" w:hAnsi="Times New Roman" w:cs="Times New Roman"/>
        </w:rPr>
      </w:pPr>
      <w:r w:rsidRPr="00BB6FF7">
        <w:rPr>
          <w:rFonts w:ascii="Times New Roman" w:hAnsi="Times New Roman" w:cs="Times New Roman"/>
        </w:rPr>
        <w:t>Przewodniczący Rady Miejskiej w Sycowie</w:t>
      </w:r>
    </w:p>
    <w:p w:rsidR="00D53ED7" w:rsidRPr="00BB6FF7" w:rsidRDefault="00D53ED7" w:rsidP="00BB6FF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480" w:lineRule="auto"/>
        <w:ind w:left="4500"/>
        <w:jc w:val="center"/>
        <w:rPr>
          <w:rFonts w:ascii="Times New Roman" w:hAnsi="Times New Roman" w:cs="Times New Roman"/>
        </w:rPr>
      </w:pPr>
      <w:r w:rsidRPr="00BB6FF7">
        <w:rPr>
          <w:rFonts w:ascii="Times New Roman" w:hAnsi="Times New Roman" w:cs="Times New Roman"/>
        </w:rPr>
        <w:t>Robert Dziergwa</w:t>
      </w:r>
    </w:p>
    <w:p w:rsidR="00D53ED7" w:rsidRDefault="00D53ED7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D53ED7" w:rsidRDefault="00D53ED7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D53ED7" w:rsidRDefault="00D53ED7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D53ED7" w:rsidRDefault="00D53ED7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D53ED7" w:rsidRDefault="00D53ED7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D53ED7" w:rsidRDefault="00D53ED7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D53ED7" w:rsidRDefault="00D53ED7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D53ED7" w:rsidRDefault="00D53ED7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D53ED7" w:rsidRPr="005B7284" w:rsidRDefault="00D53ED7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D53ED7" w:rsidRDefault="00D53ED7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53ED7" w:rsidRPr="00640B03" w:rsidRDefault="00D53ED7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53ED7" w:rsidRDefault="00D53ED7" w:rsidP="00C5308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  <w:r w:rsidRPr="009E3F30">
        <w:rPr>
          <w:rFonts w:ascii="Times New Roman" w:hAnsi="Times New Roman" w:cs="Times New Roman"/>
          <w:b/>
          <w:bCs/>
        </w:rPr>
        <w:t>Uzasadnienie do uchwały Ra</w:t>
      </w:r>
      <w:r>
        <w:rPr>
          <w:rFonts w:ascii="Times New Roman" w:hAnsi="Times New Roman" w:cs="Times New Roman"/>
          <w:b/>
          <w:bCs/>
        </w:rPr>
        <w:t>dy Miejskiej w Sycowie nr XII/87</w:t>
      </w:r>
      <w:r w:rsidRPr="009E3F30">
        <w:rPr>
          <w:rFonts w:ascii="Times New Roman" w:hAnsi="Times New Roman" w:cs="Times New Roman"/>
          <w:b/>
          <w:bCs/>
        </w:rPr>
        <w:t>/2019 z dnia 22 sierpnia 2019 r.                      w sprawie zmiany budżetu Miasta i Gminy Syców na rok 2019 r.</w:t>
      </w:r>
    </w:p>
    <w:p w:rsidR="00D53ED7" w:rsidRPr="009E3F30" w:rsidRDefault="00D53ED7" w:rsidP="00C5308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D53ED7" w:rsidRPr="009E3F30" w:rsidRDefault="00D53ED7" w:rsidP="00C91791">
      <w:pPr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9E3F30">
        <w:rPr>
          <w:rFonts w:ascii="Times New Roman" w:hAnsi="Times New Roman" w:cs="Times New Roman"/>
          <w:b/>
          <w:bCs/>
        </w:rPr>
        <w:t>Wydatki</w:t>
      </w:r>
    </w:p>
    <w:p w:rsidR="00D53ED7" w:rsidRPr="009E3F30" w:rsidRDefault="00D53ED7" w:rsidP="00C9179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9E3F30">
        <w:rPr>
          <w:rFonts w:ascii="Times New Roman" w:hAnsi="Times New Roman" w:cs="Times New Roman"/>
          <w:b/>
          <w:bCs/>
        </w:rPr>
        <w:t>Dział 600 -Transport i łączność</w:t>
      </w:r>
    </w:p>
    <w:p w:rsidR="00D53ED7" w:rsidRDefault="00D53ED7" w:rsidP="003943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  <w:color w:val="000000"/>
        </w:rPr>
      </w:pPr>
      <w:r w:rsidRPr="009E3F30">
        <w:rPr>
          <w:rFonts w:ascii="Times New Roman" w:hAnsi="Times New Roman" w:cs="Times New Roman"/>
          <w:color w:val="000000"/>
        </w:rPr>
        <w:t xml:space="preserve">W zakresie dróg publicznych gminnych </w:t>
      </w:r>
      <w:r>
        <w:rPr>
          <w:rFonts w:ascii="Times New Roman" w:hAnsi="Times New Roman" w:cs="Times New Roman"/>
          <w:color w:val="000000"/>
        </w:rPr>
        <w:t xml:space="preserve">zmniejszony zostaje plan wydatków na zadanie inwestycyjne </w:t>
      </w:r>
      <w:r w:rsidRPr="009E3F30">
        <w:rPr>
          <w:rFonts w:ascii="Times New Roman" w:hAnsi="Times New Roman" w:cs="Times New Roman"/>
          <w:color w:val="000000"/>
        </w:rPr>
        <w:t>pn. "Budowa dróg dojazdowych do gruntó</w:t>
      </w:r>
      <w:r>
        <w:rPr>
          <w:rFonts w:ascii="Times New Roman" w:hAnsi="Times New Roman" w:cs="Times New Roman"/>
          <w:color w:val="000000"/>
        </w:rPr>
        <w:t xml:space="preserve">w rolnych" w kwocie 180 000 zł. </w:t>
      </w:r>
      <w:r w:rsidRPr="009E3F30">
        <w:rPr>
          <w:rFonts w:ascii="Times New Roman" w:hAnsi="Times New Roman" w:cs="Times New Roman"/>
          <w:color w:val="000000"/>
        </w:rPr>
        <w:t xml:space="preserve">Zaoszczędzone środki poprzetargowe przeznaczone zostają na bieżące utrzymanie dróg gminnych w wysokości 160 000 zł </w:t>
      </w:r>
      <w:r>
        <w:rPr>
          <w:rFonts w:ascii="Times New Roman" w:hAnsi="Times New Roman" w:cs="Times New Roman"/>
          <w:color w:val="000000"/>
        </w:rPr>
        <w:t>oraz na zadanie inwestycyjne pn. "</w:t>
      </w:r>
      <w:r w:rsidRPr="009E3F30">
        <w:rPr>
          <w:rFonts w:ascii="Times New Roman" w:hAnsi="Times New Roman" w:cs="Times New Roman"/>
          <w:color w:val="000000"/>
        </w:rPr>
        <w:t xml:space="preserve">Modernizacja dróg i </w:t>
      </w:r>
      <w:r>
        <w:rPr>
          <w:rFonts w:ascii="Times New Roman" w:hAnsi="Times New Roman" w:cs="Times New Roman"/>
          <w:color w:val="000000"/>
        </w:rPr>
        <w:t>chodników gminnych" w kwocie 20 000 zł.</w:t>
      </w:r>
    </w:p>
    <w:p w:rsidR="00D53ED7" w:rsidRPr="009E3F30" w:rsidRDefault="00D53ED7" w:rsidP="003943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  <w:color w:val="000000"/>
        </w:rPr>
      </w:pPr>
    </w:p>
    <w:p w:rsidR="00D53ED7" w:rsidRPr="009E3F30" w:rsidRDefault="00D53ED7" w:rsidP="009514F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Dział </w:t>
      </w:r>
      <w:r w:rsidRPr="009E3F30">
        <w:rPr>
          <w:rFonts w:ascii="Times New Roman" w:hAnsi="Times New Roman" w:cs="Times New Roman"/>
          <w:b/>
          <w:bCs/>
        </w:rPr>
        <w:t>700 – Gospodarka mieszkaniowa</w:t>
      </w:r>
    </w:p>
    <w:p w:rsidR="00D53ED7" w:rsidRPr="009E3F30" w:rsidRDefault="00D53ED7" w:rsidP="00CB05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9E3F30">
        <w:rPr>
          <w:rFonts w:ascii="Times New Roman" w:hAnsi="Times New Roman" w:cs="Times New Roman"/>
          <w:color w:val="000000"/>
        </w:rPr>
        <w:t xml:space="preserve">Zwiększony zostaje plan wydatków na zakup usług obcych w kwocie 15 000 zł. Środki przeznaczone zostaną na obniżenie </w:t>
      </w:r>
      <w:r w:rsidRPr="00EF5C78">
        <w:rPr>
          <w:rFonts w:ascii="Times New Roman" w:hAnsi="Times New Roman" w:cs="Times New Roman"/>
        </w:rPr>
        <w:t>krawężników na targowisku oraz zakup i montaż stojaków rowerowych na terenie targowiska miejskiego. Zmniejszony zostaje plan wydatków na zakup energii elek</w:t>
      </w:r>
      <w:r>
        <w:rPr>
          <w:rFonts w:ascii="Times New Roman" w:hAnsi="Times New Roman" w:cs="Times New Roman"/>
        </w:rPr>
        <w:t xml:space="preserve">trycznej w kwocie         2 000 </w:t>
      </w:r>
      <w:r w:rsidRPr="00EF5C78">
        <w:rPr>
          <w:rFonts w:ascii="Times New Roman" w:hAnsi="Times New Roman" w:cs="Times New Roman"/>
        </w:rPr>
        <w:t>zł. Środki zostają przesunięte na pokrycie wydatków pomieszczeń przekazanych do dyspozycji</w:t>
      </w:r>
      <w:r w:rsidRPr="009E3F30">
        <w:rPr>
          <w:rFonts w:ascii="Times New Roman" w:hAnsi="Times New Roman" w:cs="Times New Roman"/>
          <w:color w:val="000000"/>
        </w:rPr>
        <w:t xml:space="preserve"> Sołectwu Szczodrów.</w:t>
      </w:r>
    </w:p>
    <w:p w:rsidR="00D53ED7" w:rsidRPr="009E3F30" w:rsidRDefault="00D53ED7" w:rsidP="008F47B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</w:rPr>
      </w:pPr>
    </w:p>
    <w:p w:rsidR="00D53ED7" w:rsidRPr="009E3F30" w:rsidRDefault="00D53ED7" w:rsidP="006A41C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Dział</w:t>
      </w:r>
      <w:r w:rsidRPr="009E3F30">
        <w:rPr>
          <w:rFonts w:ascii="Times New Roman" w:hAnsi="Times New Roman" w:cs="Times New Roman"/>
          <w:b/>
          <w:bCs/>
        </w:rPr>
        <w:t xml:space="preserve"> 754 – Bezpieczeństwo publiczne i ochrona przeciwpożarowa</w:t>
      </w:r>
    </w:p>
    <w:p w:rsidR="00D53ED7" w:rsidRPr="009E3F30" w:rsidRDefault="00D53ED7" w:rsidP="00CB059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Zwiększony zostaje plan wydatków majątkowych na montaż kamer na ul. Ogrodowej w Sycowie. Szacowany koszt inwestycji wynosi 15 500 zł.</w:t>
      </w:r>
    </w:p>
    <w:p w:rsidR="00D53ED7" w:rsidRPr="009E3F30" w:rsidRDefault="00D53ED7" w:rsidP="004A1D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D53ED7" w:rsidRPr="009E3F30" w:rsidRDefault="00D53ED7" w:rsidP="00C9179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  <w:b/>
          <w:bCs/>
        </w:rPr>
      </w:pPr>
      <w:r w:rsidRPr="009E3F30">
        <w:rPr>
          <w:rFonts w:ascii="Times New Roman" w:hAnsi="Times New Roman" w:cs="Times New Roman"/>
          <w:b/>
          <w:bCs/>
        </w:rPr>
        <w:t>Dział 801 - Oświata i wychowanie</w:t>
      </w:r>
    </w:p>
    <w:p w:rsidR="00D53ED7" w:rsidRPr="009E3F30" w:rsidRDefault="00D53ED7" w:rsidP="00A417B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9E3F30">
        <w:rPr>
          <w:rFonts w:ascii="Times New Roman" w:hAnsi="Times New Roman" w:cs="Times New Roman"/>
        </w:rPr>
        <w:t>Zwiększony zostaje plan wydatków na zadania bieżące w kwocie 235 700 zł. Środki przeznaczone zostają na zakup usług obcych takich jak:</w:t>
      </w:r>
    </w:p>
    <w:p w:rsidR="00D53ED7" w:rsidRPr="009E3F30" w:rsidRDefault="00D53ED7" w:rsidP="00A417B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9E3F30">
        <w:rPr>
          <w:rFonts w:ascii="Times New Roman" w:hAnsi="Times New Roman" w:cs="Times New Roman"/>
        </w:rPr>
        <w:t>- wydatki ponoszone w związku z obowiązkiem zwrotu za dziecko uczęszczające do przedszkola publicznego prowadzonego przez gminę, której dziecko nie jest mieszkańcem,</w:t>
      </w:r>
    </w:p>
    <w:p w:rsidR="00D53ED7" w:rsidRPr="009E3F30" w:rsidRDefault="00D53ED7" w:rsidP="00A417B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9E3F30">
        <w:rPr>
          <w:rFonts w:ascii="Times New Roman" w:hAnsi="Times New Roman" w:cs="Times New Roman"/>
        </w:rPr>
        <w:t>- dowóz dzieci i uczniów, w tym również niepełnosprawnch do szkół podstawowych i przedszkoli            z terenu Gminy Syców, dojazd dzieci do szkół specjalnych w Oleśnicy i Miliczu oraz dostawę biletów miesięcznych,</w:t>
      </w:r>
    </w:p>
    <w:p w:rsidR="00D53ED7" w:rsidRPr="009E3F30" w:rsidRDefault="00D53ED7" w:rsidP="00A417B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9E3F30">
        <w:rPr>
          <w:rFonts w:ascii="Times New Roman" w:hAnsi="Times New Roman" w:cs="Times New Roman"/>
        </w:rPr>
        <w:t xml:space="preserve"> - wynajem hali sportowej na zajęcia wychowania fizycznego. </w:t>
      </w:r>
    </w:p>
    <w:p w:rsidR="00D53ED7" w:rsidRDefault="00D53ED7" w:rsidP="00A9066A">
      <w:pPr>
        <w:tabs>
          <w:tab w:val="left" w:pos="3420"/>
        </w:tabs>
        <w:spacing w:before="120" w:after="120" w:line="360" w:lineRule="auto"/>
        <w:jc w:val="both"/>
        <w:rPr>
          <w:rFonts w:ascii="Times New Roman" w:hAnsi="Times New Roman" w:cs="Times New Roman"/>
        </w:rPr>
      </w:pPr>
      <w:r w:rsidRPr="009E3F30">
        <w:rPr>
          <w:rFonts w:ascii="Times New Roman" w:hAnsi="Times New Roman" w:cs="Times New Roman"/>
        </w:rPr>
        <w:t>Zwiększone zostają środki na remont drzwi w sali gimnastycznej w Szkole Podstawowej nr 3 w Sycowie.</w:t>
      </w:r>
    </w:p>
    <w:p w:rsidR="00D53ED7" w:rsidRDefault="00D53ED7" w:rsidP="00F9625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Dział 851 - Ochrona zdrowia</w:t>
      </w:r>
    </w:p>
    <w:p w:rsidR="00D53ED7" w:rsidRDefault="00D53ED7" w:rsidP="00AF2E0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  <w:b/>
          <w:bCs/>
        </w:rPr>
      </w:pPr>
      <w:r w:rsidRPr="009E3F30">
        <w:rPr>
          <w:rFonts w:ascii="Times New Roman" w:hAnsi="Times New Roman" w:cs="Times New Roman"/>
        </w:rPr>
        <w:t>Udziela się dotacji</w:t>
      </w:r>
      <w:r>
        <w:rPr>
          <w:rFonts w:ascii="Times New Roman" w:hAnsi="Times New Roman" w:cs="Times New Roman"/>
        </w:rPr>
        <w:t xml:space="preserve"> podmiotowej dla samodzielnego publicznego zakładu opieki zdrowotnej w kwocie      15 000 zł. Środki przeznaczone zostaną na program Elektroniczny System Medycyny Szkolnej, który pozwoli zdiagnozować najczęściej występujące nieprawidłowości zdrowotne u dzieci i młodzieży.</w:t>
      </w:r>
    </w:p>
    <w:p w:rsidR="00D53ED7" w:rsidRPr="00AF2E0A" w:rsidRDefault="00D53ED7" w:rsidP="00AF2E0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  <w:b/>
          <w:bCs/>
        </w:rPr>
      </w:pPr>
    </w:p>
    <w:p w:rsidR="00D53ED7" w:rsidRPr="00A9066A" w:rsidRDefault="00D53ED7" w:rsidP="00A9066A">
      <w:pPr>
        <w:tabs>
          <w:tab w:val="left" w:pos="3420"/>
        </w:tabs>
        <w:spacing w:before="120"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Dział 854 – Edukacyjna opieka wychowawcza</w:t>
      </w:r>
    </w:p>
    <w:p w:rsidR="00D53ED7" w:rsidRPr="009E3F30" w:rsidRDefault="00D53ED7" w:rsidP="00AF2E0A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Wraz z rozpoczęciem nowego roku szkolnego 2019/2020 w Szkole Podstawowej w Działoszy utworzona zostaje świetlica szkolna. Zwiększony zostaje plan wydatków o kwotę 10 500 zł na jej utrzymanie.</w:t>
      </w:r>
      <w:r w:rsidRPr="009E3F30">
        <w:t xml:space="preserve"> </w:t>
      </w:r>
    </w:p>
    <w:p w:rsidR="00D53ED7" w:rsidRDefault="00D53ED7" w:rsidP="00C53089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  <w:r w:rsidRPr="009E3F30">
        <w:rPr>
          <w:rFonts w:ascii="Times New Roman" w:hAnsi="Times New Roman" w:cs="Times New Roman"/>
          <w:b/>
          <w:bCs/>
        </w:rPr>
        <w:t>Dział 900 - Gospodarka komunalna i ochrona środowiska</w:t>
      </w:r>
    </w:p>
    <w:p w:rsidR="00D53ED7" w:rsidRDefault="00D53ED7" w:rsidP="000632E1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Zwiększony zostaje plan wydatków bieżących o kwotę 6 200 zł. Środki przeznaczone zostają </w:t>
      </w:r>
      <w:r w:rsidRPr="009E3F30"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</w:rPr>
        <w:t xml:space="preserve"> zakup usług związanych z utrzymaniem gminnych terenów zielonych w m. Ślizów - kwota 4 000 zł oraz zakup lampy solarnej w m. Działosza - kwota 2 200 zł. W związku z zakończeniem inwestycji pn." Budowa kanalizacji sanitarnej w m. Wioska"</w:t>
      </w:r>
      <w:r w:rsidRPr="00A87FB5">
        <w:rPr>
          <w:rFonts w:ascii="Times New Roman" w:hAnsi="Times New Roman" w:cs="Times New Roman"/>
          <w:bCs/>
        </w:rPr>
        <w:t xml:space="preserve"> z</w:t>
      </w:r>
      <w:r w:rsidRPr="00A87FB5">
        <w:rPr>
          <w:rFonts w:ascii="Times New Roman" w:hAnsi="Times New Roman" w:cs="Times New Roman"/>
        </w:rPr>
        <w:t xml:space="preserve">mniejszony </w:t>
      </w:r>
      <w:r>
        <w:rPr>
          <w:rFonts w:ascii="Times New Roman" w:hAnsi="Times New Roman" w:cs="Times New Roman"/>
        </w:rPr>
        <w:t xml:space="preserve">zostaje plan wydatków na zadanie w kwocie 13 000 zł. Zmniejszenie planu wydatków dotyczy również zakupu usług remontowych oraz wydatków z tytułu odsetek. Środki przeznaczone zostają na zadanie inwestycyjne w dziale 754 - </w:t>
      </w:r>
      <w:r w:rsidRPr="000632E1">
        <w:rPr>
          <w:rFonts w:ascii="Times New Roman" w:hAnsi="Times New Roman" w:cs="Times New Roman"/>
          <w:bCs/>
        </w:rPr>
        <w:t xml:space="preserve">Bezpieczeństwo publiczne </w:t>
      </w:r>
      <w:r>
        <w:rPr>
          <w:rFonts w:ascii="Times New Roman" w:hAnsi="Times New Roman" w:cs="Times New Roman"/>
          <w:bCs/>
        </w:rPr>
        <w:t xml:space="preserve">    </w:t>
      </w:r>
      <w:r w:rsidRPr="000632E1">
        <w:rPr>
          <w:rFonts w:ascii="Times New Roman" w:hAnsi="Times New Roman" w:cs="Times New Roman"/>
          <w:bCs/>
        </w:rPr>
        <w:t>i ochrona przeciwpożarowa</w:t>
      </w:r>
      <w:r>
        <w:rPr>
          <w:rFonts w:ascii="Times New Roman" w:hAnsi="Times New Roman" w:cs="Times New Roman"/>
          <w:bCs/>
        </w:rPr>
        <w:t xml:space="preserve"> oraz zakup usług obcych </w:t>
      </w:r>
      <w:r w:rsidRPr="000632E1">
        <w:rPr>
          <w:rFonts w:ascii="Times New Roman" w:hAnsi="Times New Roman" w:cs="Times New Roman"/>
          <w:bCs/>
        </w:rPr>
        <w:t>w dziale 700 – Gospodarka mieszkaniowa</w:t>
      </w:r>
      <w:r>
        <w:rPr>
          <w:rFonts w:ascii="Times New Roman" w:hAnsi="Times New Roman" w:cs="Times New Roman"/>
          <w:bCs/>
        </w:rPr>
        <w:t>.</w:t>
      </w:r>
    </w:p>
    <w:p w:rsidR="00D53ED7" w:rsidRPr="00C53089" w:rsidRDefault="00D53ED7" w:rsidP="00C53089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</w:p>
    <w:p w:rsidR="00D53ED7" w:rsidRPr="009E3F30" w:rsidRDefault="00D53ED7" w:rsidP="006E35E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Dział 921 -</w:t>
      </w:r>
      <w:r w:rsidRPr="009E3F30">
        <w:rPr>
          <w:rFonts w:ascii="Times New Roman" w:hAnsi="Times New Roman" w:cs="Times New Roman"/>
          <w:b/>
          <w:bCs/>
        </w:rPr>
        <w:t xml:space="preserve"> Kultura i ochrona dziedzictwa narodowego</w:t>
      </w:r>
    </w:p>
    <w:p w:rsidR="00D53ED7" w:rsidRDefault="00D53ED7" w:rsidP="006E35E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E3F30">
        <w:rPr>
          <w:rFonts w:ascii="Times New Roman" w:hAnsi="Times New Roman" w:cs="Times New Roman"/>
        </w:rPr>
        <w:t>Udziela się dotacji</w:t>
      </w:r>
      <w:r>
        <w:rPr>
          <w:rFonts w:ascii="Times New Roman" w:hAnsi="Times New Roman" w:cs="Times New Roman"/>
        </w:rPr>
        <w:t xml:space="preserve"> dla Centrum Kultury w Sycowie na organizację imprez integrujących lokalną  społeczność oraz bieżącą działalność merytoryczną polegająca na wspieraniu działalności kulturalnej: promocji twórczości, edukacji i oświaty kulturalnej, działań i inicjatyw kulturalnych. Kwota udzielonej dotacji celowej wynosi 20</w:t>
      </w:r>
      <w:r w:rsidRPr="009E3F30">
        <w:rPr>
          <w:rFonts w:ascii="Times New Roman" w:hAnsi="Times New Roman" w:cs="Times New Roman"/>
        </w:rPr>
        <w:t xml:space="preserve"> 000 zł </w:t>
      </w:r>
      <w:r>
        <w:rPr>
          <w:rFonts w:ascii="Times New Roman" w:hAnsi="Times New Roman" w:cs="Times New Roman"/>
        </w:rPr>
        <w:t xml:space="preserve">i przeznaczona zostaje </w:t>
      </w:r>
      <w:r w:rsidRPr="009E3F30">
        <w:rPr>
          <w:rFonts w:ascii="Times New Roman" w:hAnsi="Times New Roman" w:cs="Times New Roman"/>
        </w:rPr>
        <w:t xml:space="preserve">na organizację </w:t>
      </w:r>
      <w:r>
        <w:rPr>
          <w:rFonts w:ascii="Times New Roman" w:hAnsi="Times New Roman" w:cs="Times New Roman"/>
        </w:rPr>
        <w:t>Jarmarku Regionalnego oraz festynu z okazji zakończenia lata, natomiast dotacja podmiotowa na bieżącą działalność merytoryczną wynosi 25 000 zł.</w:t>
      </w:r>
    </w:p>
    <w:p w:rsidR="00D53ED7" w:rsidRPr="009E3F30" w:rsidRDefault="00D53ED7" w:rsidP="006E35E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53ED7" w:rsidRPr="009E3F30" w:rsidRDefault="00D53ED7" w:rsidP="008E175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9E3F30">
        <w:rPr>
          <w:rFonts w:ascii="Times New Roman" w:hAnsi="Times New Roman" w:cs="Times New Roman"/>
          <w:b/>
          <w:bCs/>
        </w:rPr>
        <w:t>Dział 926 - Kultura fizyczna</w:t>
      </w:r>
    </w:p>
    <w:p w:rsidR="00D53ED7" w:rsidRPr="009E3F30" w:rsidRDefault="00D53ED7" w:rsidP="008E175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767686">
        <w:rPr>
          <w:rFonts w:ascii="Times New Roman" w:hAnsi="Times New Roman" w:cs="Times New Roman"/>
        </w:rPr>
        <w:t>Sam</w:t>
      </w:r>
      <w:r>
        <w:rPr>
          <w:rFonts w:ascii="Times New Roman" w:hAnsi="Times New Roman" w:cs="Times New Roman"/>
        </w:rPr>
        <w:t xml:space="preserve">orząd mieszkańców wsi Komorów zmienił </w:t>
      </w:r>
      <w:r w:rsidRPr="00767686">
        <w:rPr>
          <w:rFonts w:ascii="Times New Roman" w:hAnsi="Times New Roman" w:cs="Times New Roman"/>
        </w:rPr>
        <w:t>w ramach przedsięwzięcia o nazwie "Ogólnodostępna</w:t>
      </w:r>
      <w:r>
        <w:rPr>
          <w:rFonts w:ascii="Times New Roman" w:hAnsi="Times New Roman" w:cs="Times New Roman"/>
        </w:rPr>
        <w:t xml:space="preserve"> strefa wypoczynku i rekreacji"</w:t>
      </w:r>
      <w:r w:rsidRPr="00767686">
        <w:rPr>
          <w:rFonts w:ascii="Times New Roman" w:hAnsi="Times New Roman" w:cs="Times New Roman"/>
        </w:rPr>
        <w:t xml:space="preserve"> przeznaczenie wydatkowania środków.</w:t>
      </w:r>
      <w:r>
        <w:rPr>
          <w:rFonts w:ascii="Times New Roman" w:hAnsi="Times New Roman" w:cs="Times New Roman"/>
        </w:rPr>
        <w:t xml:space="preserve"> Przesunięcia nastąpiły między działami</w:t>
      </w:r>
      <w:r w:rsidRPr="00767686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921 i 926. Kwota przesunięć wynosi 3 130</w:t>
      </w:r>
      <w:r w:rsidRPr="00767686">
        <w:rPr>
          <w:rFonts w:ascii="Times New Roman" w:hAnsi="Times New Roman" w:cs="Times New Roman"/>
        </w:rPr>
        <w:t xml:space="preserve"> zł</w:t>
      </w:r>
      <w:r>
        <w:rPr>
          <w:rFonts w:ascii="Times New Roman" w:hAnsi="Times New Roman" w:cs="Times New Roman"/>
        </w:rPr>
        <w:t xml:space="preserve"> i zostaje przeznaczona na rozbudowę placu zabaw.</w:t>
      </w:r>
    </w:p>
    <w:p w:rsidR="00D53ED7" w:rsidRDefault="00D53ED7" w:rsidP="001663C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D53ED7" w:rsidRPr="009E3F30" w:rsidRDefault="00D53ED7" w:rsidP="001663C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53ED7" w:rsidRPr="009E3F30" w:rsidRDefault="00D53ED7" w:rsidP="00C9179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FF0000"/>
        </w:rPr>
      </w:pPr>
    </w:p>
    <w:p w:rsidR="00D53ED7" w:rsidRPr="009E3F30" w:rsidRDefault="00D53ED7" w:rsidP="000C7A7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9E3F30">
        <w:rPr>
          <w:rFonts w:ascii="Times New Roman" w:hAnsi="Times New Roman" w:cs="Times New Roman"/>
        </w:rPr>
        <w:t xml:space="preserve">Projekt uchwały </w:t>
      </w:r>
      <w:r>
        <w:rPr>
          <w:rFonts w:ascii="Times New Roman" w:hAnsi="Times New Roman" w:cs="Times New Roman"/>
        </w:rPr>
        <w:t xml:space="preserve">nie przewiduje zwiększenia </w:t>
      </w:r>
      <w:r w:rsidRPr="009E3F30">
        <w:rPr>
          <w:rFonts w:ascii="Times New Roman" w:hAnsi="Times New Roman" w:cs="Times New Roman"/>
        </w:rPr>
        <w:t>dochodów</w:t>
      </w:r>
      <w:r>
        <w:rPr>
          <w:rFonts w:ascii="Times New Roman" w:hAnsi="Times New Roman" w:cs="Times New Roman"/>
        </w:rPr>
        <w:t>. Wydatki wzrastają o 314 283</w:t>
      </w:r>
      <w:r w:rsidRPr="009E3F30">
        <w:rPr>
          <w:rFonts w:ascii="Times New Roman" w:hAnsi="Times New Roman" w:cs="Times New Roman"/>
        </w:rPr>
        <w:t xml:space="preserve"> zł, z czeg</w:t>
      </w:r>
      <w:r>
        <w:rPr>
          <w:rFonts w:ascii="Times New Roman" w:hAnsi="Times New Roman" w:cs="Times New Roman"/>
        </w:rPr>
        <w:t>o wydatki bieżące o kwotę 468 653</w:t>
      </w:r>
      <w:r w:rsidRPr="009E3F30">
        <w:rPr>
          <w:rFonts w:ascii="Times New Roman" w:hAnsi="Times New Roman" w:cs="Times New Roman"/>
        </w:rPr>
        <w:t xml:space="preserve"> zł, </w:t>
      </w:r>
      <w:r>
        <w:rPr>
          <w:rFonts w:ascii="Times New Roman" w:hAnsi="Times New Roman" w:cs="Times New Roman"/>
        </w:rPr>
        <w:t>zmniejszone</w:t>
      </w:r>
      <w:r w:rsidRPr="00F72856">
        <w:rPr>
          <w:rFonts w:ascii="Times New Roman" w:hAnsi="Times New Roman" w:cs="Times New Roman"/>
        </w:rPr>
        <w:t xml:space="preserve"> </w:t>
      </w:r>
      <w:r w:rsidRPr="009E3F30">
        <w:rPr>
          <w:rFonts w:ascii="Times New Roman" w:hAnsi="Times New Roman" w:cs="Times New Roman"/>
        </w:rPr>
        <w:t>o kw</w:t>
      </w:r>
      <w:r>
        <w:rPr>
          <w:rFonts w:ascii="Times New Roman" w:hAnsi="Times New Roman" w:cs="Times New Roman"/>
        </w:rPr>
        <w:t>otę 154 370</w:t>
      </w:r>
      <w:r w:rsidRPr="009E3F30">
        <w:rPr>
          <w:rFonts w:ascii="Times New Roman" w:hAnsi="Times New Roman" w:cs="Times New Roman"/>
        </w:rPr>
        <w:t xml:space="preserve"> zł</w:t>
      </w:r>
      <w:r>
        <w:rPr>
          <w:rFonts w:ascii="Times New Roman" w:hAnsi="Times New Roman" w:cs="Times New Roman"/>
        </w:rPr>
        <w:t xml:space="preserve"> zostają wydatki</w:t>
      </w:r>
      <w:r w:rsidRPr="009E3F30">
        <w:rPr>
          <w:rFonts w:ascii="Times New Roman" w:hAnsi="Times New Roman" w:cs="Times New Roman"/>
        </w:rPr>
        <w:t xml:space="preserve"> majątkowe.</w:t>
      </w:r>
    </w:p>
    <w:p w:rsidR="00D53ED7" w:rsidRPr="009E3F30" w:rsidRDefault="00D53ED7" w:rsidP="0083270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9E3F30">
        <w:rPr>
          <w:rFonts w:ascii="Times New Roman" w:hAnsi="Times New Roman" w:cs="Times New Roman"/>
        </w:rPr>
        <w:t>Wprowadzona zmiana powoduje zmianę wyniku budżetu. W wyniku zmian budżetu wzrósł def</w:t>
      </w:r>
      <w:r>
        <w:rPr>
          <w:rFonts w:ascii="Times New Roman" w:hAnsi="Times New Roman" w:cs="Times New Roman"/>
        </w:rPr>
        <w:t>icyt budżetowy o wartość 314 283</w:t>
      </w:r>
      <w:r w:rsidRPr="009E3F30">
        <w:rPr>
          <w:rFonts w:ascii="Times New Roman" w:hAnsi="Times New Roman" w:cs="Times New Roman"/>
        </w:rPr>
        <w:t xml:space="preserve"> zł. Źródłem sfinansowania zwiększonego deficytu są wolne środki, </w:t>
      </w:r>
      <w:r w:rsidRPr="009E3F30">
        <w:rPr>
          <w:rFonts w:ascii="Times New Roman" w:hAnsi="Times New Roman" w:cs="Times New Roman"/>
        </w:rPr>
        <w:br/>
        <w:t>o których mowa w art.217 ust.2 pkt 6 ustawy o finansach publicznych.</w:t>
      </w:r>
    </w:p>
    <w:p w:rsidR="00D53ED7" w:rsidRPr="009E3F30" w:rsidRDefault="00D53ED7" w:rsidP="0083270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sectPr w:rsidR="00D53ED7" w:rsidRPr="009E3F30" w:rsidSect="00475D5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ED7" w:rsidRDefault="00D53ED7" w:rsidP="005A5962">
      <w:pPr>
        <w:spacing w:after="0" w:line="240" w:lineRule="auto"/>
      </w:pPr>
      <w:r>
        <w:separator/>
      </w:r>
    </w:p>
  </w:endnote>
  <w:endnote w:type="continuationSeparator" w:id="0">
    <w:p w:rsidR="00D53ED7" w:rsidRDefault="00D53ED7" w:rsidP="005A5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ED7" w:rsidRDefault="00D53ED7" w:rsidP="005A5962">
      <w:pPr>
        <w:spacing w:after="0" w:line="240" w:lineRule="auto"/>
      </w:pPr>
      <w:r>
        <w:separator/>
      </w:r>
    </w:p>
  </w:footnote>
  <w:footnote w:type="continuationSeparator" w:id="0">
    <w:p w:rsidR="00D53ED7" w:rsidRDefault="00D53ED7" w:rsidP="005A5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1">
    <w:nsid w:val="09A7010E"/>
    <w:multiLevelType w:val="hybridMultilevel"/>
    <w:tmpl w:val="FECA47E2"/>
    <w:lvl w:ilvl="0" w:tplc="4EF2EA5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CAF4D68"/>
    <w:multiLevelType w:val="hybridMultilevel"/>
    <w:tmpl w:val="2C169E66"/>
    <w:lvl w:ilvl="0" w:tplc="B75E37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B856BCA"/>
    <w:multiLevelType w:val="hybridMultilevel"/>
    <w:tmpl w:val="05C80D8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31746BE"/>
    <w:multiLevelType w:val="hybridMultilevel"/>
    <w:tmpl w:val="693C955C"/>
    <w:lvl w:ilvl="0" w:tplc="041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5">
    <w:nsid w:val="450F0F60"/>
    <w:multiLevelType w:val="hybridMultilevel"/>
    <w:tmpl w:val="2DE412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9045715"/>
    <w:multiLevelType w:val="hybridMultilevel"/>
    <w:tmpl w:val="FDC892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FD72034"/>
    <w:multiLevelType w:val="hybridMultilevel"/>
    <w:tmpl w:val="7A2C738A"/>
    <w:lvl w:ilvl="0" w:tplc="FE7468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ED60D03"/>
    <w:multiLevelType w:val="hybridMultilevel"/>
    <w:tmpl w:val="BA4EF4E0"/>
    <w:lvl w:ilvl="0" w:tplc="FF78299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9A53562"/>
    <w:multiLevelType w:val="hybridMultilevel"/>
    <w:tmpl w:val="5578433E"/>
    <w:lvl w:ilvl="0" w:tplc="79D2035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0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0442"/>
    <w:rsid w:val="00000084"/>
    <w:rsid w:val="00000912"/>
    <w:rsid w:val="0000529C"/>
    <w:rsid w:val="00005FF3"/>
    <w:rsid w:val="00006AB6"/>
    <w:rsid w:val="00010361"/>
    <w:rsid w:val="000118B5"/>
    <w:rsid w:val="00012495"/>
    <w:rsid w:val="00013CE2"/>
    <w:rsid w:val="000157EE"/>
    <w:rsid w:val="00015ABD"/>
    <w:rsid w:val="00015ABE"/>
    <w:rsid w:val="00015EE3"/>
    <w:rsid w:val="0002007C"/>
    <w:rsid w:val="00021C96"/>
    <w:rsid w:val="00023A14"/>
    <w:rsid w:val="00023E1C"/>
    <w:rsid w:val="000247F4"/>
    <w:rsid w:val="00025746"/>
    <w:rsid w:val="00025775"/>
    <w:rsid w:val="00025B86"/>
    <w:rsid w:val="00027960"/>
    <w:rsid w:val="00027A96"/>
    <w:rsid w:val="00034249"/>
    <w:rsid w:val="00034A90"/>
    <w:rsid w:val="00034B2F"/>
    <w:rsid w:val="00035131"/>
    <w:rsid w:val="00035626"/>
    <w:rsid w:val="0003587D"/>
    <w:rsid w:val="0003590C"/>
    <w:rsid w:val="00036524"/>
    <w:rsid w:val="0003663F"/>
    <w:rsid w:val="0003717B"/>
    <w:rsid w:val="00037E08"/>
    <w:rsid w:val="00040589"/>
    <w:rsid w:val="00041EE7"/>
    <w:rsid w:val="00042223"/>
    <w:rsid w:val="00042E87"/>
    <w:rsid w:val="00044316"/>
    <w:rsid w:val="00044924"/>
    <w:rsid w:val="00044D6B"/>
    <w:rsid w:val="00050834"/>
    <w:rsid w:val="00050933"/>
    <w:rsid w:val="000534D8"/>
    <w:rsid w:val="00053E24"/>
    <w:rsid w:val="000544EF"/>
    <w:rsid w:val="00055094"/>
    <w:rsid w:val="00055B45"/>
    <w:rsid w:val="000563AC"/>
    <w:rsid w:val="00060089"/>
    <w:rsid w:val="00061854"/>
    <w:rsid w:val="000632E1"/>
    <w:rsid w:val="00064DF3"/>
    <w:rsid w:val="00065AD4"/>
    <w:rsid w:val="00065E07"/>
    <w:rsid w:val="00065F63"/>
    <w:rsid w:val="00067351"/>
    <w:rsid w:val="00070BB3"/>
    <w:rsid w:val="00071DAC"/>
    <w:rsid w:val="00072B31"/>
    <w:rsid w:val="000750AA"/>
    <w:rsid w:val="00076666"/>
    <w:rsid w:val="00077064"/>
    <w:rsid w:val="000809CB"/>
    <w:rsid w:val="00081360"/>
    <w:rsid w:val="00081538"/>
    <w:rsid w:val="000816B1"/>
    <w:rsid w:val="00082FF4"/>
    <w:rsid w:val="0008392E"/>
    <w:rsid w:val="00084D0B"/>
    <w:rsid w:val="00084F4D"/>
    <w:rsid w:val="00085411"/>
    <w:rsid w:val="00087FB4"/>
    <w:rsid w:val="000901E7"/>
    <w:rsid w:val="0009038D"/>
    <w:rsid w:val="00092247"/>
    <w:rsid w:val="00097483"/>
    <w:rsid w:val="00097555"/>
    <w:rsid w:val="00097CAE"/>
    <w:rsid w:val="000A1010"/>
    <w:rsid w:val="000A19F8"/>
    <w:rsid w:val="000A24B5"/>
    <w:rsid w:val="000A2EEF"/>
    <w:rsid w:val="000A3207"/>
    <w:rsid w:val="000A44A4"/>
    <w:rsid w:val="000A7B6A"/>
    <w:rsid w:val="000A7FC2"/>
    <w:rsid w:val="000B00AE"/>
    <w:rsid w:val="000B0214"/>
    <w:rsid w:val="000B19BB"/>
    <w:rsid w:val="000B2B16"/>
    <w:rsid w:val="000B3433"/>
    <w:rsid w:val="000B42FD"/>
    <w:rsid w:val="000B4A43"/>
    <w:rsid w:val="000B52B3"/>
    <w:rsid w:val="000B6761"/>
    <w:rsid w:val="000B6AFD"/>
    <w:rsid w:val="000B7C55"/>
    <w:rsid w:val="000C1AD1"/>
    <w:rsid w:val="000C55CD"/>
    <w:rsid w:val="000C6FB0"/>
    <w:rsid w:val="000C7A78"/>
    <w:rsid w:val="000D0854"/>
    <w:rsid w:val="000D198E"/>
    <w:rsid w:val="000D2707"/>
    <w:rsid w:val="000D2888"/>
    <w:rsid w:val="000D5874"/>
    <w:rsid w:val="000D58E4"/>
    <w:rsid w:val="000D5E03"/>
    <w:rsid w:val="000D6A73"/>
    <w:rsid w:val="000D6AEB"/>
    <w:rsid w:val="000D6D35"/>
    <w:rsid w:val="000E1850"/>
    <w:rsid w:val="000E2011"/>
    <w:rsid w:val="000E25DA"/>
    <w:rsid w:val="000E2701"/>
    <w:rsid w:val="000E4292"/>
    <w:rsid w:val="000E481B"/>
    <w:rsid w:val="000E5E75"/>
    <w:rsid w:val="000E72F6"/>
    <w:rsid w:val="000F1117"/>
    <w:rsid w:val="000F1DFB"/>
    <w:rsid w:val="000F302E"/>
    <w:rsid w:val="000F351A"/>
    <w:rsid w:val="000F56C7"/>
    <w:rsid w:val="000F69C7"/>
    <w:rsid w:val="00104A55"/>
    <w:rsid w:val="00104EC1"/>
    <w:rsid w:val="001050E9"/>
    <w:rsid w:val="0010731B"/>
    <w:rsid w:val="00107ED4"/>
    <w:rsid w:val="00111216"/>
    <w:rsid w:val="001116C6"/>
    <w:rsid w:val="00111E37"/>
    <w:rsid w:val="001121FE"/>
    <w:rsid w:val="00112B65"/>
    <w:rsid w:val="001159B6"/>
    <w:rsid w:val="00115ED8"/>
    <w:rsid w:val="00117DEF"/>
    <w:rsid w:val="001208AB"/>
    <w:rsid w:val="00123595"/>
    <w:rsid w:val="0012590C"/>
    <w:rsid w:val="00126F84"/>
    <w:rsid w:val="00127732"/>
    <w:rsid w:val="00132B2A"/>
    <w:rsid w:val="00133DBD"/>
    <w:rsid w:val="0013519F"/>
    <w:rsid w:val="00135495"/>
    <w:rsid w:val="00135C28"/>
    <w:rsid w:val="00135F6D"/>
    <w:rsid w:val="001372E1"/>
    <w:rsid w:val="00140442"/>
    <w:rsid w:val="001409F3"/>
    <w:rsid w:val="00143E97"/>
    <w:rsid w:val="00144677"/>
    <w:rsid w:val="001460E0"/>
    <w:rsid w:val="00146B98"/>
    <w:rsid w:val="001471C6"/>
    <w:rsid w:val="00147BCD"/>
    <w:rsid w:val="00147E27"/>
    <w:rsid w:val="0015085F"/>
    <w:rsid w:val="00152768"/>
    <w:rsid w:val="00152A44"/>
    <w:rsid w:val="00152B2D"/>
    <w:rsid w:val="00154F7A"/>
    <w:rsid w:val="00156573"/>
    <w:rsid w:val="00156926"/>
    <w:rsid w:val="001575FE"/>
    <w:rsid w:val="00160036"/>
    <w:rsid w:val="001610CA"/>
    <w:rsid w:val="00161336"/>
    <w:rsid w:val="00161D8B"/>
    <w:rsid w:val="00161FEA"/>
    <w:rsid w:val="00163BAD"/>
    <w:rsid w:val="001642F0"/>
    <w:rsid w:val="0016449A"/>
    <w:rsid w:val="00164B97"/>
    <w:rsid w:val="00165534"/>
    <w:rsid w:val="001663C1"/>
    <w:rsid w:val="0016672A"/>
    <w:rsid w:val="001678C8"/>
    <w:rsid w:val="001678E9"/>
    <w:rsid w:val="00170856"/>
    <w:rsid w:val="001728F5"/>
    <w:rsid w:val="00172C9B"/>
    <w:rsid w:val="00174560"/>
    <w:rsid w:val="00175778"/>
    <w:rsid w:val="00176CE3"/>
    <w:rsid w:val="00176E37"/>
    <w:rsid w:val="0017736E"/>
    <w:rsid w:val="0018195C"/>
    <w:rsid w:val="0018222C"/>
    <w:rsid w:val="0018243B"/>
    <w:rsid w:val="0018298D"/>
    <w:rsid w:val="00183654"/>
    <w:rsid w:val="00185196"/>
    <w:rsid w:val="00186177"/>
    <w:rsid w:val="001862DF"/>
    <w:rsid w:val="00186F3E"/>
    <w:rsid w:val="00187D18"/>
    <w:rsid w:val="00190A25"/>
    <w:rsid w:val="00190C06"/>
    <w:rsid w:val="0019126F"/>
    <w:rsid w:val="00192620"/>
    <w:rsid w:val="00192F10"/>
    <w:rsid w:val="0019328F"/>
    <w:rsid w:val="00193690"/>
    <w:rsid w:val="00193EB6"/>
    <w:rsid w:val="001945A8"/>
    <w:rsid w:val="001948BC"/>
    <w:rsid w:val="0019614A"/>
    <w:rsid w:val="00196182"/>
    <w:rsid w:val="0019730A"/>
    <w:rsid w:val="00197FE3"/>
    <w:rsid w:val="001A1D3B"/>
    <w:rsid w:val="001A2248"/>
    <w:rsid w:val="001A263E"/>
    <w:rsid w:val="001A2921"/>
    <w:rsid w:val="001A2D3C"/>
    <w:rsid w:val="001A36EE"/>
    <w:rsid w:val="001A541F"/>
    <w:rsid w:val="001B0F51"/>
    <w:rsid w:val="001B12BC"/>
    <w:rsid w:val="001B17D9"/>
    <w:rsid w:val="001B1813"/>
    <w:rsid w:val="001B22FE"/>
    <w:rsid w:val="001B2BE1"/>
    <w:rsid w:val="001B304E"/>
    <w:rsid w:val="001B3D4E"/>
    <w:rsid w:val="001B6176"/>
    <w:rsid w:val="001B682F"/>
    <w:rsid w:val="001B6902"/>
    <w:rsid w:val="001B6F61"/>
    <w:rsid w:val="001C090C"/>
    <w:rsid w:val="001C0DF4"/>
    <w:rsid w:val="001C0ECD"/>
    <w:rsid w:val="001C1B32"/>
    <w:rsid w:val="001C1E65"/>
    <w:rsid w:val="001C3264"/>
    <w:rsid w:val="001C4530"/>
    <w:rsid w:val="001C560A"/>
    <w:rsid w:val="001C5898"/>
    <w:rsid w:val="001C7344"/>
    <w:rsid w:val="001D10DE"/>
    <w:rsid w:val="001D3DAE"/>
    <w:rsid w:val="001D4E90"/>
    <w:rsid w:val="001D5FE1"/>
    <w:rsid w:val="001D7A66"/>
    <w:rsid w:val="001D7FFE"/>
    <w:rsid w:val="001E067F"/>
    <w:rsid w:val="001E3DDC"/>
    <w:rsid w:val="001E4417"/>
    <w:rsid w:val="001E527C"/>
    <w:rsid w:val="001E566E"/>
    <w:rsid w:val="001E5893"/>
    <w:rsid w:val="001E64A3"/>
    <w:rsid w:val="001E6A48"/>
    <w:rsid w:val="001F193E"/>
    <w:rsid w:val="001F40C0"/>
    <w:rsid w:val="001F6C13"/>
    <w:rsid w:val="001F79F3"/>
    <w:rsid w:val="001F7EBB"/>
    <w:rsid w:val="00201464"/>
    <w:rsid w:val="00201930"/>
    <w:rsid w:val="00201D97"/>
    <w:rsid w:val="00201E1C"/>
    <w:rsid w:val="00202C05"/>
    <w:rsid w:val="00202E7F"/>
    <w:rsid w:val="002044A6"/>
    <w:rsid w:val="002045FF"/>
    <w:rsid w:val="002048BF"/>
    <w:rsid w:val="00204998"/>
    <w:rsid w:val="00206EAC"/>
    <w:rsid w:val="002072A1"/>
    <w:rsid w:val="002074B7"/>
    <w:rsid w:val="00207AB2"/>
    <w:rsid w:val="00210019"/>
    <w:rsid w:val="00212AFC"/>
    <w:rsid w:val="00213408"/>
    <w:rsid w:val="00214FA4"/>
    <w:rsid w:val="00217FD4"/>
    <w:rsid w:val="00221EAF"/>
    <w:rsid w:val="0022298B"/>
    <w:rsid w:val="002234CD"/>
    <w:rsid w:val="0022361D"/>
    <w:rsid w:val="0022374F"/>
    <w:rsid w:val="00223A1A"/>
    <w:rsid w:val="0022572B"/>
    <w:rsid w:val="00225CA2"/>
    <w:rsid w:val="00226809"/>
    <w:rsid w:val="00230001"/>
    <w:rsid w:val="0023080F"/>
    <w:rsid w:val="00232991"/>
    <w:rsid w:val="00232F25"/>
    <w:rsid w:val="00232FC0"/>
    <w:rsid w:val="00236D90"/>
    <w:rsid w:val="002371D7"/>
    <w:rsid w:val="00240499"/>
    <w:rsid w:val="00240F67"/>
    <w:rsid w:val="0024167C"/>
    <w:rsid w:val="00241F65"/>
    <w:rsid w:val="002433E6"/>
    <w:rsid w:val="00244151"/>
    <w:rsid w:val="00244270"/>
    <w:rsid w:val="00244EDA"/>
    <w:rsid w:val="002454A4"/>
    <w:rsid w:val="00250693"/>
    <w:rsid w:val="00252793"/>
    <w:rsid w:val="002553A2"/>
    <w:rsid w:val="00255F8C"/>
    <w:rsid w:val="00257BD3"/>
    <w:rsid w:val="002604B9"/>
    <w:rsid w:val="0026148B"/>
    <w:rsid w:val="002614B8"/>
    <w:rsid w:val="00261770"/>
    <w:rsid w:val="00262DF8"/>
    <w:rsid w:val="0026326B"/>
    <w:rsid w:val="00263914"/>
    <w:rsid w:val="00263DC9"/>
    <w:rsid w:val="00263E7E"/>
    <w:rsid w:val="002642FC"/>
    <w:rsid w:val="002646CB"/>
    <w:rsid w:val="00264E3D"/>
    <w:rsid w:val="00265757"/>
    <w:rsid w:val="00265E11"/>
    <w:rsid w:val="00265F4C"/>
    <w:rsid w:val="00266EAF"/>
    <w:rsid w:val="0026730D"/>
    <w:rsid w:val="00267C78"/>
    <w:rsid w:val="00267F74"/>
    <w:rsid w:val="00271172"/>
    <w:rsid w:val="00271847"/>
    <w:rsid w:val="00271EE0"/>
    <w:rsid w:val="002735A1"/>
    <w:rsid w:val="00273A30"/>
    <w:rsid w:val="002751F6"/>
    <w:rsid w:val="0027653E"/>
    <w:rsid w:val="00276597"/>
    <w:rsid w:val="002770FD"/>
    <w:rsid w:val="00277544"/>
    <w:rsid w:val="0028144B"/>
    <w:rsid w:val="00281511"/>
    <w:rsid w:val="002825CE"/>
    <w:rsid w:val="00282DC6"/>
    <w:rsid w:val="002834EA"/>
    <w:rsid w:val="00283A29"/>
    <w:rsid w:val="00283DAD"/>
    <w:rsid w:val="00283F76"/>
    <w:rsid w:val="00285E67"/>
    <w:rsid w:val="00285FFA"/>
    <w:rsid w:val="0028640D"/>
    <w:rsid w:val="0029003A"/>
    <w:rsid w:val="00290669"/>
    <w:rsid w:val="00291094"/>
    <w:rsid w:val="00291E72"/>
    <w:rsid w:val="00291E96"/>
    <w:rsid w:val="00291F8E"/>
    <w:rsid w:val="002928C1"/>
    <w:rsid w:val="00293B92"/>
    <w:rsid w:val="002940C0"/>
    <w:rsid w:val="002943F5"/>
    <w:rsid w:val="00295760"/>
    <w:rsid w:val="002959E6"/>
    <w:rsid w:val="00295A9A"/>
    <w:rsid w:val="00296251"/>
    <w:rsid w:val="0029754D"/>
    <w:rsid w:val="002976BB"/>
    <w:rsid w:val="002A077E"/>
    <w:rsid w:val="002A08F2"/>
    <w:rsid w:val="002A228A"/>
    <w:rsid w:val="002A2513"/>
    <w:rsid w:val="002A2B3D"/>
    <w:rsid w:val="002A3AF7"/>
    <w:rsid w:val="002A4ED6"/>
    <w:rsid w:val="002A5469"/>
    <w:rsid w:val="002A61E5"/>
    <w:rsid w:val="002A62A2"/>
    <w:rsid w:val="002B227A"/>
    <w:rsid w:val="002B2733"/>
    <w:rsid w:val="002B343D"/>
    <w:rsid w:val="002B50A2"/>
    <w:rsid w:val="002B5586"/>
    <w:rsid w:val="002B600C"/>
    <w:rsid w:val="002B6B22"/>
    <w:rsid w:val="002B7CDF"/>
    <w:rsid w:val="002C072A"/>
    <w:rsid w:val="002C1229"/>
    <w:rsid w:val="002C1F95"/>
    <w:rsid w:val="002C388C"/>
    <w:rsid w:val="002C3A0E"/>
    <w:rsid w:val="002C79F9"/>
    <w:rsid w:val="002C7A8E"/>
    <w:rsid w:val="002D0BC5"/>
    <w:rsid w:val="002D1720"/>
    <w:rsid w:val="002D38AD"/>
    <w:rsid w:val="002D3C25"/>
    <w:rsid w:val="002D4A7A"/>
    <w:rsid w:val="002E11D0"/>
    <w:rsid w:val="002E1728"/>
    <w:rsid w:val="002E2581"/>
    <w:rsid w:val="002E295B"/>
    <w:rsid w:val="002E462E"/>
    <w:rsid w:val="002E6356"/>
    <w:rsid w:val="002E6C3D"/>
    <w:rsid w:val="002F0798"/>
    <w:rsid w:val="002F1360"/>
    <w:rsid w:val="002F1B11"/>
    <w:rsid w:val="002F3955"/>
    <w:rsid w:val="002F66CB"/>
    <w:rsid w:val="002F6A19"/>
    <w:rsid w:val="0030009B"/>
    <w:rsid w:val="003005A9"/>
    <w:rsid w:val="00301B38"/>
    <w:rsid w:val="0030219A"/>
    <w:rsid w:val="003037D1"/>
    <w:rsid w:val="00303964"/>
    <w:rsid w:val="003049AC"/>
    <w:rsid w:val="00304AEB"/>
    <w:rsid w:val="00305757"/>
    <w:rsid w:val="003058D5"/>
    <w:rsid w:val="00306C17"/>
    <w:rsid w:val="00307125"/>
    <w:rsid w:val="00307619"/>
    <w:rsid w:val="00307C67"/>
    <w:rsid w:val="00311436"/>
    <w:rsid w:val="00311C65"/>
    <w:rsid w:val="0031298E"/>
    <w:rsid w:val="0031486F"/>
    <w:rsid w:val="003171CA"/>
    <w:rsid w:val="003200CC"/>
    <w:rsid w:val="0032180F"/>
    <w:rsid w:val="00321FC6"/>
    <w:rsid w:val="003221CE"/>
    <w:rsid w:val="00323903"/>
    <w:rsid w:val="003241AB"/>
    <w:rsid w:val="00324F6F"/>
    <w:rsid w:val="003263D4"/>
    <w:rsid w:val="00327310"/>
    <w:rsid w:val="003276AB"/>
    <w:rsid w:val="00327D13"/>
    <w:rsid w:val="00332C31"/>
    <w:rsid w:val="00335C04"/>
    <w:rsid w:val="00336979"/>
    <w:rsid w:val="0034448B"/>
    <w:rsid w:val="00350B62"/>
    <w:rsid w:val="00351426"/>
    <w:rsid w:val="00351B40"/>
    <w:rsid w:val="00351C32"/>
    <w:rsid w:val="00352164"/>
    <w:rsid w:val="00353B3F"/>
    <w:rsid w:val="003544DF"/>
    <w:rsid w:val="0035469D"/>
    <w:rsid w:val="00355609"/>
    <w:rsid w:val="00355694"/>
    <w:rsid w:val="0035623A"/>
    <w:rsid w:val="00356631"/>
    <w:rsid w:val="00356944"/>
    <w:rsid w:val="00356E40"/>
    <w:rsid w:val="00357804"/>
    <w:rsid w:val="00357DBE"/>
    <w:rsid w:val="003603A9"/>
    <w:rsid w:val="00360BD1"/>
    <w:rsid w:val="003612F1"/>
    <w:rsid w:val="00363EC7"/>
    <w:rsid w:val="00364962"/>
    <w:rsid w:val="003650F9"/>
    <w:rsid w:val="00365A62"/>
    <w:rsid w:val="003666BD"/>
    <w:rsid w:val="003675BB"/>
    <w:rsid w:val="00367A8E"/>
    <w:rsid w:val="00371DE8"/>
    <w:rsid w:val="00372B81"/>
    <w:rsid w:val="00373531"/>
    <w:rsid w:val="00373729"/>
    <w:rsid w:val="00374D6C"/>
    <w:rsid w:val="00374DBC"/>
    <w:rsid w:val="00376300"/>
    <w:rsid w:val="00376468"/>
    <w:rsid w:val="003767A0"/>
    <w:rsid w:val="00377266"/>
    <w:rsid w:val="00377AB2"/>
    <w:rsid w:val="00381CCD"/>
    <w:rsid w:val="00385046"/>
    <w:rsid w:val="00386FF8"/>
    <w:rsid w:val="00387774"/>
    <w:rsid w:val="00387908"/>
    <w:rsid w:val="0038795B"/>
    <w:rsid w:val="00391698"/>
    <w:rsid w:val="00392627"/>
    <w:rsid w:val="00392A40"/>
    <w:rsid w:val="00392CD3"/>
    <w:rsid w:val="00393274"/>
    <w:rsid w:val="003943B9"/>
    <w:rsid w:val="003954E2"/>
    <w:rsid w:val="0039687F"/>
    <w:rsid w:val="00397712"/>
    <w:rsid w:val="003A0EA4"/>
    <w:rsid w:val="003A0FE0"/>
    <w:rsid w:val="003A1109"/>
    <w:rsid w:val="003A204F"/>
    <w:rsid w:val="003A2261"/>
    <w:rsid w:val="003A235B"/>
    <w:rsid w:val="003A297C"/>
    <w:rsid w:val="003A3D9C"/>
    <w:rsid w:val="003A432F"/>
    <w:rsid w:val="003A584D"/>
    <w:rsid w:val="003A58D8"/>
    <w:rsid w:val="003A7155"/>
    <w:rsid w:val="003B08FF"/>
    <w:rsid w:val="003B387D"/>
    <w:rsid w:val="003B46E1"/>
    <w:rsid w:val="003B491E"/>
    <w:rsid w:val="003B6ADC"/>
    <w:rsid w:val="003B6CBD"/>
    <w:rsid w:val="003B7B38"/>
    <w:rsid w:val="003C0BDB"/>
    <w:rsid w:val="003C19D3"/>
    <w:rsid w:val="003C1EF1"/>
    <w:rsid w:val="003C3690"/>
    <w:rsid w:val="003C4688"/>
    <w:rsid w:val="003C5EDF"/>
    <w:rsid w:val="003C6031"/>
    <w:rsid w:val="003C63E3"/>
    <w:rsid w:val="003C74C5"/>
    <w:rsid w:val="003C7AB0"/>
    <w:rsid w:val="003D2300"/>
    <w:rsid w:val="003D2B0F"/>
    <w:rsid w:val="003D3400"/>
    <w:rsid w:val="003D3C42"/>
    <w:rsid w:val="003D4325"/>
    <w:rsid w:val="003D759A"/>
    <w:rsid w:val="003D7CDF"/>
    <w:rsid w:val="003E0C11"/>
    <w:rsid w:val="003E1456"/>
    <w:rsid w:val="003E300A"/>
    <w:rsid w:val="003E3440"/>
    <w:rsid w:val="003E3FCA"/>
    <w:rsid w:val="003E66EE"/>
    <w:rsid w:val="003F032D"/>
    <w:rsid w:val="003F0E4E"/>
    <w:rsid w:val="003F0FC9"/>
    <w:rsid w:val="003F189D"/>
    <w:rsid w:val="003F2121"/>
    <w:rsid w:val="003F4069"/>
    <w:rsid w:val="003F4B75"/>
    <w:rsid w:val="003F62CE"/>
    <w:rsid w:val="003F76BC"/>
    <w:rsid w:val="00400FF1"/>
    <w:rsid w:val="00402E38"/>
    <w:rsid w:val="0040303E"/>
    <w:rsid w:val="00404CA8"/>
    <w:rsid w:val="004061EA"/>
    <w:rsid w:val="00406712"/>
    <w:rsid w:val="004079ED"/>
    <w:rsid w:val="00407A0D"/>
    <w:rsid w:val="0041240A"/>
    <w:rsid w:val="0041410F"/>
    <w:rsid w:val="0041442C"/>
    <w:rsid w:val="00417538"/>
    <w:rsid w:val="004200B6"/>
    <w:rsid w:val="00420ED8"/>
    <w:rsid w:val="004217DF"/>
    <w:rsid w:val="00422826"/>
    <w:rsid w:val="00422BD2"/>
    <w:rsid w:val="00423C04"/>
    <w:rsid w:val="00423CF0"/>
    <w:rsid w:val="0042444F"/>
    <w:rsid w:val="004248F5"/>
    <w:rsid w:val="00426C46"/>
    <w:rsid w:val="004312C2"/>
    <w:rsid w:val="00432D29"/>
    <w:rsid w:val="004339BB"/>
    <w:rsid w:val="00433A0C"/>
    <w:rsid w:val="00434B21"/>
    <w:rsid w:val="00436893"/>
    <w:rsid w:val="0044173F"/>
    <w:rsid w:val="00441784"/>
    <w:rsid w:val="00443161"/>
    <w:rsid w:val="00443884"/>
    <w:rsid w:val="0044392A"/>
    <w:rsid w:val="00444769"/>
    <w:rsid w:val="00445165"/>
    <w:rsid w:val="004452F8"/>
    <w:rsid w:val="00445438"/>
    <w:rsid w:val="004467B1"/>
    <w:rsid w:val="00447B36"/>
    <w:rsid w:val="00452017"/>
    <w:rsid w:val="00457710"/>
    <w:rsid w:val="00457727"/>
    <w:rsid w:val="004579F6"/>
    <w:rsid w:val="00457C8A"/>
    <w:rsid w:val="00457E9E"/>
    <w:rsid w:val="00461FF6"/>
    <w:rsid w:val="004624B9"/>
    <w:rsid w:val="00463966"/>
    <w:rsid w:val="00465669"/>
    <w:rsid w:val="00465CC9"/>
    <w:rsid w:val="004674FB"/>
    <w:rsid w:val="00470754"/>
    <w:rsid w:val="00470A20"/>
    <w:rsid w:val="00471EC4"/>
    <w:rsid w:val="00472384"/>
    <w:rsid w:val="00473E91"/>
    <w:rsid w:val="0047522B"/>
    <w:rsid w:val="00475D5E"/>
    <w:rsid w:val="00481472"/>
    <w:rsid w:val="004819E1"/>
    <w:rsid w:val="00483B8E"/>
    <w:rsid w:val="00484C2E"/>
    <w:rsid w:val="00484CDF"/>
    <w:rsid w:val="004852A8"/>
    <w:rsid w:val="00485495"/>
    <w:rsid w:val="0048636A"/>
    <w:rsid w:val="004867A5"/>
    <w:rsid w:val="00486A32"/>
    <w:rsid w:val="00486E60"/>
    <w:rsid w:val="004909B4"/>
    <w:rsid w:val="00491500"/>
    <w:rsid w:val="004917F9"/>
    <w:rsid w:val="0049247A"/>
    <w:rsid w:val="00493577"/>
    <w:rsid w:val="00493F77"/>
    <w:rsid w:val="00494394"/>
    <w:rsid w:val="0049638C"/>
    <w:rsid w:val="00497ED2"/>
    <w:rsid w:val="004A0EC1"/>
    <w:rsid w:val="004A1DA1"/>
    <w:rsid w:val="004A234C"/>
    <w:rsid w:val="004A69B4"/>
    <w:rsid w:val="004A75C7"/>
    <w:rsid w:val="004B1B82"/>
    <w:rsid w:val="004B2717"/>
    <w:rsid w:val="004B2C5D"/>
    <w:rsid w:val="004B31A5"/>
    <w:rsid w:val="004B3AE6"/>
    <w:rsid w:val="004B3E87"/>
    <w:rsid w:val="004B4FD6"/>
    <w:rsid w:val="004B573E"/>
    <w:rsid w:val="004B6782"/>
    <w:rsid w:val="004B7B87"/>
    <w:rsid w:val="004C00FD"/>
    <w:rsid w:val="004C14AD"/>
    <w:rsid w:val="004C29D5"/>
    <w:rsid w:val="004C3F45"/>
    <w:rsid w:val="004C4803"/>
    <w:rsid w:val="004C5474"/>
    <w:rsid w:val="004C7526"/>
    <w:rsid w:val="004D06AA"/>
    <w:rsid w:val="004D199B"/>
    <w:rsid w:val="004D1E2F"/>
    <w:rsid w:val="004D67E2"/>
    <w:rsid w:val="004E1D35"/>
    <w:rsid w:val="004E1F1A"/>
    <w:rsid w:val="004E2797"/>
    <w:rsid w:val="004E2AE3"/>
    <w:rsid w:val="004E2BC4"/>
    <w:rsid w:val="004E369D"/>
    <w:rsid w:val="004E54FC"/>
    <w:rsid w:val="004E5CAC"/>
    <w:rsid w:val="004E6819"/>
    <w:rsid w:val="004E6D5B"/>
    <w:rsid w:val="004E7135"/>
    <w:rsid w:val="004E799A"/>
    <w:rsid w:val="004E7DAE"/>
    <w:rsid w:val="004F0442"/>
    <w:rsid w:val="004F0A92"/>
    <w:rsid w:val="004F2ABB"/>
    <w:rsid w:val="004F401D"/>
    <w:rsid w:val="004F44FE"/>
    <w:rsid w:val="004F48CC"/>
    <w:rsid w:val="004F52BD"/>
    <w:rsid w:val="004F6A25"/>
    <w:rsid w:val="00503091"/>
    <w:rsid w:val="0050363D"/>
    <w:rsid w:val="00503C47"/>
    <w:rsid w:val="005049DF"/>
    <w:rsid w:val="00507622"/>
    <w:rsid w:val="00510515"/>
    <w:rsid w:val="00511B87"/>
    <w:rsid w:val="00511BB5"/>
    <w:rsid w:val="00512D23"/>
    <w:rsid w:val="00512FB0"/>
    <w:rsid w:val="00513C37"/>
    <w:rsid w:val="00514FDC"/>
    <w:rsid w:val="00515090"/>
    <w:rsid w:val="005169BC"/>
    <w:rsid w:val="00520629"/>
    <w:rsid w:val="005223F2"/>
    <w:rsid w:val="0052260C"/>
    <w:rsid w:val="00523CCE"/>
    <w:rsid w:val="00524BCA"/>
    <w:rsid w:val="00525817"/>
    <w:rsid w:val="00525F1F"/>
    <w:rsid w:val="00526142"/>
    <w:rsid w:val="005268B5"/>
    <w:rsid w:val="00526CF3"/>
    <w:rsid w:val="005271C6"/>
    <w:rsid w:val="0052749A"/>
    <w:rsid w:val="00530278"/>
    <w:rsid w:val="0053128C"/>
    <w:rsid w:val="00534135"/>
    <w:rsid w:val="005353E2"/>
    <w:rsid w:val="0053637A"/>
    <w:rsid w:val="00537596"/>
    <w:rsid w:val="00537AED"/>
    <w:rsid w:val="0054058B"/>
    <w:rsid w:val="005430A5"/>
    <w:rsid w:val="00543182"/>
    <w:rsid w:val="005446D9"/>
    <w:rsid w:val="005454A7"/>
    <w:rsid w:val="00550BCD"/>
    <w:rsid w:val="00551368"/>
    <w:rsid w:val="00551E63"/>
    <w:rsid w:val="0055207C"/>
    <w:rsid w:val="00552539"/>
    <w:rsid w:val="00553F67"/>
    <w:rsid w:val="005553A6"/>
    <w:rsid w:val="005564F1"/>
    <w:rsid w:val="00556D7C"/>
    <w:rsid w:val="00561700"/>
    <w:rsid w:val="00561E06"/>
    <w:rsid w:val="005637E5"/>
    <w:rsid w:val="00563858"/>
    <w:rsid w:val="00564A72"/>
    <w:rsid w:val="005653B0"/>
    <w:rsid w:val="00565ACB"/>
    <w:rsid w:val="00567D72"/>
    <w:rsid w:val="00570B5B"/>
    <w:rsid w:val="005718FD"/>
    <w:rsid w:val="0057242E"/>
    <w:rsid w:val="00572ACB"/>
    <w:rsid w:val="0057330B"/>
    <w:rsid w:val="00575D22"/>
    <w:rsid w:val="00580E8E"/>
    <w:rsid w:val="0058233E"/>
    <w:rsid w:val="0058378F"/>
    <w:rsid w:val="00583AC7"/>
    <w:rsid w:val="00585315"/>
    <w:rsid w:val="0058613A"/>
    <w:rsid w:val="00587090"/>
    <w:rsid w:val="00590DAA"/>
    <w:rsid w:val="0059119F"/>
    <w:rsid w:val="00593778"/>
    <w:rsid w:val="00593784"/>
    <w:rsid w:val="005961B1"/>
    <w:rsid w:val="00596F76"/>
    <w:rsid w:val="005A16D1"/>
    <w:rsid w:val="005A259A"/>
    <w:rsid w:val="005A3498"/>
    <w:rsid w:val="005A5890"/>
    <w:rsid w:val="005A5962"/>
    <w:rsid w:val="005A6190"/>
    <w:rsid w:val="005A71EF"/>
    <w:rsid w:val="005B06FC"/>
    <w:rsid w:val="005B1717"/>
    <w:rsid w:val="005B381F"/>
    <w:rsid w:val="005B390E"/>
    <w:rsid w:val="005B4123"/>
    <w:rsid w:val="005B5AEF"/>
    <w:rsid w:val="005B7284"/>
    <w:rsid w:val="005B7F69"/>
    <w:rsid w:val="005C00EB"/>
    <w:rsid w:val="005C04BE"/>
    <w:rsid w:val="005C0834"/>
    <w:rsid w:val="005C2B53"/>
    <w:rsid w:val="005C31B9"/>
    <w:rsid w:val="005C3978"/>
    <w:rsid w:val="005C3C41"/>
    <w:rsid w:val="005C63E7"/>
    <w:rsid w:val="005C6967"/>
    <w:rsid w:val="005C74AD"/>
    <w:rsid w:val="005C7A5C"/>
    <w:rsid w:val="005D0230"/>
    <w:rsid w:val="005D0B91"/>
    <w:rsid w:val="005D1383"/>
    <w:rsid w:val="005D194C"/>
    <w:rsid w:val="005D1BC9"/>
    <w:rsid w:val="005D1FBD"/>
    <w:rsid w:val="005D243E"/>
    <w:rsid w:val="005D2DAE"/>
    <w:rsid w:val="005D3185"/>
    <w:rsid w:val="005D3B79"/>
    <w:rsid w:val="005D419D"/>
    <w:rsid w:val="005D428D"/>
    <w:rsid w:val="005D4307"/>
    <w:rsid w:val="005D57F3"/>
    <w:rsid w:val="005D60AE"/>
    <w:rsid w:val="005D6E16"/>
    <w:rsid w:val="005E22A5"/>
    <w:rsid w:val="005E2458"/>
    <w:rsid w:val="005E35AC"/>
    <w:rsid w:val="005E44F5"/>
    <w:rsid w:val="005E4C75"/>
    <w:rsid w:val="005E53E1"/>
    <w:rsid w:val="005E7565"/>
    <w:rsid w:val="005F220C"/>
    <w:rsid w:val="005F243E"/>
    <w:rsid w:val="005F2DFA"/>
    <w:rsid w:val="005F55DE"/>
    <w:rsid w:val="00603191"/>
    <w:rsid w:val="0060420E"/>
    <w:rsid w:val="006055EA"/>
    <w:rsid w:val="00606108"/>
    <w:rsid w:val="00610047"/>
    <w:rsid w:val="00610289"/>
    <w:rsid w:val="00611C33"/>
    <w:rsid w:val="00612E10"/>
    <w:rsid w:val="006136CD"/>
    <w:rsid w:val="006142F8"/>
    <w:rsid w:val="006154A6"/>
    <w:rsid w:val="006172CA"/>
    <w:rsid w:val="0062420D"/>
    <w:rsid w:val="00624578"/>
    <w:rsid w:val="00624F1C"/>
    <w:rsid w:val="006270C2"/>
    <w:rsid w:val="00627292"/>
    <w:rsid w:val="00627C1A"/>
    <w:rsid w:val="00630B06"/>
    <w:rsid w:val="00630C44"/>
    <w:rsid w:val="00631DC0"/>
    <w:rsid w:val="006321BB"/>
    <w:rsid w:val="006325E1"/>
    <w:rsid w:val="006333E0"/>
    <w:rsid w:val="00634D50"/>
    <w:rsid w:val="006355AD"/>
    <w:rsid w:val="006366CF"/>
    <w:rsid w:val="00637779"/>
    <w:rsid w:val="00640456"/>
    <w:rsid w:val="00640B03"/>
    <w:rsid w:val="00642575"/>
    <w:rsid w:val="006427F1"/>
    <w:rsid w:val="00642D43"/>
    <w:rsid w:val="00645B46"/>
    <w:rsid w:val="00645F88"/>
    <w:rsid w:val="00647CCA"/>
    <w:rsid w:val="00652222"/>
    <w:rsid w:val="00652315"/>
    <w:rsid w:val="0065292C"/>
    <w:rsid w:val="006535EA"/>
    <w:rsid w:val="00654C3C"/>
    <w:rsid w:val="0065631B"/>
    <w:rsid w:val="0065672E"/>
    <w:rsid w:val="006568EE"/>
    <w:rsid w:val="006578A5"/>
    <w:rsid w:val="00661775"/>
    <w:rsid w:val="00663532"/>
    <w:rsid w:val="006644C1"/>
    <w:rsid w:val="00664DA0"/>
    <w:rsid w:val="0066569E"/>
    <w:rsid w:val="006656AE"/>
    <w:rsid w:val="00665D4A"/>
    <w:rsid w:val="00667183"/>
    <w:rsid w:val="00670E96"/>
    <w:rsid w:val="00671BDA"/>
    <w:rsid w:val="0067267E"/>
    <w:rsid w:val="0067271E"/>
    <w:rsid w:val="00672915"/>
    <w:rsid w:val="006760CC"/>
    <w:rsid w:val="00676982"/>
    <w:rsid w:val="00676F95"/>
    <w:rsid w:val="00680B9E"/>
    <w:rsid w:val="00682A4A"/>
    <w:rsid w:val="00684530"/>
    <w:rsid w:val="00684B60"/>
    <w:rsid w:val="00684B75"/>
    <w:rsid w:val="00684D4F"/>
    <w:rsid w:val="00686062"/>
    <w:rsid w:val="00690691"/>
    <w:rsid w:val="00690C15"/>
    <w:rsid w:val="00691867"/>
    <w:rsid w:val="00693512"/>
    <w:rsid w:val="0069607C"/>
    <w:rsid w:val="00696A32"/>
    <w:rsid w:val="006971F4"/>
    <w:rsid w:val="006A063C"/>
    <w:rsid w:val="006A1461"/>
    <w:rsid w:val="006A2564"/>
    <w:rsid w:val="006A313D"/>
    <w:rsid w:val="006A41CA"/>
    <w:rsid w:val="006A6170"/>
    <w:rsid w:val="006A6893"/>
    <w:rsid w:val="006A7062"/>
    <w:rsid w:val="006A7233"/>
    <w:rsid w:val="006A7A7E"/>
    <w:rsid w:val="006B063B"/>
    <w:rsid w:val="006B1818"/>
    <w:rsid w:val="006B1F07"/>
    <w:rsid w:val="006B57BA"/>
    <w:rsid w:val="006B6A2F"/>
    <w:rsid w:val="006B750E"/>
    <w:rsid w:val="006B7595"/>
    <w:rsid w:val="006C0EEB"/>
    <w:rsid w:val="006C11FC"/>
    <w:rsid w:val="006C1B23"/>
    <w:rsid w:val="006C3503"/>
    <w:rsid w:val="006C400E"/>
    <w:rsid w:val="006D0F85"/>
    <w:rsid w:val="006D2605"/>
    <w:rsid w:val="006D51CF"/>
    <w:rsid w:val="006D5876"/>
    <w:rsid w:val="006D60CE"/>
    <w:rsid w:val="006D63D1"/>
    <w:rsid w:val="006D7C70"/>
    <w:rsid w:val="006E21AC"/>
    <w:rsid w:val="006E2757"/>
    <w:rsid w:val="006E2FA2"/>
    <w:rsid w:val="006E35EA"/>
    <w:rsid w:val="006E4231"/>
    <w:rsid w:val="006E4AC2"/>
    <w:rsid w:val="006E50C1"/>
    <w:rsid w:val="006E5682"/>
    <w:rsid w:val="006E5A0D"/>
    <w:rsid w:val="006E6020"/>
    <w:rsid w:val="006E6B56"/>
    <w:rsid w:val="006E77E4"/>
    <w:rsid w:val="006E78AD"/>
    <w:rsid w:val="006F0054"/>
    <w:rsid w:val="006F03F8"/>
    <w:rsid w:val="006F16C6"/>
    <w:rsid w:val="006F1B66"/>
    <w:rsid w:val="006F26B3"/>
    <w:rsid w:val="006F26F1"/>
    <w:rsid w:val="006F4443"/>
    <w:rsid w:val="006F54CC"/>
    <w:rsid w:val="006F55A5"/>
    <w:rsid w:val="006F5947"/>
    <w:rsid w:val="006F61E9"/>
    <w:rsid w:val="006F6469"/>
    <w:rsid w:val="006F69EB"/>
    <w:rsid w:val="006F7765"/>
    <w:rsid w:val="007006DF"/>
    <w:rsid w:val="007008FE"/>
    <w:rsid w:val="00701F2E"/>
    <w:rsid w:val="00703B28"/>
    <w:rsid w:val="0070733C"/>
    <w:rsid w:val="00710E45"/>
    <w:rsid w:val="007117C5"/>
    <w:rsid w:val="00711EF1"/>
    <w:rsid w:val="00713019"/>
    <w:rsid w:val="00713D3C"/>
    <w:rsid w:val="00713D53"/>
    <w:rsid w:val="00713DF1"/>
    <w:rsid w:val="00714795"/>
    <w:rsid w:val="007206AD"/>
    <w:rsid w:val="007225A7"/>
    <w:rsid w:val="00724293"/>
    <w:rsid w:val="007245E5"/>
    <w:rsid w:val="0072486E"/>
    <w:rsid w:val="00724CE9"/>
    <w:rsid w:val="00725477"/>
    <w:rsid w:val="0072636F"/>
    <w:rsid w:val="00726FDB"/>
    <w:rsid w:val="00727276"/>
    <w:rsid w:val="007274D5"/>
    <w:rsid w:val="0072790E"/>
    <w:rsid w:val="00727CE7"/>
    <w:rsid w:val="00727ECB"/>
    <w:rsid w:val="00727F07"/>
    <w:rsid w:val="0073125B"/>
    <w:rsid w:val="0073125F"/>
    <w:rsid w:val="00732194"/>
    <w:rsid w:val="00732A23"/>
    <w:rsid w:val="00733670"/>
    <w:rsid w:val="00733C9C"/>
    <w:rsid w:val="00733EDE"/>
    <w:rsid w:val="00734351"/>
    <w:rsid w:val="00735201"/>
    <w:rsid w:val="00735C7A"/>
    <w:rsid w:val="00736698"/>
    <w:rsid w:val="00736889"/>
    <w:rsid w:val="00736F63"/>
    <w:rsid w:val="00737CF5"/>
    <w:rsid w:val="0074158F"/>
    <w:rsid w:val="007435E7"/>
    <w:rsid w:val="00743BBD"/>
    <w:rsid w:val="00744C4E"/>
    <w:rsid w:val="00745210"/>
    <w:rsid w:val="00746679"/>
    <w:rsid w:val="00747794"/>
    <w:rsid w:val="00750ACD"/>
    <w:rsid w:val="00751021"/>
    <w:rsid w:val="00753ECD"/>
    <w:rsid w:val="007545B3"/>
    <w:rsid w:val="007556C6"/>
    <w:rsid w:val="00756416"/>
    <w:rsid w:val="00756A0E"/>
    <w:rsid w:val="00756AF0"/>
    <w:rsid w:val="00757402"/>
    <w:rsid w:val="00757E6B"/>
    <w:rsid w:val="007601E2"/>
    <w:rsid w:val="00761466"/>
    <w:rsid w:val="007615E8"/>
    <w:rsid w:val="00762DE2"/>
    <w:rsid w:val="00763CE1"/>
    <w:rsid w:val="00764517"/>
    <w:rsid w:val="00764D5A"/>
    <w:rsid w:val="00765257"/>
    <w:rsid w:val="007652B7"/>
    <w:rsid w:val="00766408"/>
    <w:rsid w:val="00766B10"/>
    <w:rsid w:val="00767686"/>
    <w:rsid w:val="00771504"/>
    <w:rsid w:val="00771C20"/>
    <w:rsid w:val="00771DCE"/>
    <w:rsid w:val="00772553"/>
    <w:rsid w:val="00774154"/>
    <w:rsid w:val="00774B12"/>
    <w:rsid w:val="00774CA7"/>
    <w:rsid w:val="00775B97"/>
    <w:rsid w:val="00776E1A"/>
    <w:rsid w:val="00777398"/>
    <w:rsid w:val="00777711"/>
    <w:rsid w:val="0078015C"/>
    <w:rsid w:val="00780DFE"/>
    <w:rsid w:val="0078665A"/>
    <w:rsid w:val="0079054C"/>
    <w:rsid w:val="00792AE3"/>
    <w:rsid w:val="00792F3F"/>
    <w:rsid w:val="00793ECC"/>
    <w:rsid w:val="0079442F"/>
    <w:rsid w:val="00794D1A"/>
    <w:rsid w:val="007951E8"/>
    <w:rsid w:val="0079570D"/>
    <w:rsid w:val="00795881"/>
    <w:rsid w:val="0079702D"/>
    <w:rsid w:val="00797545"/>
    <w:rsid w:val="007975B2"/>
    <w:rsid w:val="007A06AF"/>
    <w:rsid w:val="007A0924"/>
    <w:rsid w:val="007A397F"/>
    <w:rsid w:val="007A3C82"/>
    <w:rsid w:val="007A4555"/>
    <w:rsid w:val="007A4B6D"/>
    <w:rsid w:val="007A4CFB"/>
    <w:rsid w:val="007A729F"/>
    <w:rsid w:val="007B04DA"/>
    <w:rsid w:val="007B200C"/>
    <w:rsid w:val="007B417D"/>
    <w:rsid w:val="007B7220"/>
    <w:rsid w:val="007B7426"/>
    <w:rsid w:val="007C0334"/>
    <w:rsid w:val="007C063A"/>
    <w:rsid w:val="007C0A1A"/>
    <w:rsid w:val="007C1926"/>
    <w:rsid w:val="007C1B9B"/>
    <w:rsid w:val="007C39C1"/>
    <w:rsid w:val="007C412E"/>
    <w:rsid w:val="007C6FC7"/>
    <w:rsid w:val="007D0D84"/>
    <w:rsid w:val="007D13DE"/>
    <w:rsid w:val="007D3D46"/>
    <w:rsid w:val="007D4B49"/>
    <w:rsid w:val="007D69C2"/>
    <w:rsid w:val="007D69D9"/>
    <w:rsid w:val="007E02B6"/>
    <w:rsid w:val="007E0F42"/>
    <w:rsid w:val="007E27CD"/>
    <w:rsid w:val="007E33DB"/>
    <w:rsid w:val="007E394E"/>
    <w:rsid w:val="007E430E"/>
    <w:rsid w:val="007E5B20"/>
    <w:rsid w:val="007E6084"/>
    <w:rsid w:val="007E6925"/>
    <w:rsid w:val="007E76CC"/>
    <w:rsid w:val="007E7F5D"/>
    <w:rsid w:val="007F052A"/>
    <w:rsid w:val="007F059D"/>
    <w:rsid w:val="007F073C"/>
    <w:rsid w:val="007F143D"/>
    <w:rsid w:val="007F1D34"/>
    <w:rsid w:val="007F1D9D"/>
    <w:rsid w:val="007F1F18"/>
    <w:rsid w:val="007F2200"/>
    <w:rsid w:val="007F2789"/>
    <w:rsid w:val="007F51B0"/>
    <w:rsid w:val="007F5C07"/>
    <w:rsid w:val="007F6CD3"/>
    <w:rsid w:val="007F7CB1"/>
    <w:rsid w:val="0080150F"/>
    <w:rsid w:val="00804BDD"/>
    <w:rsid w:val="00804F74"/>
    <w:rsid w:val="0080572B"/>
    <w:rsid w:val="00806CA3"/>
    <w:rsid w:val="008112DF"/>
    <w:rsid w:val="008125F7"/>
    <w:rsid w:val="00813655"/>
    <w:rsid w:val="00814364"/>
    <w:rsid w:val="008155A0"/>
    <w:rsid w:val="008160F7"/>
    <w:rsid w:val="008178B1"/>
    <w:rsid w:val="008217CE"/>
    <w:rsid w:val="008219B3"/>
    <w:rsid w:val="00821F00"/>
    <w:rsid w:val="00825C41"/>
    <w:rsid w:val="00827F25"/>
    <w:rsid w:val="008300DA"/>
    <w:rsid w:val="00830A2E"/>
    <w:rsid w:val="00831116"/>
    <w:rsid w:val="00831453"/>
    <w:rsid w:val="0083270A"/>
    <w:rsid w:val="00832921"/>
    <w:rsid w:val="00833542"/>
    <w:rsid w:val="0083427B"/>
    <w:rsid w:val="00835756"/>
    <w:rsid w:val="00837480"/>
    <w:rsid w:val="00840C7A"/>
    <w:rsid w:val="00843B8E"/>
    <w:rsid w:val="00843F8F"/>
    <w:rsid w:val="00844C78"/>
    <w:rsid w:val="00845819"/>
    <w:rsid w:val="0084677C"/>
    <w:rsid w:val="00846984"/>
    <w:rsid w:val="00850294"/>
    <w:rsid w:val="00851814"/>
    <w:rsid w:val="00852786"/>
    <w:rsid w:val="0085286D"/>
    <w:rsid w:val="008529FE"/>
    <w:rsid w:val="00855C0F"/>
    <w:rsid w:val="008603D6"/>
    <w:rsid w:val="00860539"/>
    <w:rsid w:val="00861AB8"/>
    <w:rsid w:val="008626D7"/>
    <w:rsid w:val="00862CD7"/>
    <w:rsid w:val="00862F38"/>
    <w:rsid w:val="00864294"/>
    <w:rsid w:val="00865635"/>
    <w:rsid w:val="00865885"/>
    <w:rsid w:val="00867577"/>
    <w:rsid w:val="00867A53"/>
    <w:rsid w:val="0087058A"/>
    <w:rsid w:val="00872773"/>
    <w:rsid w:val="00873370"/>
    <w:rsid w:val="00873389"/>
    <w:rsid w:val="0087419E"/>
    <w:rsid w:val="00874968"/>
    <w:rsid w:val="00874D5A"/>
    <w:rsid w:val="00874E1B"/>
    <w:rsid w:val="00875075"/>
    <w:rsid w:val="008752D3"/>
    <w:rsid w:val="0088053A"/>
    <w:rsid w:val="00881C59"/>
    <w:rsid w:val="008831DD"/>
    <w:rsid w:val="00883F3F"/>
    <w:rsid w:val="00883F58"/>
    <w:rsid w:val="00884159"/>
    <w:rsid w:val="00886799"/>
    <w:rsid w:val="00886BE3"/>
    <w:rsid w:val="00890FB1"/>
    <w:rsid w:val="00891C45"/>
    <w:rsid w:val="00891C70"/>
    <w:rsid w:val="0089491C"/>
    <w:rsid w:val="008949A7"/>
    <w:rsid w:val="00894F4C"/>
    <w:rsid w:val="00895528"/>
    <w:rsid w:val="0089613A"/>
    <w:rsid w:val="00896B76"/>
    <w:rsid w:val="008A13D1"/>
    <w:rsid w:val="008A16F5"/>
    <w:rsid w:val="008A2648"/>
    <w:rsid w:val="008A2B78"/>
    <w:rsid w:val="008A3C5D"/>
    <w:rsid w:val="008A472F"/>
    <w:rsid w:val="008A52A9"/>
    <w:rsid w:val="008A582F"/>
    <w:rsid w:val="008A639A"/>
    <w:rsid w:val="008A6538"/>
    <w:rsid w:val="008A7D33"/>
    <w:rsid w:val="008B1502"/>
    <w:rsid w:val="008B378C"/>
    <w:rsid w:val="008B4649"/>
    <w:rsid w:val="008B55E0"/>
    <w:rsid w:val="008B74F8"/>
    <w:rsid w:val="008C0E57"/>
    <w:rsid w:val="008C13BD"/>
    <w:rsid w:val="008C300E"/>
    <w:rsid w:val="008C321A"/>
    <w:rsid w:val="008C40D3"/>
    <w:rsid w:val="008C40F5"/>
    <w:rsid w:val="008C756F"/>
    <w:rsid w:val="008D309F"/>
    <w:rsid w:val="008D389A"/>
    <w:rsid w:val="008D7ADA"/>
    <w:rsid w:val="008E0789"/>
    <w:rsid w:val="008E0A09"/>
    <w:rsid w:val="008E0E15"/>
    <w:rsid w:val="008E109D"/>
    <w:rsid w:val="008E1753"/>
    <w:rsid w:val="008E1E7D"/>
    <w:rsid w:val="008E2381"/>
    <w:rsid w:val="008E45B0"/>
    <w:rsid w:val="008E49FC"/>
    <w:rsid w:val="008E65FA"/>
    <w:rsid w:val="008E69E3"/>
    <w:rsid w:val="008F2994"/>
    <w:rsid w:val="008F29C2"/>
    <w:rsid w:val="008F45AD"/>
    <w:rsid w:val="008F47B8"/>
    <w:rsid w:val="008F7CF7"/>
    <w:rsid w:val="009014A8"/>
    <w:rsid w:val="009014C6"/>
    <w:rsid w:val="0090169D"/>
    <w:rsid w:val="00901BBC"/>
    <w:rsid w:val="00902244"/>
    <w:rsid w:val="00907965"/>
    <w:rsid w:val="0091032E"/>
    <w:rsid w:val="00910C8A"/>
    <w:rsid w:val="0091304E"/>
    <w:rsid w:val="00913254"/>
    <w:rsid w:val="00913F80"/>
    <w:rsid w:val="009146AB"/>
    <w:rsid w:val="00914B49"/>
    <w:rsid w:val="00916755"/>
    <w:rsid w:val="0091741B"/>
    <w:rsid w:val="00920EA2"/>
    <w:rsid w:val="00923AEF"/>
    <w:rsid w:val="009265BB"/>
    <w:rsid w:val="00927318"/>
    <w:rsid w:val="0093074F"/>
    <w:rsid w:val="00930DDE"/>
    <w:rsid w:val="009310A9"/>
    <w:rsid w:val="009312B7"/>
    <w:rsid w:val="009351EE"/>
    <w:rsid w:val="00935756"/>
    <w:rsid w:val="00935F22"/>
    <w:rsid w:val="0093606C"/>
    <w:rsid w:val="00940AB2"/>
    <w:rsid w:val="00943082"/>
    <w:rsid w:val="00943433"/>
    <w:rsid w:val="009449FF"/>
    <w:rsid w:val="00945942"/>
    <w:rsid w:val="0094704D"/>
    <w:rsid w:val="009509CC"/>
    <w:rsid w:val="009514F1"/>
    <w:rsid w:val="00953476"/>
    <w:rsid w:val="00956841"/>
    <w:rsid w:val="0095755C"/>
    <w:rsid w:val="009623E7"/>
    <w:rsid w:val="00963BDE"/>
    <w:rsid w:val="00966C42"/>
    <w:rsid w:val="00966E18"/>
    <w:rsid w:val="0096703E"/>
    <w:rsid w:val="0096762F"/>
    <w:rsid w:val="00967AEF"/>
    <w:rsid w:val="0097062F"/>
    <w:rsid w:val="009706A8"/>
    <w:rsid w:val="009717D4"/>
    <w:rsid w:val="00971A14"/>
    <w:rsid w:val="00973F40"/>
    <w:rsid w:val="00974E51"/>
    <w:rsid w:val="00975D2B"/>
    <w:rsid w:val="009762C2"/>
    <w:rsid w:val="00976D3E"/>
    <w:rsid w:val="0097761C"/>
    <w:rsid w:val="00977690"/>
    <w:rsid w:val="00977F87"/>
    <w:rsid w:val="009800E5"/>
    <w:rsid w:val="00981E3F"/>
    <w:rsid w:val="009837DC"/>
    <w:rsid w:val="009842ED"/>
    <w:rsid w:val="009845CF"/>
    <w:rsid w:val="00987111"/>
    <w:rsid w:val="00987B14"/>
    <w:rsid w:val="00987EA6"/>
    <w:rsid w:val="009927FA"/>
    <w:rsid w:val="00992A66"/>
    <w:rsid w:val="00993254"/>
    <w:rsid w:val="00993D53"/>
    <w:rsid w:val="00994ACB"/>
    <w:rsid w:val="00995787"/>
    <w:rsid w:val="00995C03"/>
    <w:rsid w:val="00995D95"/>
    <w:rsid w:val="00996C90"/>
    <w:rsid w:val="00996DDA"/>
    <w:rsid w:val="00996FA2"/>
    <w:rsid w:val="009A1452"/>
    <w:rsid w:val="009A1AF7"/>
    <w:rsid w:val="009A22EF"/>
    <w:rsid w:val="009A277D"/>
    <w:rsid w:val="009A3976"/>
    <w:rsid w:val="009A3C20"/>
    <w:rsid w:val="009A57AE"/>
    <w:rsid w:val="009A5A30"/>
    <w:rsid w:val="009A787C"/>
    <w:rsid w:val="009A7E9B"/>
    <w:rsid w:val="009B09C3"/>
    <w:rsid w:val="009B104F"/>
    <w:rsid w:val="009B12CB"/>
    <w:rsid w:val="009B242F"/>
    <w:rsid w:val="009B34BD"/>
    <w:rsid w:val="009B5413"/>
    <w:rsid w:val="009B5700"/>
    <w:rsid w:val="009B78C0"/>
    <w:rsid w:val="009C007B"/>
    <w:rsid w:val="009C150E"/>
    <w:rsid w:val="009C310C"/>
    <w:rsid w:val="009C3623"/>
    <w:rsid w:val="009C534E"/>
    <w:rsid w:val="009C5BBF"/>
    <w:rsid w:val="009C612A"/>
    <w:rsid w:val="009C6A85"/>
    <w:rsid w:val="009C73CA"/>
    <w:rsid w:val="009C7A68"/>
    <w:rsid w:val="009D24A5"/>
    <w:rsid w:val="009D2746"/>
    <w:rsid w:val="009D3BFB"/>
    <w:rsid w:val="009D4C07"/>
    <w:rsid w:val="009D5E31"/>
    <w:rsid w:val="009D600B"/>
    <w:rsid w:val="009D694D"/>
    <w:rsid w:val="009D6A2D"/>
    <w:rsid w:val="009D78B9"/>
    <w:rsid w:val="009E399F"/>
    <w:rsid w:val="009E3F30"/>
    <w:rsid w:val="009E582D"/>
    <w:rsid w:val="009E5A59"/>
    <w:rsid w:val="009E5F0E"/>
    <w:rsid w:val="009E680D"/>
    <w:rsid w:val="009E7447"/>
    <w:rsid w:val="009E74E7"/>
    <w:rsid w:val="009E7835"/>
    <w:rsid w:val="009E7F8F"/>
    <w:rsid w:val="009F0174"/>
    <w:rsid w:val="009F2B4A"/>
    <w:rsid w:val="009F353B"/>
    <w:rsid w:val="009F35F9"/>
    <w:rsid w:val="009F52FE"/>
    <w:rsid w:val="009F7B92"/>
    <w:rsid w:val="00A00661"/>
    <w:rsid w:val="00A012D2"/>
    <w:rsid w:val="00A02C5F"/>
    <w:rsid w:val="00A02CBD"/>
    <w:rsid w:val="00A03278"/>
    <w:rsid w:val="00A0635A"/>
    <w:rsid w:val="00A06AC3"/>
    <w:rsid w:val="00A06E25"/>
    <w:rsid w:val="00A07733"/>
    <w:rsid w:val="00A104A2"/>
    <w:rsid w:val="00A10B6C"/>
    <w:rsid w:val="00A12766"/>
    <w:rsid w:val="00A13204"/>
    <w:rsid w:val="00A136E1"/>
    <w:rsid w:val="00A14170"/>
    <w:rsid w:val="00A141B3"/>
    <w:rsid w:val="00A143BC"/>
    <w:rsid w:val="00A1526C"/>
    <w:rsid w:val="00A158D4"/>
    <w:rsid w:val="00A1621F"/>
    <w:rsid w:val="00A171B8"/>
    <w:rsid w:val="00A207D4"/>
    <w:rsid w:val="00A20A46"/>
    <w:rsid w:val="00A21105"/>
    <w:rsid w:val="00A23BB4"/>
    <w:rsid w:val="00A23EB9"/>
    <w:rsid w:val="00A2734A"/>
    <w:rsid w:val="00A27A49"/>
    <w:rsid w:val="00A3101D"/>
    <w:rsid w:val="00A3168F"/>
    <w:rsid w:val="00A31A3A"/>
    <w:rsid w:val="00A31ECB"/>
    <w:rsid w:val="00A33917"/>
    <w:rsid w:val="00A3465C"/>
    <w:rsid w:val="00A37707"/>
    <w:rsid w:val="00A3774E"/>
    <w:rsid w:val="00A37E55"/>
    <w:rsid w:val="00A40DD5"/>
    <w:rsid w:val="00A40F01"/>
    <w:rsid w:val="00A417B7"/>
    <w:rsid w:val="00A44168"/>
    <w:rsid w:val="00A444B8"/>
    <w:rsid w:val="00A45F36"/>
    <w:rsid w:val="00A462B1"/>
    <w:rsid w:val="00A47393"/>
    <w:rsid w:val="00A47AB4"/>
    <w:rsid w:val="00A50213"/>
    <w:rsid w:val="00A510CA"/>
    <w:rsid w:val="00A514F5"/>
    <w:rsid w:val="00A51721"/>
    <w:rsid w:val="00A527E2"/>
    <w:rsid w:val="00A53853"/>
    <w:rsid w:val="00A545BD"/>
    <w:rsid w:val="00A5506A"/>
    <w:rsid w:val="00A5514E"/>
    <w:rsid w:val="00A5613C"/>
    <w:rsid w:val="00A566FC"/>
    <w:rsid w:val="00A600DB"/>
    <w:rsid w:val="00A602F4"/>
    <w:rsid w:val="00A60EAB"/>
    <w:rsid w:val="00A610A7"/>
    <w:rsid w:val="00A64605"/>
    <w:rsid w:val="00A64BB6"/>
    <w:rsid w:val="00A64F31"/>
    <w:rsid w:val="00A6536A"/>
    <w:rsid w:val="00A658B5"/>
    <w:rsid w:val="00A6596E"/>
    <w:rsid w:val="00A65AAC"/>
    <w:rsid w:val="00A6669E"/>
    <w:rsid w:val="00A66C28"/>
    <w:rsid w:val="00A72364"/>
    <w:rsid w:val="00A731A9"/>
    <w:rsid w:val="00A74916"/>
    <w:rsid w:val="00A74CA1"/>
    <w:rsid w:val="00A74E90"/>
    <w:rsid w:val="00A75055"/>
    <w:rsid w:val="00A765AE"/>
    <w:rsid w:val="00A76671"/>
    <w:rsid w:val="00A83503"/>
    <w:rsid w:val="00A83EE9"/>
    <w:rsid w:val="00A849C9"/>
    <w:rsid w:val="00A84A1B"/>
    <w:rsid w:val="00A8616B"/>
    <w:rsid w:val="00A86FAD"/>
    <w:rsid w:val="00A872B5"/>
    <w:rsid w:val="00A87CDB"/>
    <w:rsid w:val="00A87FB5"/>
    <w:rsid w:val="00A9066A"/>
    <w:rsid w:val="00A912DF"/>
    <w:rsid w:val="00A91AC8"/>
    <w:rsid w:val="00A9270C"/>
    <w:rsid w:val="00A935E4"/>
    <w:rsid w:val="00A94011"/>
    <w:rsid w:val="00A9491C"/>
    <w:rsid w:val="00A94A68"/>
    <w:rsid w:val="00A96074"/>
    <w:rsid w:val="00A9645B"/>
    <w:rsid w:val="00A97CAC"/>
    <w:rsid w:val="00AA18E7"/>
    <w:rsid w:val="00AA1F09"/>
    <w:rsid w:val="00AA32A0"/>
    <w:rsid w:val="00AA3609"/>
    <w:rsid w:val="00AA467B"/>
    <w:rsid w:val="00AA5153"/>
    <w:rsid w:val="00AA54FD"/>
    <w:rsid w:val="00AA63D9"/>
    <w:rsid w:val="00AA7270"/>
    <w:rsid w:val="00AA7F40"/>
    <w:rsid w:val="00AB1ED0"/>
    <w:rsid w:val="00AB5A99"/>
    <w:rsid w:val="00AB62DC"/>
    <w:rsid w:val="00AB74EA"/>
    <w:rsid w:val="00AC1194"/>
    <w:rsid w:val="00AC11B6"/>
    <w:rsid w:val="00AC2000"/>
    <w:rsid w:val="00AC2DFC"/>
    <w:rsid w:val="00AC4598"/>
    <w:rsid w:val="00AC4780"/>
    <w:rsid w:val="00AC531D"/>
    <w:rsid w:val="00AC592A"/>
    <w:rsid w:val="00AC6F26"/>
    <w:rsid w:val="00AC743A"/>
    <w:rsid w:val="00AC7F64"/>
    <w:rsid w:val="00AD0147"/>
    <w:rsid w:val="00AD1205"/>
    <w:rsid w:val="00AD1BDD"/>
    <w:rsid w:val="00AD3FFF"/>
    <w:rsid w:val="00AD468C"/>
    <w:rsid w:val="00AD7AB4"/>
    <w:rsid w:val="00AE0249"/>
    <w:rsid w:val="00AE22C2"/>
    <w:rsid w:val="00AE2A31"/>
    <w:rsid w:val="00AE458A"/>
    <w:rsid w:val="00AE53C5"/>
    <w:rsid w:val="00AE6687"/>
    <w:rsid w:val="00AE6FA1"/>
    <w:rsid w:val="00AE7DBA"/>
    <w:rsid w:val="00AF02C6"/>
    <w:rsid w:val="00AF0AA6"/>
    <w:rsid w:val="00AF12D2"/>
    <w:rsid w:val="00AF1782"/>
    <w:rsid w:val="00AF2742"/>
    <w:rsid w:val="00AF2E0A"/>
    <w:rsid w:val="00AF2FE9"/>
    <w:rsid w:val="00AF3736"/>
    <w:rsid w:val="00AF39FA"/>
    <w:rsid w:val="00AF3C49"/>
    <w:rsid w:val="00AF484C"/>
    <w:rsid w:val="00AF7060"/>
    <w:rsid w:val="00B00A83"/>
    <w:rsid w:val="00B010D9"/>
    <w:rsid w:val="00B02421"/>
    <w:rsid w:val="00B024A4"/>
    <w:rsid w:val="00B02E24"/>
    <w:rsid w:val="00B02F2B"/>
    <w:rsid w:val="00B03588"/>
    <w:rsid w:val="00B04194"/>
    <w:rsid w:val="00B04FF3"/>
    <w:rsid w:val="00B05A41"/>
    <w:rsid w:val="00B1068A"/>
    <w:rsid w:val="00B11240"/>
    <w:rsid w:val="00B11722"/>
    <w:rsid w:val="00B1183E"/>
    <w:rsid w:val="00B11FD7"/>
    <w:rsid w:val="00B14907"/>
    <w:rsid w:val="00B15504"/>
    <w:rsid w:val="00B17A2B"/>
    <w:rsid w:val="00B17E24"/>
    <w:rsid w:val="00B20A6C"/>
    <w:rsid w:val="00B20D72"/>
    <w:rsid w:val="00B22343"/>
    <w:rsid w:val="00B232D6"/>
    <w:rsid w:val="00B236A1"/>
    <w:rsid w:val="00B2509C"/>
    <w:rsid w:val="00B2532F"/>
    <w:rsid w:val="00B2541D"/>
    <w:rsid w:val="00B2598B"/>
    <w:rsid w:val="00B26D87"/>
    <w:rsid w:val="00B2763C"/>
    <w:rsid w:val="00B2782D"/>
    <w:rsid w:val="00B27A99"/>
    <w:rsid w:val="00B30418"/>
    <w:rsid w:val="00B312B2"/>
    <w:rsid w:val="00B31995"/>
    <w:rsid w:val="00B32F32"/>
    <w:rsid w:val="00B3385D"/>
    <w:rsid w:val="00B3527F"/>
    <w:rsid w:val="00B355F6"/>
    <w:rsid w:val="00B3574B"/>
    <w:rsid w:val="00B358D0"/>
    <w:rsid w:val="00B35B48"/>
    <w:rsid w:val="00B36182"/>
    <w:rsid w:val="00B363B9"/>
    <w:rsid w:val="00B41017"/>
    <w:rsid w:val="00B414C5"/>
    <w:rsid w:val="00B43D07"/>
    <w:rsid w:val="00B4421D"/>
    <w:rsid w:val="00B45451"/>
    <w:rsid w:val="00B46F44"/>
    <w:rsid w:val="00B47AB6"/>
    <w:rsid w:val="00B509F1"/>
    <w:rsid w:val="00B515B1"/>
    <w:rsid w:val="00B53DF3"/>
    <w:rsid w:val="00B55E4A"/>
    <w:rsid w:val="00B568B7"/>
    <w:rsid w:val="00B56CA0"/>
    <w:rsid w:val="00B57C46"/>
    <w:rsid w:val="00B600BA"/>
    <w:rsid w:val="00B61D2A"/>
    <w:rsid w:val="00B630C2"/>
    <w:rsid w:val="00B63293"/>
    <w:rsid w:val="00B63B04"/>
    <w:rsid w:val="00B63D3A"/>
    <w:rsid w:val="00B65012"/>
    <w:rsid w:val="00B65817"/>
    <w:rsid w:val="00B66D6C"/>
    <w:rsid w:val="00B67E39"/>
    <w:rsid w:val="00B707D3"/>
    <w:rsid w:val="00B70BD6"/>
    <w:rsid w:val="00B7166A"/>
    <w:rsid w:val="00B7188C"/>
    <w:rsid w:val="00B73A0E"/>
    <w:rsid w:val="00B74F16"/>
    <w:rsid w:val="00B752C0"/>
    <w:rsid w:val="00B756CA"/>
    <w:rsid w:val="00B76340"/>
    <w:rsid w:val="00B7644D"/>
    <w:rsid w:val="00B7693F"/>
    <w:rsid w:val="00B802D3"/>
    <w:rsid w:val="00B81565"/>
    <w:rsid w:val="00B81B8B"/>
    <w:rsid w:val="00B8395B"/>
    <w:rsid w:val="00B83D73"/>
    <w:rsid w:val="00B83EC0"/>
    <w:rsid w:val="00B84714"/>
    <w:rsid w:val="00B847F7"/>
    <w:rsid w:val="00B865EA"/>
    <w:rsid w:val="00B92371"/>
    <w:rsid w:val="00B92D8B"/>
    <w:rsid w:val="00B92DFA"/>
    <w:rsid w:val="00B931CC"/>
    <w:rsid w:val="00B93C93"/>
    <w:rsid w:val="00B94294"/>
    <w:rsid w:val="00B943F0"/>
    <w:rsid w:val="00B944D6"/>
    <w:rsid w:val="00B9496B"/>
    <w:rsid w:val="00B94D78"/>
    <w:rsid w:val="00B94E13"/>
    <w:rsid w:val="00B9545C"/>
    <w:rsid w:val="00B97C70"/>
    <w:rsid w:val="00BA09DD"/>
    <w:rsid w:val="00BA1AE5"/>
    <w:rsid w:val="00BA26EB"/>
    <w:rsid w:val="00BA349C"/>
    <w:rsid w:val="00BA3FA1"/>
    <w:rsid w:val="00BA7D0D"/>
    <w:rsid w:val="00BB2FDD"/>
    <w:rsid w:val="00BB6FF7"/>
    <w:rsid w:val="00BB7202"/>
    <w:rsid w:val="00BB7670"/>
    <w:rsid w:val="00BB7D2A"/>
    <w:rsid w:val="00BC015C"/>
    <w:rsid w:val="00BC04AD"/>
    <w:rsid w:val="00BC0D36"/>
    <w:rsid w:val="00BC3D32"/>
    <w:rsid w:val="00BC3E77"/>
    <w:rsid w:val="00BC513F"/>
    <w:rsid w:val="00BC5143"/>
    <w:rsid w:val="00BC5161"/>
    <w:rsid w:val="00BC6D05"/>
    <w:rsid w:val="00BD0A85"/>
    <w:rsid w:val="00BD2727"/>
    <w:rsid w:val="00BD3510"/>
    <w:rsid w:val="00BD3E23"/>
    <w:rsid w:val="00BD4CD3"/>
    <w:rsid w:val="00BE1CBD"/>
    <w:rsid w:val="00BE2F81"/>
    <w:rsid w:val="00BE5463"/>
    <w:rsid w:val="00BE6498"/>
    <w:rsid w:val="00BE690C"/>
    <w:rsid w:val="00BE7223"/>
    <w:rsid w:val="00BE7F9B"/>
    <w:rsid w:val="00BF0F5C"/>
    <w:rsid w:val="00BF105C"/>
    <w:rsid w:val="00BF16EC"/>
    <w:rsid w:val="00BF1D0A"/>
    <w:rsid w:val="00BF1D0D"/>
    <w:rsid w:val="00BF21F6"/>
    <w:rsid w:val="00BF2594"/>
    <w:rsid w:val="00BF282E"/>
    <w:rsid w:val="00BF2F80"/>
    <w:rsid w:val="00BF3751"/>
    <w:rsid w:val="00BF4248"/>
    <w:rsid w:val="00BF4FD3"/>
    <w:rsid w:val="00BF75C5"/>
    <w:rsid w:val="00C02056"/>
    <w:rsid w:val="00C03135"/>
    <w:rsid w:val="00C04461"/>
    <w:rsid w:val="00C05579"/>
    <w:rsid w:val="00C0653F"/>
    <w:rsid w:val="00C068C7"/>
    <w:rsid w:val="00C13CFB"/>
    <w:rsid w:val="00C16194"/>
    <w:rsid w:val="00C17BDD"/>
    <w:rsid w:val="00C2001C"/>
    <w:rsid w:val="00C205C9"/>
    <w:rsid w:val="00C205F8"/>
    <w:rsid w:val="00C21A0C"/>
    <w:rsid w:val="00C24D82"/>
    <w:rsid w:val="00C25029"/>
    <w:rsid w:val="00C25AC1"/>
    <w:rsid w:val="00C26E9F"/>
    <w:rsid w:val="00C3042C"/>
    <w:rsid w:val="00C30A03"/>
    <w:rsid w:val="00C30EE1"/>
    <w:rsid w:val="00C31FD7"/>
    <w:rsid w:val="00C3213F"/>
    <w:rsid w:val="00C33427"/>
    <w:rsid w:val="00C3371F"/>
    <w:rsid w:val="00C338FA"/>
    <w:rsid w:val="00C347EF"/>
    <w:rsid w:val="00C361D8"/>
    <w:rsid w:val="00C36463"/>
    <w:rsid w:val="00C365AB"/>
    <w:rsid w:val="00C3759B"/>
    <w:rsid w:val="00C41DC9"/>
    <w:rsid w:val="00C43717"/>
    <w:rsid w:val="00C43808"/>
    <w:rsid w:val="00C454FA"/>
    <w:rsid w:val="00C458B8"/>
    <w:rsid w:val="00C47107"/>
    <w:rsid w:val="00C52D60"/>
    <w:rsid w:val="00C53089"/>
    <w:rsid w:val="00C55B4A"/>
    <w:rsid w:val="00C56D4C"/>
    <w:rsid w:val="00C5797F"/>
    <w:rsid w:val="00C579E3"/>
    <w:rsid w:val="00C57C65"/>
    <w:rsid w:val="00C6008E"/>
    <w:rsid w:val="00C606E6"/>
    <w:rsid w:val="00C6077A"/>
    <w:rsid w:val="00C61B45"/>
    <w:rsid w:val="00C61BAB"/>
    <w:rsid w:val="00C66594"/>
    <w:rsid w:val="00C675DE"/>
    <w:rsid w:val="00C678C4"/>
    <w:rsid w:val="00C67BB5"/>
    <w:rsid w:val="00C67DAA"/>
    <w:rsid w:val="00C701B3"/>
    <w:rsid w:val="00C70840"/>
    <w:rsid w:val="00C70B76"/>
    <w:rsid w:val="00C70C7E"/>
    <w:rsid w:val="00C7141F"/>
    <w:rsid w:val="00C725F9"/>
    <w:rsid w:val="00C74FF9"/>
    <w:rsid w:val="00C757DF"/>
    <w:rsid w:val="00C75AA4"/>
    <w:rsid w:val="00C75F18"/>
    <w:rsid w:val="00C809B0"/>
    <w:rsid w:val="00C8267D"/>
    <w:rsid w:val="00C834A8"/>
    <w:rsid w:val="00C83DD5"/>
    <w:rsid w:val="00C8699F"/>
    <w:rsid w:val="00C87120"/>
    <w:rsid w:val="00C8758D"/>
    <w:rsid w:val="00C87E17"/>
    <w:rsid w:val="00C87EF0"/>
    <w:rsid w:val="00C90040"/>
    <w:rsid w:val="00C90846"/>
    <w:rsid w:val="00C91791"/>
    <w:rsid w:val="00C9186B"/>
    <w:rsid w:val="00C91FE8"/>
    <w:rsid w:val="00C92B68"/>
    <w:rsid w:val="00C93F19"/>
    <w:rsid w:val="00C948FA"/>
    <w:rsid w:val="00C96970"/>
    <w:rsid w:val="00C96E18"/>
    <w:rsid w:val="00CA0199"/>
    <w:rsid w:val="00CA0456"/>
    <w:rsid w:val="00CA12BE"/>
    <w:rsid w:val="00CA18A7"/>
    <w:rsid w:val="00CA1B3E"/>
    <w:rsid w:val="00CA2586"/>
    <w:rsid w:val="00CA2968"/>
    <w:rsid w:val="00CA35B4"/>
    <w:rsid w:val="00CA43F9"/>
    <w:rsid w:val="00CA4F19"/>
    <w:rsid w:val="00CA536B"/>
    <w:rsid w:val="00CA5F52"/>
    <w:rsid w:val="00CA5F81"/>
    <w:rsid w:val="00CA69FD"/>
    <w:rsid w:val="00CB0193"/>
    <w:rsid w:val="00CB0595"/>
    <w:rsid w:val="00CB3013"/>
    <w:rsid w:val="00CB3542"/>
    <w:rsid w:val="00CB48FF"/>
    <w:rsid w:val="00CB49DE"/>
    <w:rsid w:val="00CB4ABC"/>
    <w:rsid w:val="00CB5644"/>
    <w:rsid w:val="00CC089A"/>
    <w:rsid w:val="00CC17CF"/>
    <w:rsid w:val="00CC6917"/>
    <w:rsid w:val="00CD0604"/>
    <w:rsid w:val="00CD1068"/>
    <w:rsid w:val="00CD1E34"/>
    <w:rsid w:val="00CD21E4"/>
    <w:rsid w:val="00CD31C7"/>
    <w:rsid w:val="00CD65DA"/>
    <w:rsid w:val="00CD6DAF"/>
    <w:rsid w:val="00CE111B"/>
    <w:rsid w:val="00CE195E"/>
    <w:rsid w:val="00CE2219"/>
    <w:rsid w:val="00CE2545"/>
    <w:rsid w:val="00CE28E6"/>
    <w:rsid w:val="00CE2B1C"/>
    <w:rsid w:val="00CE35BA"/>
    <w:rsid w:val="00CE383A"/>
    <w:rsid w:val="00CE3A1A"/>
    <w:rsid w:val="00CE3C5D"/>
    <w:rsid w:val="00CE49C8"/>
    <w:rsid w:val="00CE4A40"/>
    <w:rsid w:val="00CF0575"/>
    <w:rsid w:val="00CF0AAF"/>
    <w:rsid w:val="00CF0C5A"/>
    <w:rsid w:val="00CF0D54"/>
    <w:rsid w:val="00CF1E70"/>
    <w:rsid w:val="00CF4A96"/>
    <w:rsid w:val="00CF4EB8"/>
    <w:rsid w:val="00CF585C"/>
    <w:rsid w:val="00CF5AE0"/>
    <w:rsid w:val="00CF6063"/>
    <w:rsid w:val="00CF7174"/>
    <w:rsid w:val="00CF719C"/>
    <w:rsid w:val="00D042D1"/>
    <w:rsid w:val="00D047D0"/>
    <w:rsid w:val="00D04B46"/>
    <w:rsid w:val="00D04B54"/>
    <w:rsid w:val="00D05DB5"/>
    <w:rsid w:val="00D06B16"/>
    <w:rsid w:val="00D10207"/>
    <w:rsid w:val="00D104A2"/>
    <w:rsid w:val="00D11FB9"/>
    <w:rsid w:val="00D12285"/>
    <w:rsid w:val="00D16C78"/>
    <w:rsid w:val="00D209E5"/>
    <w:rsid w:val="00D22915"/>
    <w:rsid w:val="00D23F3F"/>
    <w:rsid w:val="00D24BA6"/>
    <w:rsid w:val="00D264B4"/>
    <w:rsid w:val="00D30449"/>
    <w:rsid w:val="00D30CC7"/>
    <w:rsid w:val="00D3483F"/>
    <w:rsid w:val="00D35B18"/>
    <w:rsid w:val="00D36067"/>
    <w:rsid w:val="00D4053F"/>
    <w:rsid w:val="00D40AD1"/>
    <w:rsid w:val="00D40FC7"/>
    <w:rsid w:val="00D4224D"/>
    <w:rsid w:val="00D428A9"/>
    <w:rsid w:val="00D4299F"/>
    <w:rsid w:val="00D42F02"/>
    <w:rsid w:val="00D43E2B"/>
    <w:rsid w:val="00D443B0"/>
    <w:rsid w:val="00D44E60"/>
    <w:rsid w:val="00D45A07"/>
    <w:rsid w:val="00D51929"/>
    <w:rsid w:val="00D52047"/>
    <w:rsid w:val="00D53ED7"/>
    <w:rsid w:val="00D54570"/>
    <w:rsid w:val="00D549BE"/>
    <w:rsid w:val="00D558DD"/>
    <w:rsid w:val="00D56B12"/>
    <w:rsid w:val="00D57FD9"/>
    <w:rsid w:val="00D60D7A"/>
    <w:rsid w:val="00D617A2"/>
    <w:rsid w:val="00D6230C"/>
    <w:rsid w:val="00D6244A"/>
    <w:rsid w:val="00D635BE"/>
    <w:rsid w:val="00D65D1A"/>
    <w:rsid w:val="00D70763"/>
    <w:rsid w:val="00D72F93"/>
    <w:rsid w:val="00D754C7"/>
    <w:rsid w:val="00D76BFD"/>
    <w:rsid w:val="00D77F96"/>
    <w:rsid w:val="00D806E6"/>
    <w:rsid w:val="00D81F0E"/>
    <w:rsid w:val="00D8210C"/>
    <w:rsid w:val="00D82F96"/>
    <w:rsid w:val="00D82F97"/>
    <w:rsid w:val="00D832D8"/>
    <w:rsid w:val="00D84190"/>
    <w:rsid w:val="00D8613A"/>
    <w:rsid w:val="00D86FA7"/>
    <w:rsid w:val="00D87474"/>
    <w:rsid w:val="00D87C19"/>
    <w:rsid w:val="00D90A37"/>
    <w:rsid w:val="00D91181"/>
    <w:rsid w:val="00D92E61"/>
    <w:rsid w:val="00D93687"/>
    <w:rsid w:val="00D93B37"/>
    <w:rsid w:val="00D946B0"/>
    <w:rsid w:val="00D9649C"/>
    <w:rsid w:val="00D97D06"/>
    <w:rsid w:val="00D97E9B"/>
    <w:rsid w:val="00DA01DD"/>
    <w:rsid w:val="00DA0374"/>
    <w:rsid w:val="00DA08C1"/>
    <w:rsid w:val="00DA0D03"/>
    <w:rsid w:val="00DA0FA1"/>
    <w:rsid w:val="00DA2D4E"/>
    <w:rsid w:val="00DA2F4F"/>
    <w:rsid w:val="00DA47B6"/>
    <w:rsid w:val="00DA5B28"/>
    <w:rsid w:val="00DA5BBE"/>
    <w:rsid w:val="00DA6133"/>
    <w:rsid w:val="00DA6416"/>
    <w:rsid w:val="00DA6C4F"/>
    <w:rsid w:val="00DA7A28"/>
    <w:rsid w:val="00DB0355"/>
    <w:rsid w:val="00DB0876"/>
    <w:rsid w:val="00DB146D"/>
    <w:rsid w:val="00DB1579"/>
    <w:rsid w:val="00DB1B46"/>
    <w:rsid w:val="00DB3359"/>
    <w:rsid w:val="00DB33B8"/>
    <w:rsid w:val="00DB4507"/>
    <w:rsid w:val="00DB6D52"/>
    <w:rsid w:val="00DB7E70"/>
    <w:rsid w:val="00DC0CBF"/>
    <w:rsid w:val="00DC308C"/>
    <w:rsid w:val="00DC3C53"/>
    <w:rsid w:val="00DC3CE6"/>
    <w:rsid w:val="00DC5257"/>
    <w:rsid w:val="00DC5592"/>
    <w:rsid w:val="00DC67FA"/>
    <w:rsid w:val="00DD0046"/>
    <w:rsid w:val="00DD00F1"/>
    <w:rsid w:val="00DD093E"/>
    <w:rsid w:val="00DD2D65"/>
    <w:rsid w:val="00DD4248"/>
    <w:rsid w:val="00DD5530"/>
    <w:rsid w:val="00DD5D81"/>
    <w:rsid w:val="00DD67C9"/>
    <w:rsid w:val="00DD69C2"/>
    <w:rsid w:val="00DD7D46"/>
    <w:rsid w:val="00DE1DB4"/>
    <w:rsid w:val="00DE27BE"/>
    <w:rsid w:val="00DE39D4"/>
    <w:rsid w:val="00DE3C4E"/>
    <w:rsid w:val="00DE3EB0"/>
    <w:rsid w:val="00DE4A89"/>
    <w:rsid w:val="00DE4B92"/>
    <w:rsid w:val="00DE6BA0"/>
    <w:rsid w:val="00DF0843"/>
    <w:rsid w:val="00DF0D46"/>
    <w:rsid w:val="00DF0D94"/>
    <w:rsid w:val="00DF10DD"/>
    <w:rsid w:val="00DF2E9D"/>
    <w:rsid w:val="00DF360E"/>
    <w:rsid w:val="00DF433D"/>
    <w:rsid w:val="00DF5370"/>
    <w:rsid w:val="00DF61E5"/>
    <w:rsid w:val="00E02EEE"/>
    <w:rsid w:val="00E051CA"/>
    <w:rsid w:val="00E0564C"/>
    <w:rsid w:val="00E06E31"/>
    <w:rsid w:val="00E0738F"/>
    <w:rsid w:val="00E10F9B"/>
    <w:rsid w:val="00E11554"/>
    <w:rsid w:val="00E11916"/>
    <w:rsid w:val="00E11DE5"/>
    <w:rsid w:val="00E128DA"/>
    <w:rsid w:val="00E14683"/>
    <w:rsid w:val="00E14B90"/>
    <w:rsid w:val="00E16DE8"/>
    <w:rsid w:val="00E16FC1"/>
    <w:rsid w:val="00E17090"/>
    <w:rsid w:val="00E23E2B"/>
    <w:rsid w:val="00E23F0B"/>
    <w:rsid w:val="00E24DCC"/>
    <w:rsid w:val="00E254FB"/>
    <w:rsid w:val="00E270DA"/>
    <w:rsid w:val="00E31034"/>
    <w:rsid w:val="00E31757"/>
    <w:rsid w:val="00E32370"/>
    <w:rsid w:val="00E3254E"/>
    <w:rsid w:val="00E35044"/>
    <w:rsid w:val="00E3668F"/>
    <w:rsid w:val="00E37347"/>
    <w:rsid w:val="00E40454"/>
    <w:rsid w:val="00E40CC9"/>
    <w:rsid w:val="00E41709"/>
    <w:rsid w:val="00E41D50"/>
    <w:rsid w:val="00E4274E"/>
    <w:rsid w:val="00E4332C"/>
    <w:rsid w:val="00E4481B"/>
    <w:rsid w:val="00E451AF"/>
    <w:rsid w:val="00E4592E"/>
    <w:rsid w:val="00E45FA7"/>
    <w:rsid w:val="00E4605C"/>
    <w:rsid w:val="00E47CC8"/>
    <w:rsid w:val="00E52083"/>
    <w:rsid w:val="00E52566"/>
    <w:rsid w:val="00E5396B"/>
    <w:rsid w:val="00E54A6F"/>
    <w:rsid w:val="00E561B5"/>
    <w:rsid w:val="00E566B3"/>
    <w:rsid w:val="00E56C07"/>
    <w:rsid w:val="00E577CB"/>
    <w:rsid w:val="00E57C8C"/>
    <w:rsid w:val="00E60236"/>
    <w:rsid w:val="00E61134"/>
    <w:rsid w:val="00E62813"/>
    <w:rsid w:val="00E643A2"/>
    <w:rsid w:val="00E671AA"/>
    <w:rsid w:val="00E72786"/>
    <w:rsid w:val="00E74D81"/>
    <w:rsid w:val="00E76411"/>
    <w:rsid w:val="00E76FBB"/>
    <w:rsid w:val="00E776D7"/>
    <w:rsid w:val="00E8173B"/>
    <w:rsid w:val="00E821B0"/>
    <w:rsid w:val="00E82AC9"/>
    <w:rsid w:val="00E832B5"/>
    <w:rsid w:val="00E84434"/>
    <w:rsid w:val="00E8449C"/>
    <w:rsid w:val="00E87500"/>
    <w:rsid w:val="00E875E0"/>
    <w:rsid w:val="00E921CF"/>
    <w:rsid w:val="00E924FD"/>
    <w:rsid w:val="00E93DE4"/>
    <w:rsid w:val="00E93E99"/>
    <w:rsid w:val="00E95462"/>
    <w:rsid w:val="00E95800"/>
    <w:rsid w:val="00E95CA0"/>
    <w:rsid w:val="00E96113"/>
    <w:rsid w:val="00E96277"/>
    <w:rsid w:val="00E96ABD"/>
    <w:rsid w:val="00E97035"/>
    <w:rsid w:val="00E97B58"/>
    <w:rsid w:val="00EA014B"/>
    <w:rsid w:val="00EA058A"/>
    <w:rsid w:val="00EA0783"/>
    <w:rsid w:val="00EA2159"/>
    <w:rsid w:val="00EA2D63"/>
    <w:rsid w:val="00EA3B42"/>
    <w:rsid w:val="00EA4E30"/>
    <w:rsid w:val="00EA4E5F"/>
    <w:rsid w:val="00EA5321"/>
    <w:rsid w:val="00EA7060"/>
    <w:rsid w:val="00EB10C5"/>
    <w:rsid w:val="00EB155F"/>
    <w:rsid w:val="00EB2D19"/>
    <w:rsid w:val="00EB30E4"/>
    <w:rsid w:val="00EB34A6"/>
    <w:rsid w:val="00EB4A35"/>
    <w:rsid w:val="00EB5595"/>
    <w:rsid w:val="00EB55DD"/>
    <w:rsid w:val="00EB58D0"/>
    <w:rsid w:val="00EB5F4A"/>
    <w:rsid w:val="00EB7E01"/>
    <w:rsid w:val="00EC1569"/>
    <w:rsid w:val="00EC21C5"/>
    <w:rsid w:val="00EC36E2"/>
    <w:rsid w:val="00EC450F"/>
    <w:rsid w:val="00EC4B0D"/>
    <w:rsid w:val="00EC541C"/>
    <w:rsid w:val="00EC5FBD"/>
    <w:rsid w:val="00EC6533"/>
    <w:rsid w:val="00EC7B12"/>
    <w:rsid w:val="00ED05EA"/>
    <w:rsid w:val="00ED1167"/>
    <w:rsid w:val="00ED46E0"/>
    <w:rsid w:val="00ED582E"/>
    <w:rsid w:val="00ED58C1"/>
    <w:rsid w:val="00ED65C8"/>
    <w:rsid w:val="00ED7626"/>
    <w:rsid w:val="00ED7773"/>
    <w:rsid w:val="00EE0028"/>
    <w:rsid w:val="00EE0998"/>
    <w:rsid w:val="00EE1176"/>
    <w:rsid w:val="00EE1254"/>
    <w:rsid w:val="00EE1F73"/>
    <w:rsid w:val="00EE20AA"/>
    <w:rsid w:val="00EE378A"/>
    <w:rsid w:val="00EE385A"/>
    <w:rsid w:val="00EE5C58"/>
    <w:rsid w:val="00EE6959"/>
    <w:rsid w:val="00EE7088"/>
    <w:rsid w:val="00EE7187"/>
    <w:rsid w:val="00EF239C"/>
    <w:rsid w:val="00EF25B7"/>
    <w:rsid w:val="00EF5520"/>
    <w:rsid w:val="00EF5C78"/>
    <w:rsid w:val="00EF6789"/>
    <w:rsid w:val="00EF6BF2"/>
    <w:rsid w:val="00F005D5"/>
    <w:rsid w:val="00F00977"/>
    <w:rsid w:val="00F028F5"/>
    <w:rsid w:val="00F03268"/>
    <w:rsid w:val="00F03AB0"/>
    <w:rsid w:val="00F05361"/>
    <w:rsid w:val="00F07D1A"/>
    <w:rsid w:val="00F103C0"/>
    <w:rsid w:val="00F12DD6"/>
    <w:rsid w:val="00F1327A"/>
    <w:rsid w:val="00F1342A"/>
    <w:rsid w:val="00F138A7"/>
    <w:rsid w:val="00F14C86"/>
    <w:rsid w:val="00F155AB"/>
    <w:rsid w:val="00F15C95"/>
    <w:rsid w:val="00F17230"/>
    <w:rsid w:val="00F1792A"/>
    <w:rsid w:val="00F17D77"/>
    <w:rsid w:val="00F210B3"/>
    <w:rsid w:val="00F215C9"/>
    <w:rsid w:val="00F217C5"/>
    <w:rsid w:val="00F232B9"/>
    <w:rsid w:val="00F23B9C"/>
    <w:rsid w:val="00F24121"/>
    <w:rsid w:val="00F25D20"/>
    <w:rsid w:val="00F26C37"/>
    <w:rsid w:val="00F26DDC"/>
    <w:rsid w:val="00F27102"/>
    <w:rsid w:val="00F2735D"/>
    <w:rsid w:val="00F30AB1"/>
    <w:rsid w:val="00F31B29"/>
    <w:rsid w:val="00F35226"/>
    <w:rsid w:val="00F37386"/>
    <w:rsid w:val="00F43DAF"/>
    <w:rsid w:val="00F441D3"/>
    <w:rsid w:val="00F451DC"/>
    <w:rsid w:val="00F46324"/>
    <w:rsid w:val="00F46998"/>
    <w:rsid w:val="00F47CA5"/>
    <w:rsid w:val="00F47DEC"/>
    <w:rsid w:val="00F521AD"/>
    <w:rsid w:val="00F548D3"/>
    <w:rsid w:val="00F55443"/>
    <w:rsid w:val="00F561BF"/>
    <w:rsid w:val="00F56218"/>
    <w:rsid w:val="00F56486"/>
    <w:rsid w:val="00F56803"/>
    <w:rsid w:val="00F571F2"/>
    <w:rsid w:val="00F576B4"/>
    <w:rsid w:val="00F644D1"/>
    <w:rsid w:val="00F64DD9"/>
    <w:rsid w:val="00F70DA0"/>
    <w:rsid w:val="00F71792"/>
    <w:rsid w:val="00F72856"/>
    <w:rsid w:val="00F72E3E"/>
    <w:rsid w:val="00F74549"/>
    <w:rsid w:val="00F77234"/>
    <w:rsid w:val="00F8135F"/>
    <w:rsid w:val="00F84353"/>
    <w:rsid w:val="00F85CB2"/>
    <w:rsid w:val="00F860BE"/>
    <w:rsid w:val="00F872D4"/>
    <w:rsid w:val="00F87E04"/>
    <w:rsid w:val="00F906C2"/>
    <w:rsid w:val="00F91752"/>
    <w:rsid w:val="00F93ACF"/>
    <w:rsid w:val="00F96252"/>
    <w:rsid w:val="00F96348"/>
    <w:rsid w:val="00F96660"/>
    <w:rsid w:val="00FA0392"/>
    <w:rsid w:val="00FA0593"/>
    <w:rsid w:val="00FA05D5"/>
    <w:rsid w:val="00FA0E0B"/>
    <w:rsid w:val="00FA15A5"/>
    <w:rsid w:val="00FA4631"/>
    <w:rsid w:val="00FB00BE"/>
    <w:rsid w:val="00FB0660"/>
    <w:rsid w:val="00FB1D41"/>
    <w:rsid w:val="00FB29D8"/>
    <w:rsid w:val="00FB305B"/>
    <w:rsid w:val="00FB30DF"/>
    <w:rsid w:val="00FB3608"/>
    <w:rsid w:val="00FB37C8"/>
    <w:rsid w:val="00FB3B61"/>
    <w:rsid w:val="00FB6883"/>
    <w:rsid w:val="00FC2556"/>
    <w:rsid w:val="00FC347D"/>
    <w:rsid w:val="00FC3893"/>
    <w:rsid w:val="00FC4DF4"/>
    <w:rsid w:val="00FC4E22"/>
    <w:rsid w:val="00FC53A9"/>
    <w:rsid w:val="00FC6DF0"/>
    <w:rsid w:val="00FC7B17"/>
    <w:rsid w:val="00FC7B4B"/>
    <w:rsid w:val="00FD0A21"/>
    <w:rsid w:val="00FD2951"/>
    <w:rsid w:val="00FD3B25"/>
    <w:rsid w:val="00FD473D"/>
    <w:rsid w:val="00FD4B8D"/>
    <w:rsid w:val="00FE004B"/>
    <w:rsid w:val="00FE0C46"/>
    <w:rsid w:val="00FE35D1"/>
    <w:rsid w:val="00FE524A"/>
    <w:rsid w:val="00FE5B2B"/>
    <w:rsid w:val="00FE5EA3"/>
    <w:rsid w:val="00FE7094"/>
    <w:rsid w:val="00FE7992"/>
    <w:rsid w:val="00FE7ACC"/>
    <w:rsid w:val="00FE7E16"/>
    <w:rsid w:val="00FF0016"/>
    <w:rsid w:val="00FF072D"/>
    <w:rsid w:val="00FF083B"/>
    <w:rsid w:val="00FF1AAB"/>
    <w:rsid w:val="00FF22A8"/>
    <w:rsid w:val="00FF3989"/>
    <w:rsid w:val="00FF5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120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1">
    <w:name w:val="Styl1"/>
    <w:basedOn w:val="Normal"/>
    <w:uiPriority w:val="99"/>
    <w:rsid w:val="004F0442"/>
    <w:pPr>
      <w:spacing w:after="0" w:line="240" w:lineRule="auto"/>
    </w:pPr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BF21F6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5A596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A5962"/>
    <w:rPr>
      <w:rFonts w:cs="Times New Roman"/>
    </w:rPr>
  </w:style>
  <w:style w:type="character" w:styleId="EndnoteReference">
    <w:name w:val="endnote reference"/>
    <w:basedOn w:val="DefaultParagraphFont"/>
    <w:uiPriority w:val="99"/>
    <w:semiHidden/>
    <w:rsid w:val="005A5962"/>
    <w:rPr>
      <w:rFonts w:cs="Times New Roman"/>
      <w:vertAlign w:val="superscript"/>
    </w:rPr>
  </w:style>
  <w:style w:type="paragraph" w:customStyle="1" w:styleId="Normal0">
    <w:name w:val="[Normal]"/>
    <w:uiPriority w:val="99"/>
    <w:rsid w:val="00993D5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semiHidden/>
    <w:rsid w:val="00EC541C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Domylnaczcionkaakapitu1">
    <w:name w:val="Domyślna czcionka akapitu1"/>
    <w:uiPriority w:val="99"/>
    <w:rsid w:val="000D6D35"/>
  </w:style>
  <w:style w:type="paragraph" w:styleId="BodyText">
    <w:name w:val="Body Text"/>
    <w:basedOn w:val="Normal"/>
    <w:link w:val="BodyTextChar"/>
    <w:uiPriority w:val="99"/>
    <w:rsid w:val="00F56486"/>
    <w:pPr>
      <w:spacing w:after="120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F56486"/>
    <w:rPr>
      <w:rFonts w:cs="Times New Roman"/>
      <w:sz w:val="24"/>
      <w:szCs w:val="24"/>
      <w:lang w:eastAsia="pl-PL"/>
    </w:rPr>
  </w:style>
  <w:style w:type="paragraph" w:styleId="NoSpacing">
    <w:name w:val="No Spacing"/>
    <w:uiPriority w:val="99"/>
    <w:qFormat/>
    <w:rsid w:val="00BF0F5C"/>
    <w:rPr>
      <w:rFonts w:cs="Calibri"/>
      <w:sz w:val="20"/>
      <w:szCs w:val="20"/>
    </w:rPr>
  </w:style>
  <w:style w:type="character" w:customStyle="1" w:styleId="st">
    <w:name w:val="st"/>
    <w:basedOn w:val="DefaultParagraphFont"/>
    <w:uiPriority w:val="99"/>
    <w:rsid w:val="009A57AE"/>
    <w:rPr>
      <w:rFonts w:cs="Times New Roman"/>
    </w:rPr>
  </w:style>
  <w:style w:type="paragraph" w:customStyle="1" w:styleId="Default">
    <w:name w:val="Default"/>
    <w:uiPriority w:val="99"/>
    <w:rsid w:val="008C756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10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4</Pages>
  <Words>1147</Words>
  <Characters>6882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WFP-MG</dc:creator>
  <cp:keywords/>
  <dc:description/>
  <cp:lastModifiedBy>brmsycow@outlook.com</cp:lastModifiedBy>
  <cp:revision>6</cp:revision>
  <cp:lastPrinted>2019-08-14T06:27:00Z</cp:lastPrinted>
  <dcterms:created xsi:type="dcterms:W3CDTF">2019-08-22T12:51:00Z</dcterms:created>
  <dcterms:modified xsi:type="dcterms:W3CDTF">2019-08-23T08:39:00Z</dcterms:modified>
</cp:coreProperties>
</file>