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E61" w:rsidRPr="00880594" w:rsidRDefault="00525E61" w:rsidP="00880594">
      <w:pPr>
        <w:ind w:left="10260"/>
        <w:rPr>
          <w:rFonts w:ascii="Times New Roman" w:hAnsi="Times New Roman"/>
        </w:rPr>
      </w:pPr>
      <w:r w:rsidRPr="00880594">
        <w:rPr>
          <w:rFonts w:ascii="Times New Roman" w:hAnsi="Times New Roman"/>
        </w:rPr>
        <w:t>Załącznik nr 1 do uchwały nr VI/37/</w:t>
      </w:r>
      <w:r>
        <w:rPr>
          <w:rFonts w:ascii="Times New Roman" w:hAnsi="Times New Roman"/>
        </w:rPr>
        <w:t>2019 R</w:t>
      </w:r>
      <w:r w:rsidRPr="00880594">
        <w:rPr>
          <w:rFonts w:ascii="Times New Roman" w:hAnsi="Times New Roman"/>
        </w:rPr>
        <w:t xml:space="preserve">ady Miejskiej w Sycowie </w:t>
      </w:r>
      <w:r>
        <w:rPr>
          <w:rFonts w:ascii="Times New Roman" w:hAnsi="Times New Roman"/>
        </w:rPr>
        <w:br/>
      </w:r>
      <w:r w:rsidRPr="00880594">
        <w:rPr>
          <w:rFonts w:ascii="Times New Roman" w:hAnsi="Times New Roman"/>
        </w:rPr>
        <w:t>z dnia 28 lutego 2019 r.</w:t>
      </w:r>
    </w:p>
    <w:p w:rsidR="00525E61" w:rsidRPr="00880594" w:rsidRDefault="00525E61">
      <w:pPr>
        <w:rPr>
          <w:rFonts w:ascii="Times New Roman" w:hAnsi="Times New Roman"/>
        </w:rPr>
      </w:pPr>
      <w:r w:rsidRPr="00880594">
        <w:rPr>
          <w:rFonts w:ascii="Times New Roman" w:hAnsi="Times New Roman"/>
        </w:rPr>
        <w:t>Plan sieci publicznych szkół podstawowych prowadzonych przez Gminę Syców, a także granice obwodów publicznych szkół podstawowych prowadzonych przez Gminę Syców, a także inne organy, na okres od dnia 1 września 2017 r. do dnia 31 sierpnia 2019 r.</w:t>
      </w:r>
    </w:p>
    <w:p w:rsidR="00525E61" w:rsidRPr="00880594" w:rsidRDefault="00525E61">
      <w:pPr>
        <w:rPr>
          <w:rFonts w:ascii="Times New Roman" w:hAnsi="Times New Roman"/>
          <w:b/>
        </w:rPr>
      </w:pPr>
    </w:p>
    <w:tbl>
      <w:tblPr>
        <w:tblpPr w:leftFromText="141" w:rightFromText="141" w:vertAnchor="text" w:tblpY="1"/>
        <w:tblOverlap w:val="neve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8"/>
        <w:gridCol w:w="2324"/>
        <w:gridCol w:w="3260"/>
        <w:gridCol w:w="4253"/>
        <w:gridCol w:w="4224"/>
      </w:tblGrid>
      <w:tr w:rsidR="00525E61" w:rsidRPr="00880594" w:rsidTr="00880594">
        <w:trPr>
          <w:trHeight w:val="478"/>
          <w:tblHeader/>
        </w:trPr>
        <w:tc>
          <w:tcPr>
            <w:tcW w:w="648" w:type="dxa"/>
            <w:vMerge w:val="restart"/>
            <w:vAlign w:val="center"/>
          </w:tcPr>
          <w:p w:rsidR="00525E61" w:rsidRPr="00880594" w:rsidRDefault="00525E61" w:rsidP="00DD487C">
            <w:pPr>
              <w:spacing w:after="0" w:line="240" w:lineRule="auto"/>
              <w:jc w:val="center"/>
              <w:rPr>
                <w:rFonts w:ascii="Times New Roman" w:hAnsi="Times New Roman"/>
                <w:b/>
              </w:rPr>
            </w:pPr>
            <w:r w:rsidRPr="00880594">
              <w:rPr>
                <w:rFonts w:ascii="Times New Roman" w:hAnsi="Times New Roman"/>
                <w:b/>
              </w:rPr>
              <w:t>Lp</w:t>
            </w:r>
          </w:p>
        </w:tc>
        <w:tc>
          <w:tcPr>
            <w:tcW w:w="2324" w:type="dxa"/>
            <w:vMerge w:val="restart"/>
            <w:vAlign w:val="center"/>
          </w:tcPr>
          <w:p w:rsidR="00525E61" w:rsidRPr="00880594" w:rsidRDefault="00525E61" w:rsidP="00DD487C">
            <w:pPr>
              <w:spacing w:after="0" w:line="240" w:lineRule="auto"/>
              <w:jc w:val="center"/>
              <w:rPr>
                <w:rFonts w:ascii="Times New Roman" w:hAnsi="Times New Roman"/>
                <w:b/>
              </w:rPr>
            </w:pPr>
            <w:r w:rsidRPr="00880594">
              <w:rPr>
                <w:rFonts w:ascii="Times New Roman" w:hAnsi="Times New Roman"/>
                <w:b/>
              </w:rPr>
              <w:t>Nazwa szkoły</w:t>
            </w:r>
          </w:p>
        </w:tc>
        <w:tc>
          <w:tcPr>
            <w:tcW w:w="3260" w:type="dxa"/>
            <w:vMerge w:val="restart"/>
            <w:vAlign w:val="center"/>
          </w:tcPr>
          <w:p w:rsidR="00525E61" w:rsidRPr="00880594" w:rsidRDefault="00525E61" w:rsidP="00DD487C">
            <w:pPr>
              <w:spacing w:after="0" w:line="240" w:lineRule="auto"/>
              <w:jc w:val="center"/>
              <w:rPr>
                <w:rFonts w:ascii="Times New Roman" w:hAnsi="Times New Roman"/>
                <w:b/>
              </w:rPr>
            </w:pPr>
            <w:r w:rsidRPr="00880594">
              <w:rPr>
                <w:rFonts w:ascii="Times New Roman" w:hAnsi="Times New Roman"/>
                <w:b/>
              </w:rPr>
              <w:t xml:space="preserve">Adres siedziby szkoły, </w:t>
            </w:r>
          </w:p>
          <w:p w:rsidR="00525E61" w:rsidRPr="00880594" w:rsidRDefault="00525E61" w:rsidP="00DD487C">
            <w:pPr>
              <w:spacing w:after="0" w:line="240" w:lineRule="auto"/>
              <w:jc w:val="center"/>
              <w:rPr>
                <w:rFonts w:ascii="Times New Roman" w:hAnsi="Times New Roman"/>
                <w:b/>
              </w:rPr>
            </w:pPr>
            <w:r w:rsidRPr="00880594">
              <w:rPr>
                <w:rFonts w:ascii="Times New Roman" w:hAnsi="Times New Roman"/>
                <w:b/>
              </w:rPr>
              <w:t>adresy ewentualnych innych lokalizacji prowadzenia zajęć dydaktycznych, wychowawczych i opiekuńczych</w:t>
            </w:r>
          </w:p>
        </w:tc>
        <w:tc>
          <w:tcPr>
            <w:tcW w:w="8477" w:type="dxa"/>
            <w:gridSpan w:val="2"/>
            <w:vAlign w:val="center"/>
          </w:tcPr>
          <w:p w:rsidR="00525E61" w:rsidRPr="00880594" w:rsidRDefault="00525E61" w:rsidP="00DD487C">
            <w:pPr>
              <w:spacing w:after="0" w:line="240" w:lineRule="auto"/>
              <w:jc w:val="center"/>
              <w:rPr>
                <w:rFonts w:ascii="Times New Roman" w:hAnsi="Times New Roman"/>
                <w:b/>
              </w:rPr>
            </w:pPr>
            <w:r w:rsidRPr="00880594">
              <w:rPr>
                <w:rFonts w:ascii="Times New Roman" w:hAnsi="Times New Roman"/>
                <w:b/>
              </w:rPr>
              <w:t>Granice obwodu szkoły na:</w:t>
            </w:r>
          </w:p>
        </w:tc>
      </w:tr>
      <w:tr w:rsidR="00525E61" w:rsidRPr="00880594" w:rsidTr="00880594">
        <w:trPr>
          <w:trHeight w:val="556"/>
        </w:trPr>
        <w:tc>
          <w:tcPr>
            <w:tcW w:w="648" w:type="dxa"/>
            <w:vMerge/>
          </w:tcPr>
          <w:p w:rsidR="00525E61" w:rsidRPr="00880594" w:rsidRDefault="00525E61" w:rsidP="00DD487C">
            <w:pPr>
              <w:spacing w:after="0" w:line="240" w:lineRule="auto"/>
              <w:rPr>
                <w:rFonts w:ascii="Times New Roman" w:hAnsi="Times New Roman"/>
                <w:b/>
              </w:rPr>
            </w:pPr>
          </w:p>
        </w:tc>
        <w:tc>
          <w:tcPr>
            <w:tcW w:w="2324" w:type="dxa"/>
            <w:vMerge/>
          </w:tcPr>
          <w:p w:rsidR="00525E61" w:rsidRPr="00880594" w:rsidRDefault="00525E61" w:rsidP="00DD487C">
            <w:pPr>
              <w:spacing w:after="0" w:line="240" w:lineRule="auto"/>
              <w:rPr>
                <w:rFonts w:ascii="Times New Roman" w:hAnsi="Times New Roman"/>
                <w:b/>
              </w:rPr>
            </w:pPr>
          </w:p>
        </w:tc>
        <w:tc>
          <w:tcPr>
            <w:tcW w:w="3260" w:type="dxa"/>
            <w:vMerge/>
          </w:tcPr>
          <w:p w:rsidR="00525E61" w:rsidRPr="00880594" w:rsidRDefault="00525E61" w:rsidP="00DD487C">
            <w:pPr>
              <w:spacing w:after="0" w:line="240" w:lineRule="auto"/>
              <w:rPr>
                <w:rFonts w:ascii="Times New Roman" w:hAnsi="Times New Roman"/>
                <w:b/>
              </w:rPr>
            </w:pPr>
          </w:p>
        </w:tc>
        <w:tc>
          <w:tcPr>
            <w:tcW w:w="4253" w:type="dxa"/>
            <w:vAlign w:val="center"/>
          </w:tcPr>
          <w:p w:rsidR="00525E61" w:rsidRPr="00880594" w:rsidRDefault="00525E61" w:rsidP="00DD487C">
            <w:pPr>
              <w:spacing w:after="0" w:line="240" w:lineRule="auto"/>
              <w:jc w:val="center"/>
              <w:rPr>
                <w:rFonts w:ascii="Times New Roman" w:hAnsi="Times New Roman"/>
                <w:b/>
              </w:rPr>
            </w:pPr>
            <w:r w:rsidRPr="00880594">
              <w:rPr>
                <w:rFonts w:ascii="Times New Roman" w:hAnsi="Times New Roman"/>
                <w:b/>
              </w:rPr>
              <w:t>rok szkolny 2017/2018</w:t>
            </w:r>
          </w:p>
        </w:tc>
        <w:tc>
          <w:tcPr>
            <w:tcW w:w="4224" w:type="dxa"/>
            <w:vAlign w:val="center"/>
          </w:tcPr>
          <w:p w:rsidR="00525E61" w:rsidRPr="00880594" w:rsidRDefault="00525E61" w:rsidP="00DD487C">
            <w:pPr>
              <w:spacing w:after="0" w:line="240" w:lineRule="auto"/>
              <w:jc w:val="center"/>
              <w:rPr>
                <w:rFonts w:ascii="Times New Roman" w:hAnsi="Times New Roman"/>
                <w:b/>
              </w:rPr>
            </w:pPr>
            <w:r w:rsidRPr="00880594">
              <w:rPr>
                <w:rFonts w:ascii="Times New Roman" w:hAnsi="Times New Roman"/>
                <w:b/>
              </w:rPr>
              <w:t>rok szkolny 2018/2019</w:t>
            </w:r>
          </w:p>
        </w:tc>
      </w:tr>
      <w:tr w:rsidR="00525E61" w:rsidRPr="00880594" w:rsidTr="00880594">
        <w:trPr>
          <w:trHeight w:val="288"/>
        </w:trPr>
        <w:tc>
          <w:tcPr>
            <w:tcW w:w="648" w:type="dxa"/>
          </w:tcPr>
          <w:p w:rsidR="00525E61" w:rsidRPr="00880594" w:rsidRDefault="00525E61" w:rsidP="00DD487C">
            <w:pPr>
              <w:spacing w:after="0" w:line="240" w:lineRule="auto"/>
              <w:rPr>
                <w:rFonts w:ascii="Times New Roman" w:hAnsi="Times New Roman"/>
              </w:rPr>
            </w:pPr>
            <w:r w:rsidRPr="00880594">
              <w:rPr>
                <w:rFonts w:ascii="Times New Roman" w:hAnsi="Times New Roman"/>
              </w:rPr>
              <w:t>1.</w:t>
            </w:r>
          </w:p>
        </w:tc>
        <w:tc>
          <w:tcPr>
            <w:tcW w:w="2324" w:type="dxa"/>
          </w:tcPr>
          <w:p w:rsidR="00525E61" w:rsidRPr="00880594" w:rsidRDefault="00525E61" w:rsidP="00DD487C">
            <w:pPr>
              <w:spacing w:after="0" w:line="240" w:lineRule="auto"/>
              <w:rPr>
                <w:rFonts w:ascii="Times New Roman" w:hAnsi="Times New Roman"/>
              </w:rPr>
            </w:pPr>
            <w:r w:rsidRPr="00880594">
              <w:rPr>
                <w:rFonts w:ascii="Times New Roman" w:hAnsi="Times New Roman"/>
              </w:rPr>
              <w:t>Szkoła Podstawowa  Nr 1 im. III Tysiąclecia w Sycowie</w:t>
            </w:r>
          </w:p>
        </w:tc>
        <w:tc>
          <w:tcPr>
            <w:tcW w:w="3260" w:type="dxa"/>
          </w:tcPr>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Adres siedziby szkoły:</w:t>
            </w:r>
          </w:p>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 xml:space="preserve">56-500 Syców, </w:t>
            </w:r>
          </w:p>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ul. Matejki 5</w:t>
            </w:r>
          </w:p>
          <w:p w:rsidR="00525E61" w:rsidRPr="00880594" w:rsidRDefault="00525E61" w:rsidP="00DD487C">
            <w:pPr>
              <w:spacing w:after="0" w:line="240" w:lineRule="auto"/>
              <w:jc w:val="center"/>
              <w:rPr>
                <w:rFonts w:ascii="Times New Roman" w:hAnsi="Times New Roman"/>
              </w:rPr>
            </w:pPr>
          </w:p>
          <w:p w:rsidR="00525E61" w:rsidRPr="00880594" w:rsidRDefault="00525E61" w:rsidP="00DD487C">
            <w:pPr>
              <w:spacing w:after="0" w:line="240" w:lineRule="auto"/>
              <w:jc w:val="center"/>
              <w:rPr>
                <w:rFonts w:ascii="Times New Roman" w:hAnsi="Times New Roman"/>
              </w:rPr>
            </w:pPr>
          </w:p>
          <w:p w:rsidR="00525E61" w:rsidRPr="00880594" w:rsidRDefault="00525E61" w:rsidP="00DD487C">
            <w:pPr>
              <w:spacing w:after="0" w:line="240" w:lineRule="auto"/>
              <w:jc w:val="center"/>
              <w:rPr>
                <w:rFonts w:ascii="Times New Roman" w:hAnsi="Times New Roman"/>
              </w:rPr>
            </w:pPr>
          </w:p>
        </w:tc>
        <w:tc>
          <w:tcPr>
            <w:tcW w:w="4253" w:type="dxa"/>
          </w:tcPr>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Broniewskiego, Daszyńskiego,  Dąbrowskiego, Kossaka, Kolejowa, Konopnickiej, Kusocińskiego, Jakimowicza, Leśna, Matejki, Norwida, Nowowiejska, Oleśnicka, Partyzantów, Pogodna, Powstańców, Przemysława,  Reymonta, Robotnicza, Rzemieślnicza, Słoneczna, Sucharskiego, Słowackiego, Tęczowa, Wierzbowa, Zwycięzców, Jacka Malczewskiego, Józefa Chełmońskiego, Olgi Boznańskiej, sołectwo Nowy Dwór, sołectwo Ślizów, przysiółek Bielawki</w:t>
            </w:r>
          </w:p>
        </w:tc>
        <w:tc>
          <w:tcPr>
            <w:tcW w:w="4224" w:type="dxa"/>
          </w:tcPr>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Broniewskiego, Daszyńskiego,  Dąbrowskiego, Kossaka, Kolejowa, Konopnickiej, Kusocińskiego, Jakimowicza, Leśna, Matejki, Norwida, Nowowiejska, Oleśnicka, Partyzantów, Pogodna, Powstańców, Przemysława,  Reymonta, Robotnicza, Rzemieślnicza, Słoneczna, Sucharskiego, Słowackiego, Tęczowa, Wierzbowa, Zwycięzców, Jacka Malczewskiego, Józefa Chełmońskiego, Olgi Boznańskiej, sołectwo Nowy Dwór, sołectwo Ślizów, przysiółek Bielawki</w:t>
            </w:r>
          </w:p>
        </w:tc>
      </w:tr>
    </w:tbl>
    <w:p w:rsidR="00525E61" w:rsidRPr="00880594" w:rsidRDefault="00525E61">
      <w:r w:rsidRPr="00880594">
        <w:br w:type="page"/>
      </w:r>
    </w:p>
    <w:tbl>
      <w:tblPr>
        <w:tblpPr w:leftFromText="141" w:rightFromText="141" w:vertAnchor="text" w:tblpY="1"/>
        <w:tblOverlap w:val="neve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1"/>
        <w:gridCol w:w="2551"/>
        <w:gridCol w:w="3260"/>
        <w:gridCol w:w="4253"/>
        <w:gridCol w:w="4224"/>
      </w:tblGrid>
      <w:tr w:rsidR="00525E61" w:rsidRPr="00880594">
        <w:trPr>
          <w:trHeight w:val="288"/>
        </w:trPr>
        <w:tc>
          <w:tcPr>
            <w:tcW w:w="421" w:type="dxa"/>
          </w:tcPr>
          <w:p w:rsidR="00525E61" w:rsidRPr="00880594" w:rsidRDefault="00525E61" w:rsidP="00DD487C">
            <w:pPr>
              <w:spacing w:after="0" w:line="240" w:lineRule="auto"/>
              <w:rPr>
                <w:rFonts w:ascii="Times New Roman" w:hAnsi="Times New Roman"/>
              </w:rPr>
            </w:pPr>
            <w:r w:rsidRPr="00880594">
              <w:rPr>
                <w:rFonts w:ascii="Times New Roman" w:hAnsi="Times New Roman"/>
              </w:rPr>
              <w:t>2.</w:t>
            </w:r>
          </w:p>
        </w:tc>
        <w:tc>
          <w:tcPr>
            <w:tcW w:w="2551" w:type="dxa"/>
          </w:tcPr>
          <w:p w:rsidR="00525E61" w:rsidRPr="00880594" w:rsidRDefault="00525E61" w:rsidP="00DD487C">
            <w:pPr>
              <w:spacing w:after="0" w:line="240" w:lineRule="auto"/>
              <w:rPr>
                <w:rFonts w:ascii="Times New Roman" w:hAnsi="Times New Roman"/>
              </w:rPr>
            </w:pPr>
            <w:r w:rsidRPr="00880594">
              <w:rPr>
                <w:rFonts w:ascii="Times New Roman" w:hAnsi="Times New Roman"/>
              </w:rPr>
              <w:t>Szkoła Podstawowa  Nr 2 im. Marii Konopnickiej w Sycowie</w:t>
            </w:r>
          </w:p>
        </w:tc>
        <w:tc>
          <w:tcPr>
            <w:tcW w:w="3260" w:type="dxa"/>
          </w:tcPr>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Adres siedziby szkoły:</w:t>
            </w:r>
          </w:p>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56-500 Syców,</w:t>
            </w:r>
          </w:p>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 xml:space="preserve"> ul. Mickiewicza 5</w:t>
            </w:r>
          </w:p>
          <w:p w:rsidR="00525E61" w:rsidRPr="00880594" w:rsidRDefault="00525E61" w:rsidP="00DD487C">
            <w:pPr>
              <w:spacing w:after="0" w:line="240" w:lineRule="auto"/>
              <w:jc w:val="center"/>
              <w:rPr>
                <w:rFonts w:ascii="Times New Roman" w:hAnsi="Times New Roman"/>
              </w:rPr>
            </w:pPr>
          </w:p>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Inne lokalizacje prowadzenia zajęć dydaktycznych, wychowawczych i opiekuńczych:</w:t>
            </w:r>
          </w:p>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56-500 Syców ul. Komorowska 1D</w:t>
            </w:r>
          </w:p>
        </w:tc>
        <w:tc>
          <w:tcPr>
            <w:tcW w:w="4253" w:type="dxa"/>
          </w:tcPr>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Asnyka, Baczyńskiego, Dąbrowskiej, Hubala, Jana III Sobieskiego, Kaliska (oprócz nr 2,3,6), Korczaka, Kombatantów, Krótka, Lawendowa, Mickiewicza – (oprócz nr 16,18,20,22,24,26-28,30),Mikołaja     Kopernika, Nowa, Obr. Westerplatte, Orzeszkowej, Radosna, Skłodowskiej–Curie, Sikorskiego, Starzyńskiego,  Szarych Szeregów, Witosa, sołectwo Wioska</w:t>
            </w:r>
          </w:p>
        </w:tc>
        <w:tc>
          <w:tcPr>
            <w:tcW w:w="4224" w:type="dxa"/>
          </w:tcPr>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Asnyka, Baczyńskiego, Dąbrowskiej, Hubala, Jana III Sobieskiego, Kaliska (oprócz nr 2,3,6), Korczaka, Kombatantów, Krótka, Lawendowa, Mickiewicza – (oprócz nr 16,18,20,22,24,26-28,30),Mikołaja     Kopernika, Nowa, Obr. Westerplatte, Orzeszkowej, Radosna, Skłodowskiej–Curie, Sikorskiego, Starzyńskiego,  Szarych Szeregów, Witosa, sołectwo Wioska</w:t>
            </w:r>
          </w:p>
        </w:tc>
      </w:tr>
      <w:tr w:rsidR="00525E61" w:rsidRPr="00880594">
        <w:trPr>
          <w:trHeight w:val="288"/>
        </w:trPr>
        <w:tc>
          <w:tcPr>
            <w:tcW w:w="421" w:type="dxa"/>
          </w:tcPr>
          <w:p w:rsidR="00525E61" w:rsidRPr="00880594" w:rsidRDefault="00525E61" w:rsidP="00DD487C">
            <w:pPr>
              <w:spacing w:after="0" w:line="240" w:lineRule="auto"/>
              <w:rPr>
                <w:rFonts w:ascii="Times New Roman" w:hAnsi="Times New Roman"/>
              </w:rPr>
            </w:pPr>
            <w:r w:rsidRPr="00880594">
              <w:rPr>
                <w:rFonts w:ascii="Times New Roman" w:hAnsi="Times New Roman"/>
              </w:rPr>
              <w:t>3.</w:t>
            </w:r>
          </w:p>
        </w:tc>
        <w:tc>
          <w:tcPr>
            <w:tcW w:w="2551" w:type="dxa"/>
          </w:tcPr>
          <w:p w:rsidR="00525E61" w:rsidRPr="00880594" w:rsidRDefault="00525E61" w:rsidP="00DD487C">
            <w:pPr>
              <w:spacing w:after="0" w:line="240" w:lineRule="auto"/>
              <w:rPr>
                <w:rFonts w:ascii="Times New Roman" w:hAnsi="Times New Roman"/>
              </w:rPr>
            </w:pPr>
            <w:r w:rsidRPr="00880594">
              <w:rPr>
                <w:rFonts w:ascii="Times New Roman" w:hAnsi="Times New Roman"/>
              </w:rPr>
              <w:t xml:space="preserve">Szkoła Podstawowa  Nr 3 im. Jana Pawła II w  Sycowie </w:t>
            </w:r>
          </w:p>
        </w:tc>
        <w:tc>
          <w:tcPr>
            <w:tcW w:w="3260" w:type="dxa"/>
          </w:tcPr>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Adres siedziby szkoły:</w:t>
            </w:r>
          </w:p>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56-500 Syców,</w:t>
            </w:r>
          </w:p>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 xml:space="preserve">ul. Kościelna 3 </w:t>
            </w:r>
          </w:p>
          <w:p w:rsidR="00525E61" w:rsidRPr="00880594" w:rsidRDefault="00525E61" w:rsidP="00DD487C">
            <w:pPr>
              <w:spacing w:after="0" w:line="240" w:lineRule="auto"/>
              <w:jc w:val="center"/>
              <w:rPr>
                <w:rFonts w:ascii="Times New Roman" w:hAnsi="Times New Roman"/>
              </w:rPr>
            </w:pPr>
          </w:p>
          <w:p w:rsidR="00525E61" w:rsidRPr="00880594" w:rsidRDefault="00525E61" w:rsidP="00DD487C">
            <w:pPr>
              <w:spacing w:after="0" w:line="240" w:lineRule="auto"/>
              <w:jc w:val="center"/>
              <w:rPr>
                <w:rFonts w:ascii="Times New Roman" w:hAnsi="Times New Roman"/>
              </w:rPr>
            </w:pPr>
          </w:p>
          <w:p w:rsidR="00525E61" w:rsidRPr="00880594" w:rsidRDefault="00525E61" w:rsidP="00DD487C">
            <w:pPr>
              <w:spacing w:after="0" w:line="240" w:lineRule="auto"/>
              <w:jc w:val="center"/>
              <w:rPr>
                <w:rFonts w:ascii="Times New Roman" w:hAnsi="Times New Roman"/>
              </w:rPr>
            </w:pPr>
          </w:p>
          <w:p w:rsidR="00525E61" w:rsidRPr="00880594" w:rsidRDefault="00525E61" w:rsidP="00880594">
            <w:pPr>
              <w:spacing w:after="0" w:line="240" w:lineRule="auto"/>
              <w:jc w:val="center"/>
              <w:rPr>
                <w:rFonts w:ascii="Times New Roman" w:hAnsi="Times New Roman"/>
              </w:rPr>
            </w:pPr>
            <w:r w:rsidRPr="00880594">
              <w:rPr>
                <w:rFonts w:ascii="Times New Roman" w:hAnsi="Times New Roman"/>
              </w:rPr>
              <w:t>Inne lokalizacje prowadzenia zajęć dydaktycznych, wychowawczych i opiekuńczych:</w:t>
            </w:r>
          </w:p>
          <w:p w:rsidR="00525E61" w:rsidRPr="00880594" w:rsidRDefault="00525E61" w:rsidP="00880594">
            <w:pPr>
              <w:spacing w:after="0" w:line="240" w:lineRule="auto"/>
              <w:jc w:val="center"/>
              <w:rPr>
                <w:rFonts w:ascii="Times New Roman" w:hAnsi="Times New Roman"/>
              </w:rPr>
            </w:pPr>
            <w:r w:rsidRPr="00880594">
              <w:rPr>
                <w:rFonts w:ascii="Times New Roman" w:hAnsi="Times New Roman"/>
              </w:rPr>
              <w:t>56-500 Syców ul. Aleja nad Wałem 8</w:t>
            </w:r>
          </w:p>
          <w:p w:rsidR="00525E61" w:rsidRPr="00880594" w:rsidRDefault="00525E61" w:rsidP="00880594">
            <w:pPr>
              <w:tabs>
                <w:tab w:val="left" w:pos="2280"/>
              </w:tabs>
              <w:spacing w:after="0" w:line="240" w:lineRule="auto"/>
              <w:jc w:val="center"/>
              <w:rPr>
                <w:rFonts w:ascii="Times New Roman" w:hAnsi="Times New Roman"/>
              </w:rPr>
            </w:pPr>
            <w:r w:rsidRPr="00880594">
              <w:rPr>
                <w:rFonts w:ascii="Times New Roman" w:hAnsi="Times New Roman"/>
              </w:rPr>
              <w:t xml:space="preserve">56-500 Syców </w:t>
            </w:r>
            <w:r w:rsidRPr="00880594">
              <w:rPr>
                <w:rFonts w:ascii="Times New Roman" w:hAnsi="Times New Roman"/>
              </w:rPr>
              <w:br/>
              <w:t>ul. Komorowska 1D</w:t>
            </w:r>
            <w:bookmarkStart w:id="0" w:name="_GoBack"/>
            <w:bookmarkEnd w:id="0"/>
          </w:p>
        </w:tc>
        <w:tc>
          <w:tcPr>
            <w:tcW w:w="4253" w:type="dxa"/>
          </w:tcPr>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Al. 15 Lecia, 1 Maja, Jana Pawła II, Aleja nad Wałem, Generała Bema, Wrocławska, Garncarska, Kasztanowa, Komorowska, Kościelna, Kościuszki, Ks. Gorczycy, Ks. Rudy, Kępińska, Mickiewicza nr 16,18,20,22,24,26-28,30, Młyńska, Kaliska nr 2,3,6, Ogrodowa, Okrężna, Parkowa, Pawłówek, Piastowska, Plac Królowej Jadwigi, Plac Wolności, Polna, Pułaskiego, Sportowa,  Szosa Kępińska, Zawada, Mieszka I, Bolesława Krzywoustego, Bolesława Chrobrego, Błękitna, Kazimierza Wielkiego, Henryka Brodatego, Henryka Pobożnego, Henryka Probusa, Dąbrówki, Bolesława Szczodrego, Leszka Czarnego, Graniczna, Zielona, Kazimierza Odnowiciela, Kazimierza Sprawiedliwego,  Władysława Łokietka Szkolna, Środkowa, Wałowa, Waryńskiego, Wojska Polskiego, sołectwo  Komorów</w:t>
            </w:r>
          </w:p>
        </w:tc>
        <w:tc>
          <w:tcPr>
            <w:tcW w:w="4224" w:type="dxa"/>
          </w:tcPr>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Al. 15 Lecia, 1 Maja, Jana Pawła II, Aleja nad Wałem, Generała Bema, Wrocławska, Garncarska, Kasztanowa, Komorowska, Kościelna, Kościuszki, Ks. Gorczycy, Ks. Rudy, Kępińska, Mickiewicza nr 16,18,20,22,24,26-28,30, Młyńska, Kaliska nr 2,3,6, Ogrodowa, Okrężna, Parkowa, Pawłówek, Piastowska, Plac Królowej Jadwigi, Plac Wolności, Polna, Pułaskiego, Sportowa,  Szosa Kępińska, Zawada, Mieszka I, Bolesława Krzywoustego, Bolesława Chrobrego, Błękitna, Kazimierza Wielkiego, Henryka Brodatego, Henryka Pobożnego, Henryka Probusa, Dąbrówki, Bolesława Szczodrego, Leszka Czarnego, Graniczna, Zielona, Kazimierza Odnowiciela, Kazimierza Sprawiedliwego,  Władysława Łokietka Szkolna, Środkowa, Wałowa, Waryńskiego, Wojska Polskiego, sołectwo  Komorów</w:t>
            </w:r>
          </w:p>
        </w:tc>
      </w:tr>
    </w:tbl>
    <w:p w:rsidR="00525E61" w:rsidRPr="00880594" w:rsidRDefault="00525E61">
      <w:r w:rsidRPr="00880594">
        <w:br w:type="page"/>
      </w:r>
    </w:p>
    <w:tbl>
      <w:tblPr>
        <w:tblpPr w:leftFromText="141" w:rightFromText="141" w:vertAnchor="text" w:tblpY="1"/>
        <w:tblOverlap w:val="neve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1"/>
        <w:gridCol w:w="2551"/>
        <w:gridCol w:w="3260"/>
        <w:gridCol w:w="4253"/>
        <w:gridCol w:w="4224"/>
      </w:tblGrid>
      <w:tr w:rsidR="00525E61" w:rsidRPr="00880594">
        <w:trPr>
          <w:trHeight w:val="288"/>
        </w:trPr>
        <w:tc>
          <w:tcPr>
            <w:tcW w:w="421" w:type="dxa"/>
          </w:tcPr>
          <w:p w:rsidR="00525E61" w:rsidRPr="00880594" w:rsidRDefault="00525E61" w:rsidP="00DD487C">
            <w:pPr>
              <w:spacing w:after="0" w:line="240" w:lineRule="auto"/>
              <w:rPr>
                <w:rFonts w:ascii="Times New Roman" w:hAnsi="Times New Roman"/>
              </w:rPr>
            </w:pPr>
            <w:r w:rsidRPr="00880594">
              <w:rPr>
                <w:rFonts w:ascii="Times New Roman" w:hAnsi="Times New Roman"/>
              </w:rPr>
              <w:t>4.</w:t>
            </w:r>
          </w:p>
        </w:tc>
        <w:tc>
          <w:tcPr>
            <w:tcW w:w="2551" w:type="dxa"/>
          </w:tcPr>
          <w:p w:rsidR="00525E61" w:rsidRPr="00880594" w:rsidRDefault="00525E61" w:rsidP="00DD487C">
            <w:pPr>
              <w:spacing w:after="0" w:line="240" w:lineRule="auto"/>
              <w:rPr>
                <w:rFonts w:ascii="Times New Roman" w:hAnsi="Times New Roman"/>
              </w:rPr>
            </w:pPr>
            <w:r w:rsidRPr="00880594">
              <w:rPr>
                <w:rFonts w:ascii="Times New Roman" w:hAnsi="Times New Roman"/>
              </w:rPr>
              <w:t>Szkoła Podstawowa w Stradomi Wierzchniej</w:t>
            </w:r>
          </w:p>
        </w:tc>
        <w:tc>
          <w:tcPr>
            <w:tcW w:w="3260" w:type="dxa"/>
          </w:tcPr>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Adres siedziby szkoły:</w:t>
            </w:r>
          </w:p>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 xml:space="preserve">56-500 Syców, </w:t>
            </w:r>
          </w:p>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Stradomia Wierzchnia 64</w:t>
            </w:r>
          </w:p>
        </w:tc>
        <w:tc>
          <w:tcPr>
            <w:tcW w:w="4253" w:type="dxa"/>
          </w:tcPr>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 xml:space="preserve">Sołectwa: Gaszowice, Stradomia Wierzchnia </w:t>
            </w:r>
          </w:p>
        </w:tc>
        <w:tc>
          <w:tcPr>
            <w:tcW w:w="4224" w:type="dxa"/>
          </w:tcPr>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 xml:space="preserve">Sołectwa: Gaszowice, Stradomia Wierzchnia </w:t>
            </w:r>
          </w:p>
        </w:tc>
      </w:tr>
      <w:tr w:rsidR="00525E61" w:rsidRPr="00880594">
        <w:trPr>
          <w:trHeight w:val="288"/>
        </w:trPr>
        <w:tc>
          <w:tcPr>
            <w:tcW w:w="421" w:type="dxa"/>
          </w:tcPr>
          <w:p w:rsidR="00525E61" w:rsidRPr="00880594" w:rsidRDefault="00525E61" w:rsidP="00DD487C">
            <w:pPr>
              <w:spacing w:after="0" w:line="240" w:lineRule="auto"/>
              <w:rPr>
                <w:rFonts w:ascii="Times New Roman" w:hAnsi="Times New Roman"/>
              </w:rPr>
            </w:pPr>
            <w:r w:rsidRPr="00880594">
              <w:rPr>
                <w:rFonts w:ascii="Times New Roman" w:hAnsi="Times New Roman"/>
              </w:rPr>
              <w:t>5.</w:t>
            </w:r>
          </w:p>
        </w:tc>
        <w:tc>
          <w:tcPr>
            <w:tcW w:w="2551" w:type="dxa"/>
          </w:tcPr>
          <w:p w:rsidR="00525E61" w:rsidRPr="00880594" w:rsidRDefault="00525E61" w:rsidP="00DD487C">
            <w:pPr>
              <w:spacing w:after="0" w:line="240" w:lineRule="auto"/>
              <w:rPr>
                <w:rFonts w:ascii="Times New Roman" w:hAnsi="Times New Roman"/>
              </w:rPr>
            </w:pPr>
            <w:r w:rsidRPr="00880594">
              <w:rPr>
                <w:rFonts w:ascii="Times New Roman" w:hAnsi="Times New Roman"/>
              </w:rPr>
              <w:t xml:space="preserve">Szkoła Podstawowa </w:t>
            </w:r>
            <w:r w:rsidRPr="00880594">
              <w:rPr>
                <w:rFonts w:ascii="Times New Roman" w:hAnsi="Times New Roman"/>
              </w:rPr>
              <w:br/>
              <w:t>w Drołtowicach</w:t>
            </w:r>
          </w:p>
        </w:tc>
        <w:tc>
          <w:tcPr>
            <w:tcW w:w="3260" w:type="dxa"/>
          </w:tcPr>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Adres siedziby szkoły:</w:t>
            </w:r>
          </w:p>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56-500 Syców, Drołtowice 12</w:t>
            </w:r>
          </w:p>
        </w:tc>
        <w:tc>
          <w:tcPr>
            <w:tcW w:w="4253" w:type="dxa"/>
          </w:tcPr>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Sołectwo Drołtowice, przysiółek Błotnik, sołectwo Zawada, przysiółek Wojciechowo, przysiółek Radzyna, sołectwo Biskupice, przysiółki: Nowy Świat, Trzy Chałupy, sołectwo Szczodrów</w:t>
            </w:r>
          </w:p>
        </w:tc>
        <w:tc>
          <w:tcPr>
            <w:tcW w:w="4224" w:type="dxa"/>
          </w:tcPr>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Sołectwo Drołtowice, przysiółek Błotnik, sołectwo Zawada, przysiółek Wojciechowo, przysiółek Radzyna, sołectwo Biskupice, przysiółki: Nowy Świat, Trzy Chałupy, sołectwo Szczodrów</w:t>
            </w:r>
          </w:p>
        </w:tc>
      </w:tr>
      <w:tr w:rsidR="00525E61" w:rsidRPr="00880594">
        <w:trPr>
          <w:trHeight w:val="273"/>
        </w:trPr>
        <w:tc>
          <w:tcPr>
            <w:tcW w:w="421" w:type="dxa"/>
          </w:tcPr>
          <w:p w:rsidR="00525E61" w:rsidRPr="00880594" w:rsidRDefault="00525E61" w:rsidP="00DD487C">
            <w:pPr>
              <w:spacing w:after="0" w:line="240" w:lineRule="auto"/>
              <w:rPr>
                <w:rFonts w:ascii="Times New Roman" w:hAnsi="Times New Roman"/>
              </w:rPr>
            </w:pPr>
            <w:r w:rsidRPr="00880594">
              <w:rPr>
                <w:rFonts w:ascii="Times New Roman" w:hAnsi="Times New Roman"/>
              </w:rPr>
              <w:t>6.</w:t>
            </w:r>
          </w:p>
        </w:tc>
        <w:tc>
          <w:tcPr>
            <w:tcW w:w="2551" w:type="dxa"/>
          </w:tcPr>
          <w:p w:rsidR="00525E61" w:rsidRPr="00880594" w:rsidRDefault="00525E61" w:rsidP="00DD487C">
            <w:pPr>
              <w:spacing w:after="0" w:line="240" w:lineRule="auto"/>
              <w:rPr>
                <w:rFonts w:ascii="Times New Roman" w:hAnsi="Times New Roman"/>
              </w:rPr>
            </w:pPr>
            <w:r w:rsidRPr="00880594">
              <w:rPr>
                <w:rFonts w:ascii="Times New Roman" w:hAnsi="Times New Roman"/>
              </w:rPr>
              <w:t xml:space="preserve">Szkoła Podstawowa </w:t>
            </w:r>
            <w:r w:rsidRPr="00880594">
              <w:rPr>
                <w:rFonts w:ascii="Times New Roman" w:hAnsi="Times New Roman"/>
              </w:rPr>
              <w:br/>
              <w:t>w Działoszy</w:t>
            </w:r>
          </w:p>
        </w:tc>
        <w:tc>
          <w:tcPr>
            <w:tcW w:w="3260" w:type="dxa"/>
          </w:tcPr>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Adres siedziby szkoły:</w:t>
            </w:r>
          </w:p>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56-500 Syców, Działosza 61</w:t>
            </w:r>
          </w:p>
        </w:tc>
        <w:tc>
          <w:tcPr>
            <w:tcW w:w="4253" w:type="dxa"/>
          </w:tcPr>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 xml:space="preserve">Sołectwa: Wielowieś, Działosza, przysiółki: Widawa, św. Marek </w:t>
            </w:r>
          </w:p>
        </w:tc>
        <w:tc>
          <w:tcPr>
            <w:tcW w:w="4224" w:type="dxa"/>
          </w:tcPr>
          <w:p w:rsidR="00525E61" w:rsidRPr="00880594" w:rsidRDefault="00525E61" w:rsidP="00DD487C">
            <w:pPr>
              <w:spacing w:after="0" w:line="240" w:lineRule="auto"/>
              <w:jc w:val="center"/>
              <w:rPr>
                <w:rFonts w:ascii="Times New Roman" w:hAnsi="Times New Roman"/>
              </w:rPr>
            </w:pPr>
            <w:r w:rsidRPr="00880594">
              <w:rPr>
                <w:rFonts w:ascii="Times New Roman" w:hAnsi="Times New Roman"/>
              </w:rPr>
              <w:t>Sołectwa: Wielowieś, Działosza, przysiółki: Widawa, św. Marek</w:t>
            </w:r>
          </w:p>
        </w:tc>
      </w:tr>
    </w:tbl>
    <w:p w:rsidR="00525E61" w:rsidRPr="00880594" w:rsidRDefault="00525E61">
      <w:pPr>
        <w:rPr>
          <w:rFonts w:ascii="Times New Roman" w:hAnsi="Times New Roman"/>
          <w:b/>
        </w:rPr>
      </w:pPr>
      <w:r w:rsidRPr="00880594">
        <w:rPr>
          <w:rFonts w:ascii="Times New Roman" w:hAnsi="Times New Roman"/>
          <w:b/>
        </w:rPr>
        <w:br w:type="textWrapping" w:clear="all"/>
      </w:r>
    </w:p>
    <w:sectPr w:rsidR="00525E61" w:rsidRPr="00880594" w:rsidSect="00400084">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0084"/>
    <w:rsid w:val="00025D41"/>
    <w:rsid w:val="00044EED"/>
    <w:rsid w:val="0012295B"/>
    <w:rsid w:val="00183F4F"/>
    <w:rsid w:val="001A5527"/>
    <w:rsid w:val="002278AB"/>
    <w:rsid w:val="002449F5"/>
    <w:rsid w:val="00297D1A"/>
    <w:rsid w:val="00304268"/>
    <w:rsid w:val="00355CE0"/>
    <w:rsid w:val="003C62EC"/>
    <w:rsid w:val="003D426D"/>
    <w:rsid w:val="00400084"/>
    <w:rsid w:val="00422F02"/>
    <w:rsid w:val="004606BC"/>
    <w:rsid w:val="00482108"/>
    <w:rsid w:val="00484B9E"/>
    <w:rsid w:val="004D1775"/>
    <w:rsid w:val="00525E61"/>
    <w:rsid w:val="0057252F"/>
    <w:rsid w:val="005929D4"/>
    <w:rsid w:val="005B56F0"/>
    <w:rsid w:val="005E3027"/>
    <w:rsid w:val="00673856"/>
    <w:rsid w:val="006B4573"/>
    <w:rsid w:val="006F0CB4"/>
    <w:rsid w:val="007406CC"/>
    <w:rsid w:val="0077648B"/>
    <w:rsid w:val="007C73C6"/>
    <w:rsid w:val="0080555A"/>
    <w:rsid w:val="00813F6A"/>
    <w:rsid w:val="00880594"/>
    <w:rsid w:val="00881169"/>
    <w:rsid w:val="00895175"/>
    <w:rsid w:val="00897F2C"/>
    <w:rsid w:val="008A43AE"/>
    <w:rsid w:val="008C4706"/>
    <w:rsid w:val="008D16BC"/>
    <w:rsid w:val="00933F9B"/>
    <w:rsid w:val="009356C9"/>
    <w:rsid w:val="00972213"/>
    <w:rsid w:val="009A66E5"/>
    <w:rsid w:val="009B5484"/>
    <w:rsid w:val="009B5C0B"/>
    <w:rsid w:val="009D0DF3"/>
    <w:rsid w:val="00A01CF7"/>
    <w:rsid w:val="00A07A23"/>
    <w:rsid w:val="00A205C4"/>
    <w:rsid w:val="00A23230"/>
    <w:rsid w:val="00A37A29"/>
    <w:rsid w:val="00A56B46"/>
    <w:rsid w:val="00A65663"/>
    <w:rsid w:val="00B00BD9"/>
    <w:rsid w:val="00B163ED"/>
    <w:rsid w:val="00C32068"/>
    <w:rsid w:val="00CA366B"/>
    <w:rsid w:val="00D67875"/>
    <w:rsid w:val="00DD487C"/>
    <w:rsid w:val="00E2033A"/>
    <w:rsid w:val="00E523E2"/>
    <w:rsid w:val="00EE2F9E"/>
    <w:rsid w:val="00F03067"/>
    <w:rsid w:val="00F723BD"/>
    <w:rsid w:val="00F72B08"/>
    <w:rsid w:val="00F94D62"/>
    <w:rsid w:val="00FA42E8"/>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6F0"/>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0008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000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008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22</TotalTime>
  <Pages>3</Pages>
  <Words>720</Words>
  <Characters>4326</Characters>
  <Application>Microsoft Office Outlook</Application>
  <DocSecurity>0</DocSecurity>
  <Lines>0</Lines>
  <Paragraphs>0</Paragraphs>
  <ScaleCrop>false</ScaleCrop>
  <Company>MEN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Czarnecka Dominika</dc:creator>
  <cp:keywords/>
  <dc:description/>
  <cp:lastModifiedBy>brmsycow@outlook.com</cp:lastModifiedBy>
  <cp:revision>6</cp:revision>
  <cp:lastPrinted>2019-02-19T07:52:00Z</cp:lastPrinted>
  <dcterms:created xsi:type="dcterms:W3CDTF">2019-02-14T11:57:00Z</dcterms:created>
  <dcterms:modified xsi:type="dcterms:W3CDTF">2019-03-01T12:06:00Z</dcterms:modified>
</cp:coreProperties>
</file>