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5AB" w:rsidRPr="003B6ADC" w:rsidRDefault="001935AB" w:rsidP="00CF39B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UCHWAŁA NR VI/36/2019</w:t>
      </w:r>
    </w:p>
    <w:p w:rsidR="001935AB" w:rsidRDefault="001935AB" w:rsidP="00CF39B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B6ADC">
        <w:rPr>
          <w:rFonts w:ascii="Times New Roman" w:hAnsi="Times New Roman" w:cs="Times New Roman"/>
          <w:b/>
          <w:bCs/>
        </w:rPr>
        <w:t>RADY MIEJSK</w:t>
      </w:r>
      <w:r>
        <w:rPr>
          <w:rFonts w:ascii="Times New Roman" w:hAnsi="Times New Roman" w:cs="Times New Roman"/>
          <w:b/>
          <w:bCs/>
        </w:rPr>
        <w:t>IEJ W SYCOWIE</w:t>
      </w:r>
      <w:r>
        <w:rPr>
          <w:rFonts w:ascii="Times New Roman" w:hAnsi="Times New Roman" w:cs="Times New Roman"/>
          <w:b/>
          <w:bCs/>
        </w:rPr>
        <w:br/>
        <w:t>z dnia 28 lutego 2019</w:t>
      </w:r>
      <w:r w:rsidRPr="003B6ADC">
        <w:rPr>
          <w:rFonts w:ascii="Times New Roman" w:hAnsi="Times New Roman" w:cs="Times New Roman"/>
          <w:b/>
          <w:bCs/>
        </w:rPr>
        <w:t xml:space="preserve"> r.</w:t>
      </w:r>
    </w:p>
    <w:p w:rsidR="001935AB" w:rsidRPr="003B6ADC" w:rsidRDefault="001935AB" w:rsidP="00CF39B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1935AB" w:rsidRDefault="001935AB" w:rsidP="00CF39B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>w sprawie zmiany budżetu Miasta i Gminy Syców</w:t>
      </w:r>
      <w:r>
        <w:rPr>
          <w:rFonts w:ascii="Times New Roman" w:hAnsi="Times New Roman" w:cs="Times New Roman"/>
        </w:rPr>
        <w:t xml:space="preserve"> na rok 2019</w:t>
      </w:r>
    </w:p>
    <w:p w:rsidR="001935AB" w:rsidRPr="003B6ADC" w:rsidRDefault="001935AB" w:rsidP="00CF39B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1935AB" w:rsidRDefault="001935AB" w:rsidP="00CF39B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 xml:space="preserve">Na podstawie art.18 ust.2 pkt </w:t>
      </w:r>
      <w:r>
        <w:rPr>
          <w:rFonts w:ascii="Times New Roman" w:hAnsi="Times New Roman" w:cs="Times New Roman"/>
        </w:rPr>
        <w:t>4 oraz 58 ustawy z dnia 8 marca 1990</w:t>
      </w:r>
      <w:r w:rsidRPr="003B6ADC">
        <w:rPr>
          <w:rFonts w:ascii="Times New Roman" w:hAnsi="Times New Roman" w:cs="Times New Roman"/>
        </w:rPr>
        <w:t>r. o samorządzie gminnym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(tj. Dz. U. z 2018 r. poz.994</w:t>
      </w:r>
      <w:r w:rsidRPr="003B6ADC">
        <w:rPr>
          <w:rFonts w:ascii="Times New Roman" w:hAnsi="Times New Roman" w:cs="Times New Roman"/>
        </w:rPr>
        <w:t xml:space="preserve"> ze</w:t>
      </w:r>
      <w:r>
        <w:rPr>
          <w:rFonts w:ascii="Times New Roman" w:hAnsi="Times New Roman" w:cs="Times New Roman"/>
        </w:rPr>
        <w:t xml:space="preserve"> zm.) art. 212, art. 216 ust.2 </w:t>
      </w:r>
      <w:r w:rsidRPr="003B6ADC">
        <w:rPr>
          <w:rFonts w:ascii="Times New Roman" w:hAnsi="Times New Roman" w:cs="Times New Roman"/>
        </w:rPr>
        <w:t xml:space="preserve">pkt 5 ustawy z dnia 27 sierpnia 2009 r. </w:t>
      </w:r>
      <w:r>
        <w:rPr>
          <w:rFonts w:ascii="Times New Roman" w:hAnsi="Times New Roman" w:cs="Times New Roman"/>
        </w:rPr>
        <w:br/>
      </w:r>
      <w:r w:rsidRPr="003B6ADC">
        <w:rPr>
          <w:rFonts w:ascii="Times New Roman" w:hAnsi="Times New Roman" w:cs="Times New Roman"/>
        </w:rPr>
        <w:t xml:space="preserve">o finansach publicznych (tj. Dz. U. z 2017 r., poz.2077 </w:t>
      </w:r>
      <w:r>
        <w:rPr>
          <w:rFonts w:ascii="Times New Roman" w:hAnsi="Times New Roman" w:cs="Times New Roman"/>
        </w:rPr>
        <w:t xml:space="preserve">ze zm.) Rada Miejska w </w:t>
      </w:r>
      <w:r w:rsidRPr="003B6ADC">
        <w:rPr>
          <w:rFonts w:ascii="Times New Roman" w:hAnsi="Times New Roman" w:cs="Times New Roman"/>
        </w:rPr>
        <w:t>Sycowi</w:t>
      </w:r>
      <w:r>
        <w:rPr>
          <w:rFonts w:ascii="Times New Roman" w:hAnsi="Times New Roman" w:cs="Times New Roman"/>
        </w:rPr>
        <w:t xml:space="preserve">e uchwala </w:t>
      </w:r>
      <w:r>
        <w:rPr>
          <w:rFonts w:ascii="Times New Roman" w:hAnsi="Times New Roman" w:cs="Times New Roman"/>
        </w:rPr>
        <w:br/>
      </w:r>
      <w:r w:rsidRPr="003B6ADC">
        <w:rPr>
          <w:rFonts w:ascii="Times New Roman" w:hAnsi="Times New Roman" w:cs="Times New Roman"/>
        </w:rPr>
        <w:t>co następuje:</w:t>
      </w:r>
    </w:p>
    <w:p w:rsidR="001935AB" w:rsidRDefault="001935AB" w:rsidP="007F07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935AB" w:rsidRPr="003B6ADC" w:rsidRDefault="001935AB" w:rsidP="007F07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>§ 1.</w:t>
      </w:r>
    </w:p>
    <w:p w:rsidR="001935AB" w:rsidRPr="003B6ADC" w:rsidRDefault="001935AB" w:rsidP="00CF39B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3B6ADC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 xml:space="preserve">załączniku </w:t>
      </w:r>
      <w:r w:rsidRPr="003B6ADC">
        <w:rPr>
          <w:rFonts w:ascii="Times New Roman" w:hAnsi="Times New Roman" w:cs="Times New Roman"/>
        </w:rPr>
        <w:t>nr 1 do uchwały Rady Miejsk</w:t>
      </w:r>
      <w:r>
        <w:rPr>
          <w:rFonts w:ascii="Times New Roman" w:hAnsi="Times New Roman" w:cs="Times New Roman"/>
        </w:rPr>
        <w:t>iej w Sycowie nr IV/23/2018 z dnia 27 grudnia 2018</w:t>
      </w:r>
      <w:r w:rsidRPr="003B6ADC">
        <w:rPr>
          <w:rFonts w:ascii="Times New Roman" w:hAnsi="Times New Roman" w:cs="Times New Roman"/>
        </w:rPr>
        <w:t xml:space="preserve"> r. pn." Dochody budżetu </w:t>
      </w:r>
      <w:r>
        <w:rPr>
          <w:rFonts w:ascii="Times New Roman" w:hAnsi="Times New Roman" w:cs="Times New Roman"/>
        </w:rPr>
        <w:t>Miasta i Gminy Syców na rok 2019</w:t>
      </w:r>
      <w:r w:rsidRPr="003B6ADC">
        <w:rPr>
          <w:rFonts w:ascii="Times New Roman" w:hAnsi="Times New Roman" w:cs="Times New Roman"/>
        </w:rPr>
        <w:t>" wprowadza s</w:t>
      </w:r>
      <w:r>
        <w:rPr>
          <w:rFonts w:ascii="Times New Roman" w:hAnsi="Times New Roman" w:cs="Times New Roman"/>
        </w:rPr>
        <w:t xml:space="preserve">ię zmiany jak </w:t>
      </w:r>
      <w:r w:rsidRPr="003B6ADC">
        <w:rPr>
          <w:rFonts w:ascii="Times New Roman" w:hAnsi="Times New Roman" w:cs="Times New Roman"/>
        </w:rPr>
        <w:t xml:space="preserve">w załączniku </w:t>
      </w:r>
      <w:r>
        <w:rPr>
          <w:rFonts w:ascii="Times New Roman" w:hAnsi="Times New Roman" w:cs="Times New Roman"/>
        </w:rPr>
        <w:t>nr 1 do niniejszej uchwały.</w:t>
      </w:r>
    </w:p>
    <w:p w:rsidR="001935AB" w:rsidRPr="00736889" w:rsidRDefault="001935AB" w:rsidP="003D2B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 xml:space="preserve">2. Plan dochodów Miasta i Gminy po zmianie wynosi </w:t>
      </w:r>
      <w:r w:rsidRPr="003B6ADC">
        <w:rPr>
          <w:rFonts w:ascii="Times New Roman" w:hAnsi="Times New Roman" w:cs="Times New Roman"/>
        </w:rPr>
        <w:tab/>
      </w:r>
      <w:r w:rsidRPr="003B6ADC">
        <w:rPr>
          <w:rFonts w:ascii="Times New Roman" w:hAnsi="Times New Roman" w:cs="Times New Roman"/>
        </w:rPr>
        <w:tab/>
      </w:r>
      <w:r w:rsidRPr="003B6ADC"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 xml:space="preserve">                  </w:t>
      </w:r>
      <w:r w:rsidRPr="00736889">
        <w:rPr>
          <w:rFonts w:ascii="Times New Roman" w:hAnsi="Times New Roman" w:cs="Times New Roman"/>
        </w:rPr>
        <w:t>69 974 707,18 zł</w:t>
      </w:r>
    </w:p>
    <w:p w:rsidR="001935AB" w:rsidRPr="00736889" w:rsidRDefault="001935AB" w:rsidP="003D2B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36889">
        <w:rPr>
          <w:rFonts w:ascii="Times New Roman" w:hAnsi="Times New Roman" w:cs="Times New Roman"/>
        </w:rPr>
        <w:t xml:space="preserve">    w tym:</w:t>
      </w:r>
    </w:p>
    <w:p w:rsidR="001935AB" w:rsidRPr="00736889" w:rsidRDefault="001935AB" w:rsidP="002D17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36889">
        <w:rPr>
          <w:rFonts w:ascii="Times New Roman" w:hAnsi="Times New Roman" w:cs="Times New Roman"/>
        </w:rPr>
        <w:t xml:space="preserve">- dochody bieżące </w:t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  <w:t xml:space="preserve">                         63 209 344,18 zł</w:t>
      </w:r>
    </w:p>
    <w:p w:rsidR="001935AB" w:rsidRPr="00736889" w:rsidRDefault="001935AB" w:rsidP="002D17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36889">
        <w:rPr>
          <w:rFonts w:ascii="Times New Roman" w:hAnsi="Times New Roman" w:cs="Times New Roman"/>
        </w:rPr>
        <w:t xml:space="preserve">- dochody majątkowe </w:t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  <w:t xml:space="preserve">   </w:t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  <w:t xml:space="preserve">                                                     6 765 363</w:t>
      </w:r>
      <w:r>
        <w:rPr>
          <w:rFonts w:ascii="Times New Roman" w:hAnsi="Times New Roman" w:cs="Times New Roman"/>
        </w:rPr>
        <w:t>,00</w:t>
      </w:r>
      <w:r w:rsidRPr="00736889">
        <w:rPr>
          <w:rFonts w:ascii="Times New Roman" w:hAnsi="Times New Roman" w:cs="Times New Roman"/>
        </w:rPr>
        <w:t xml:space="preserve"> zł</w:t>
      </w:r>
    </w:p>
    <w:p w:rsidR="001935AB" w:rsidRPr="003B6ADC" w:rsidRDefault="001935AB" w:rsidP="007F07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>§ 2.</w:t>
      </w:r>
      <w:r w:rsidRPr="003B6ADC">
        <w:rPr>
          <w:rFonts w:ascii="Times New Roman" w:hAnsi="Times New Roman" w:cs="Times New Roman"/>
        </w:rPr>
        <w:tab/>
      </w:r>
    </w:p>
    <w:p w:rsidR="001935AB" w:rsidRPr="003B6ADC" w:rsidRDefault="001935A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 xml:space="preserve">1.  W  załączniku  nr 2 do uchwały Rady Miejskiej w Sycowie  nr  </w:t>
      </w:r>
      <w:r>
        <w:rPr>
          <w:rFonts w:ascii="Times New Roman" w:hAnsi="Times New Roman" w:cs="Times New Roman"/>
        </w:rPr>
        <w:t>IV/23/2018 z dnia 27 grudnia  2018</w:t>
      </w:r>
      <w:r w:rsidRPr="003B6ADC">
        <w:rPr>
          <w:rFonts w:ascii="Times New Roman" w:hAnsi="Times New Roman" w:cs="Times New Roman"/>
        </w:rPr>
        <w:t xml:space="preserve"> r. pn." Wydatki budżetu </w:t>
      </w:r>
      <w:r>
        <w:rPr>
          <w:rFonts w:ascii="Times New Roman" w:hAnsi="Times New Roman" w:cs="Times New Roman"/>
        </w:rPr>
        <w:t>Miasta i Gminy Syców na rok 2019</w:t>
      </w:r>
      <w:r w:rsidRPr="003B6ADC">
        <w:rPr>
          <w:rFonts w:ascii="Times New Roman" w:hAnsi="Times New Roman" w:cs="Times New Roman"/>
        </w:rPr>
        <w:t>" wprowadza s</w:t>
      </w:r>
      <w:r>
        <w:rPr>
          <w:rFonts w:ascii="Times New Roman" w:hAnsi="Times New Roman" w:cs="Times New Roman"/>
        </w:rPr>
        <w:t xml:space="preserve">ię zmiany jak </w:t>
      </w:r>
      <w:r w:rsidRPr="003B6ADC">
        <w:rPr>
          <w:rFonts w:ascii="Times New Roman" w:hAnsi="Times New Roman" w:cs="Times New Roman"/>
        </w:rPr>
        <w:t xml:space="preserve">w załączniku </w:t>
      </w:r>
      <w:r>
        <w:rPr>
          <w:rFonts w:ascii="Times New Roman" w:hAnsi="Times New Roman" w:cs="Times New Roman"/>
        </w:rPr>
        <w:t xml:space="preserve">        </w:t>
      </w:r>
      <w:r w:rsidRPr="003B6ADC">
        <w:rPr>
          <w:rFonts w:ascii="Times New Roman" w:hAnsi="Times New Roman" w:cs="Times New Roman"/>
        </w:rPr>
        <w:t xml:space="preserve">nr 1 do niniejszej uchwały.   </w:t>
      </w:r>
    </w:p>
    <w:p w:rsidR="001935AB" w:rsidRPr="00736889" w:rsidRDefault="001935A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 xml:space="preserve">2. Plan wydatków Miasta i Gminy po zmianie wynosi </w:t>
      </w:r>
      <w:r w:rsidRPr="003B6ADC">
        <w:rPr>
          <w:rFonts w:ascii="Times New Roman" w:hAnsi="Times New Roman" w:cs="Times New Roman"/>
        </w:rPr>
        <w:tab/>
      </w:r>
      <w:r w:rsidRPr="003B6ADC">
        <w:rPr>
          <w:rFonts w:ascii="Times New Roman" w:hAnsi="Times New Roman" w:cs="Times New Roman"/>
        </w:rPr>
        <w:tab/>
      </w:r>
      <w:r w:rsidRPr="003B6ADC">
        <w:rPr>
          <w:rFonts w:ascii="Times New Roman" w:hAnsi="Times New Roman" w:cs="Times New Roman"/>
        </w:rPr>
        <w:tab/>
        <w:t xml:space="preserve">        </w:t>
      </w:r>
      <w:r>
        <w:rPr>
          <w:rFonts w:ascii="Times New Roman" w:hAnsi="Times New Roman" w:cs="Times New Roman"/>
        </w:rPr>
        <w:t xml:space="preserve">                  </w:t>
      </w:r>
      <w:r w:rsidRPr="00736889">
        <w:rPr>
          <w:rFonts w:ascii="Times New Roman" w:hAnsi="Times New Roman" w:cs="Times New Roman"/>
        </w:rPr>
        <w:t>70 319 024,99 zł</w:t>
      </w:r>
    </w:p>
    <w:p w:rsidR="001935AB" w:rsidRPr="00736889" w:rsidRDefault="001935A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36889">
        <w:rPr>
          <w:rFonts w:ascii="Times New Roman" w:hAnsi="Times New Roman" w:cs="Times New Roman"/>
        </w:rPr>
        <w:t xml:space="preserve">    w tym:</w:t>
      </w:r>
    </w:p>
    <w:p w:rsidR="001935AB" w:rsidRPr="00736889" w:rsidRDefault="001935A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36889">
        <w:rPr>
          <w:rFonts w:ascii="Times New Roman" w:hAnsi="Times New Roman" w:cs="Times New Roman"/>
        </w:rPr>
        <w:t xml:space="preserve">- wydatki bieżące </w:t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59 656 130,37 </w:t>
      </w:r>
      <w:r w:rsidRPr="00736889">
        <w:rPr>
          <w:rFonts w:ascii="Times New Roman" w:hAnsi="Times New Roman" w:cs="Times New Roman"/>
        </w:rPr>
        <w:t>zł</w:t>
      </w:r>
    </w:p>
    <w:p w:rsidR="001935AB" w:rsidRPr="00736889" w:rsidRDefault="001935A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36889">
        <w:rPr>
          <w:rFonts w:ascii="Times New Roman" w:hAnsi="Times New Roman" w:cs="Times New Roman"/>
        </w:rPr>
        <w:t xml:space="preserve">- wydatki majątkowe </w:t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  <w:t xml:space="preserve">   </w:t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</w:r>
      <w:r w:rsidRPr="00736889">
        <w:rPr>
          <w:rFonts w:ascii="Times New Roman" w:hAnsi="Times New Roman" w:cs="Times New Roman"/>
        </w:rPr>
        <w:tab/>
        <w:t xml:space="preserve">                                       10 662 894,62 zł</w:t>
      </w:r>
    </w:p>
    <w:p w:rsidR="001935AB" w:rsidRPr="00901BBC" w:rsidRDefault="001935A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Pr="00F1792A" w:rsidRDefault="001935A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C918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1792A">
        <w:rPr>
          <w:rFonts w:ascii="Times New Roman" w:hAnsi="Times New Roman" w:cs="Times New Roman"/>
        </w:rPr>
        <w:t xml:space="preserve">§ 3. </w:t>
      </w:r>
    </w:p>
    <w:p w:rsidR="001935AB" w:rsidRPr="00CE2219" w:rsidRDefault="001935AB" w:rsidP="00CF39B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CE2219">
        <w:rPr>
          <w:rFonts w:ascii="Times New Roman" w:hAnsi="Times New Roman" w:cs="Times New Roman"/>
        </w:rPr>
        <w:t>Zwiększa się przychody budżetu gminy z tytuł</w:t>
      </w:r>
      <w:r>
        <w:rPr>
          <w:rFonts w:ascii="Times New Roman" w:hAnsi="Times New Roman" w:cs="Times New Roman"/>
        </w:rPr>
        <w:t xml:space="preserve">u wolnych środków, o których mowa </w:t>
      </w:r>
      <w:r>
        <w:rPr>
          <w:rFonts w:ascii="Times New Roman" w:hAnsi="Times New Roman" w:cs="Times New Roman"/>
        </w:rPr>
        <w:br/>
        <w:t xml:space="preserve">w </w:t>
      </w:r>
      <w:r w:rsidRPr="00CE2219">
        <w:rPr>
          <w:rFonts w:ascii="Times New Roman" w:hAnsi="Times New Roman" w:cs="Times New Roman"/>
        </w:rPr>
        <w:t xml:space="preserve">art.217 ust.2 </w:t>
      </w:r>
      <w:r>
        <w:rPr>
          <w:rFonts w:ascii="Times New Roman" w:hAnsi="Times New Roman" w:cs="Times New Roman"/>
        </w:rPr>
        <w:t xml:space="preserve">  </w:t>
      </w:r>
      <w:r w:rsidRPr="00CE2219">
        <w:rPr>
          <w:rFonts w:ascii="Times New Roman" w:hAnsi="Times New Roman" w:cs="Times New Roman"/>
        </w:rPr>
        <w:t xml:space="preserve">pkt 6 ustawy o finansach  publicznych o kwotę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   </w:t>
      </w:r>
      <w:r w:rsidRPr="00CE2219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              385 656,81</w:t>
      </w:r>
      <w:r w:rsidRPr="00CE2219">
        <w:rPr>
          <w:rFonts w:ascii="Times New Roman" w:hAnsi="Times New Roman" w:cs="Times New Roman"/>
        </w:rPr>
        <w:t xml:space="preserve"> zł</w:t>
      </w:r>
    </w:p>
    <w:p w:rsidR="001935AB" w:rsidRPr="00F85CB2" w:rsidRDefault="001935AB" w:rsidP="00BC01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F85CB2">
        <w:rPr>
          <w:rFonts w:ascii="Times New Roman" w:hAnsi="Times New Roman" w:cs="Times New Roman"/>
        </w:rPr>
        <w:t>. Przychody budżetu wynoszą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             </w:t>
      </w:r>
      <w:r>
        <w:rPr>
          <w:rFonts w:ascii="Times New Roman" w:hAnsi="Times New Roman" w:cs="Times New Roman"/>
        </w:rPr>
        <w:t xml:space="preserve">  6 985 656,81</w:t>
      </w:r>
      <w:r w:rsidRPr="00F85CB2">
        <w:rPr>
          <w:rFonts w:ascii="Times New Roman" w:hAnsi="Times New Roman" w:cs="Times New Roman"/>
        </w:rPr>
        <w:t xml:space="preserve"> zł</w:t>
      </w:r>
    </w:p>
    <w:p w:rsidR="001935AB" w:rsidRPr="00F85CB2" w:rsidRDefault="001935AB" w:rsidP="00BC015C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F85CB2">
        <w:rPr>
          <w:rFonts w:ascii="Times New Roman" w:hAnsi="Times New Roman" w:cs="Times New Roman"/>
        </w:rPr>
        <w:t xml:space="preserve">Rozchody budżetu wynoszą             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                           </w:t>
      </w:r>
      <w:r>
        <w:rPr>
          <w:rFonts w:ascii="Times New Roman" w:hAnsi="Times New Roman" w:cs="Times New Roman"/>
        </w:rPr>
        <w:t xml:space="preserve"> 6 641 339</w:t>
      </w:r>
      <w:r w:rsidRPr="00F85CB2">
        <w:rPr>
          <w:rFonts w:ascii="Times New Roman" w:hAnsi="Times New Roman" w:cs="Times New Roman"/>
        </w:rPr>
        <w:t xml:space="preserve">,00 zł </w:t>
      </w:r>
    </w:p>
    <w:p w:rsidR="001935AB" w:rsidRPr="00F85CB2" w:rsidRDefault="001935AB" w:rsidP="00BC015C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F85CB2">
        <w:rPr>
          <w:rFonts w:ascii="Times New Roman" w:hAnsi="Times New Roman" w:cs="Times New Roman"/>
        </w:rPr>
        <w:t>. Różnica między</w:t>
      </w:r>
      <w:r>
        <w:rPr>
          <w:rFonts w:ascii="Times New Roman" w:hAnsi="Times New Roman" w:cs="Times New Roman"/>
        </w:rPr>
        <w:t xml:space="preserve"> dochodami i wydatkami stanowi deficyt</w:t>
      </w:r>
      <w:r w:rsidRPr="00F85CB2">
        <w:rPr>
          <w:rFonts w:ascii="Times New Roman" w:hAnsi="Times New Roman" w:cs="Times New Roman"/>
        </w:rPr>
        <w:t xml:space="preserve"> w wysokości                       </w:t>
      </w:r>
      <w:r>
        <w:rPr>
          <w:rFonts w:ascii="Times New Roman" w:hAnsi="Times New Roman" w:cs="Times New Roman"/>
        </w:rPr>
        <w:t xml:space="preserve">  </w:t>
      </w:r>
      <w:r w:rsidRPr="00F85CB2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344 317,81</w:t>
      </w:r>
      <w:r w:rsidRPr="00F85CB2">
        <w:rPr>
          <w:rFonts w:ascii="Times New Roman" w:hAnsi="Times New Roman" w:cs="Times New Roman"/>
        </w:rPr>
        <w:t xml:space="preserve"> zł </w:t>
      </w:r>
    </w:p>
    <w:p w:rsidR="001935AB" w:rsidRPr="00585315" w:rsidRDefault="001935AB" w:rsidP="00C031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585315">
        <w:rPr>
          <w:rFonts w:ascii="Times New Roman" w:hAnsi="Times New Roman" w:cs="Times New Roman"/>
        </w:rPr>
        <w:t xml:space="preserve">Zwiększa się deficyt budżetowy o kwotę </w:t>
      </w:r>
      <w:r>
        <w:rPr>
          <w:rFonts w:ascii="Times New Roman" w:hAnsi="Times New Roman" w:cs="Times New Roman"/>
        </w:rPr>
        <w:t>344 317,81 zł.</w:t>
      </w:r>
    </w:p>
    <w:p w:rsidR="001935AB" w:rsidRPr="00F85CB2" w:rsidRDefault="001935AB" w:rsidP="00BC01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Źródłem </w:t>
      </w:r>
      <w:r w:rsidRPr="00F85CB2">
        <w:rPr>
          <w:rFonts w:ascii="Times New Roman" w:hAnsi="Times New Roman" w:cs="Times New Roman"/>
        </w:rPr>
        <w:t>pokrycia deficytu budżetu Miast</w:t>
      </w:r>
      <w:r>
        <w:rPr>
          <w:rFonts w:ascii="Times New Roman" w:hAnsi="Times New Roman" w:cs="Times New Roman"/>
        </w:rPr>
        <w:t xml:space="preserve">a i Gminy są wolne środki, </w:t>
      </w:r>
      <w:r w:rsidRPr="00F85CB2">
        <w:rPr>
          <w:rFonts w:ascii="Times New Roman" w:hAnsi="Times New Roman" w:cs="Times New Roman"/>
        </w:rPr>
        <w:t>o których mowa w art.217 ust.2 pkt 6</w:t>
      </w:r>
      <w:r>
        <w:rPr>
          <w:rFonts w:ascii="Times New Roman" w:hAnsi="Times New Roman" w:cs="Times New Roman"/>
        </w:rPr>
        <w:t xml:space="preserve"> ustawy o finansach publicznych.</w:t>
      </w:r>
    </w:p>
    <w:p w:rsidR="001935AB" w:rsidRPr="00F1792A" w:rsidRDefault="001935AB" w:rsidP="00C918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935AB" w:rsidRDefault="001935AB" w:rsidP="00F26C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Pr="003B6ADC" w:rsidRDefault="001935AB" w:rsidP="00E128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 xml:space="preserve">    § </w:t>
      </w:r>
      <w:r>
        <w:rPr>
          <w:rFonts w:ascii="Times New Roman" w:hAnsi="Times New Roman" w:cs="Times New Roman"/>
        </w:rPr>
        <w:t>4</w:t>
      </w:r>
      <w:r w:rsidRPr="003B6ADC">
        <w:rPr>
          <w:rFonts w:ascii="Times New Roman" w:hAnsi="Times New Roman" w:cs="Times New Roman"/>
        </w:rPr>
        <w:t>.</w:t>
      </w:r>
    </w:p>
    <w:p w:rsidR="001935AB" w:rsidRPr="00551E63" w:rsidRDefault="001935AB" w:rsidP="00CF39B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 xml:space="preserve">    Załącznik nr 3 uc</w:t>
      </w:r>
      <w:r>
        <w:rPr>
          <w:rFonts w:ascii="Times New Roman" w:hAnsi="Times New Roman" w:cs="Times New Roman"/>
        </w:rPr>
        <w:t>hwały Rady Miejskiej w Sycowie nr IV/23/2018</w:t>
      </w:r>
      <w:r w:rsidRPr="003B6AD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 dnia 27 grudnia 2018</w:t>
      </w:r>
      <w:r w:rsidRPr="003B6ADC">
        <w:rPr>
          <w:rFonts w:ascii="Times New Roman" w:hAnsi="Times New Roman" w:cs="Times New Roman"/>
        </w:rPr>
        <w:t xml:space="preserve"> r. </w:t>
      </w:r>
      <w:r>
        <w:rPr>
          <w:rFonts w:ascii="Times New Roman" w:hAnsi="Times New Roman" w:cs="Times New Roman"/>
        </w:rPr>
        <w:br/>
      </w:r>
      <w:r w:rsidRPr="003B6ADC">
        <w:rPr>
          <w:rFonts w:ascii="Times New Roman" w:hAnsi="Times New Roman" w:cs="Times New Roman"/>
        </w:rPr>
        <w:t>pn.</w:t>
      </w:r>
      <w:r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 xml:space="preserve">"Plan przychodów i rozchodów budżetu </w:t>
      </w:r>
      <w:r>
        <w:rPr>
          <w:rFonts w:ascii="Times New Roman" w:hAnsi="Times New Roman" w:cs="Times New Roman"/>
        </w:rPr>
        <w:t>Miasta i Gminy Syców na rok 2019</w:t>
      </w:r>
      <w:r w:rsidRPr="003B6ADC">
        <w:rPr>
          <w:rFonts w:ascii="Times New Roman" w:hAnsi="Times New Roman" w:cs="Times New Roman"/>
        </w:rPr>
        <w:t>" ot</w:t>
      </w:r>
      <w:r>
        <w:rPr>
          <w:rFonts w:ascii="Times New Roman" w:hAnsi="Times New Roman" w:cs="Times New Roman"/>
        </w:rPr>
        <w:t xml:space="preserve">rzymuje brzmienie załącznika </w:t>
      </w:r>
      <w:r w:rsidRPr="003B6ADC">
        <w:rPr>
          <w:rFonts w:ascii="Times New Roman" w:hAnsi="Times New Roman" w:cs="Times New Roman"/>
        </w:rPr>
        <w:t>nr 3 do niniejszej uchwały</w:t>
      </w:r>
    </w:p>
    <w:p w:rsidR="001935AB" w:rsidRPr="00561700" w:rsidRDefault="001935AB" w:rsidP="00C918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1935AB" w:rsidRDefault="001935AB" w:rsidP="00DF433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 xml:space="preserve">   </w:t>
      </w:r>
    </w:p>
    <w:p w:rsidR="001935AB" w:rsidRPr="00DF433D" w:rsidRDefault="001935AB" w:rsidP="00DF433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Pr="003B6ADC">
        <w:rPr>
          <w:rFonts w:ascii="Times New Roman" w:hAnsi="Times New Roman" w:cs="Times New Roman"/>
        </w:rPr>
        <w:t xml:space="preserve"> § </w:t>
      </w:r>
      <w:r>
        <w:rPr>
          <w:rFonts w:ascii="Times New Roman" w:hAnsi="Times New Roman" w:cs="Times New Roman"/>
        </w:rPr>
        <w:t>5</w:t>
      </w:r>
      <w:r w:rsidRPr="003B6ADC">
        <w:rPr>
          <w:rFonts w:ascii="Times New Roman" w:hAnsi="Times New Roman" w:cs="Times New Roman"/>
        </w:rPr>
        <w:t>.</w:t>
      </w:r>
    </w:p>
    <w:p w:rsidR="001935AB" w:rsidRDefault="001935AB" w:rsidP="00CF39B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>Załącznik nr 4 do uchwały Rady Miejskiej w Sycowie nr</w:t>
      </w:r>
      <w:r w:rsidRPr="005D2D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IV/23/2018</w:t>
      </w:r>
      <w:r w:rsidRPr="003B6AD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dnia 27 grudnia 2018 r. </w:t>
      </w:r>
      <w:r>
        <w:rPr>
          <w:rFonts w:ascii="Times New Roman" w:hAnsi="Times New Roman" w:cs="Times New Roman"/>
        </w:rPr>
        <w:br/>
      </w:r>
      <w:r w:rsidRPr="003B6ADC">
        <w:rPr>
          <w:rFonts w:ascii="Times New Roman" w:hAnsi="Times New Roman" w:cs="Times New Roman"/>
        </w:rPr>
        <w:t>pn.</w:t>
      </w:r>
      <w:r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 xml:space="preserve">"Wykaz wydatków majątkowych oraz </w:t>
      </w:r>
      <w:r>
        <w:rPr>
          <w:rFonts w:ascii="Times New Roman" w:hAnsi="Times New Roman" w:cs="Times New Roman"/>
        </w:rPr>
        <w:t>zadań inwestycyjnych na rok 2019</w:t>
      </w:r>
      <w:r w:rsidRPr="003B6ADC">
        <w:rPr>
          <w:rFonts w:ascii="Times New Roman" w:hAnsi="Times New Roman" w:cs="Times New Roman"/>
        </w:rPr>
        <w:t>" otr</w:t>
      </w:r>
      <w:r>
        <w:rPr>
          <w:rFonts w:ascii="Times New Roman" w:hAnsi="Times New Roman" w:cs="Times New Roman"/>
        </w:rPr>
        <w:t>zymuje brzmienie załącznika nr 4</w:t>
      </w:r>
      <w:r w:rsidRPr="004F401D"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>do niniejszej uchwały.</w:t>
      </w:r>
    </w:p>
    <w:p w:rsidR="001935AB" w:rsidRPr="00DF433D" w:rsidRDefault="001935AB" w:rsidP="00DF433D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</w:p>
    <w:p w:rsidR="001935AB" w:rsidRPr="00321FC6" w:rsidRDefault="001935AB" w:rsidP="00321FC6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§ 6</w:t>
      </w:r>
      <w:r w:rsidRPr="00321FC6">
        <w:rPr>
          <w:rFonts w:ascii="Times New Roman" w:hAnsi="Times New Roman" w:cs="Times New Roman"/>
        </w:rPr>
        <w:t>.</w:t>
      </w:r>
    </w:p>
    <w:p w:rsidR="001935AB" w:rsidRPr="003B6ADC" w:rsidRDefault="001935A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>Wykonanie uchwały powierza się Burmistrzowi Miasta i Gminy Syców.</w:t>
      </w:r>
    </w:p>
    <w:p w:rsidR="001935AB" w:rsidRDefault="001935A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935AB" w:rsidRDefault="001935A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935AB" w:rsidRDefault="001935A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7</w:t>
      </w:r>
      <w:r w:rsidRPr="003B6ADC">
        <w:rPr>
          <w:rFonts w:ascii="Times New Roman" w:hAnsi="Times New Roman" w:cs="Times New Roman"/>
        </w:rPr>
        <w:t>.</w:t>
      </w:r>
    </w:p>
    <w:p w:rsidR="001935AB" w:rsidRPr="003B6ADC" w:rsidRDefault="001935A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>Uchwała wchodzi w życie z dniem podjęcia i podlega ogłoszeniu w BIP.</w:t>
      </w:r>
    </w:p>
    <w:p w:rsidR="001935AB" w:rsidRDefault="001935A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CF39B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500"/>
        <w:jc w:val="center"/>
        <w:rPr>
          <w:rFonts w:ascii="Times New Roman" w:hAnsi="Times New Roman" w:cs="Times New Roman"/>
          <w:i/>
          <w:iCs/>
        </w:rPr>
      </w:pPr>
      <w:r w:rsidRPr="003B6ADC">
        <w:rPr>
          <w:rFonts w:ascii="Times New Roman" w:hAnsi="Times New Roman" w:cs="Times New Roman"/>
        </w:rPr>
        <w:t>Przewodniczący Rady Miejskiej</w:t>
      </w:r>
      <w:r>
        <w:rPr>
          <w:rFonts w:ascii="Times New Roman" w:hAnsi="Times New Roman" w:cs="Times New Roman"/>
        </w:rPr>
        <w:t xml:space="preserve"> w Sycowie</w:t>
      </w:r>
    </w:p>
    <w:p w:rsidR="001935AB" w:rsidRDefault="001935AB" w:rsidP="00CF39B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5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Robert Dziergwa</w:t>
      </w: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Pr="00025775" w:rsidRDefault="001935AB" w:rsidP="009932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</w:rPr>
        <w:br w:type="page"/>
      </w:r>
      <w:r w:rsidRPr="00B92D8B">
        <w:rPr>
          <w:rFonts w:ascii="Times New Roman" w:hAnsi="Times New Roman" w:cs="Times New Roman"/>
          <w:b/>
          <w:bCs/>
        </w:rPr>
        <w:t>Uzasadnienie do uchwały Rady Miejskiej w Sycowie n</w:t>
      </w:r>
      <w:r>
        <w:rPr>
          <w:rFonts w:ascii="Times New Roman" w:hAnsi="Times New Roman" w:cs="Times New Roman"/>
          <w:b/>
          <w:bCs/>
        </w:rPr>
        <w:t>r VI/36/2019 z dnia 28 lutego 2019</w:t>
      </w:r>
      <w:r w:rsidRPr="00B92D8B">
        <w:rPr>
          <w:rFonts w:ascii="Times New Roman" w:hAnsi="Times New Roman" w:cs="Times New Roman"/>
          <w:b/>
          <w:bCs/>
        </w:rPr>
        <w:t xml:space="preserve"> r.                      w sprawie zmiany budżetu </w:t>
      </w:r>
      <w:r>
        <w:rPr>
          <w:rFonts w:ascii="Times New Roman" w:hAnsi="Times New Roman" w:cs="Times New Roman"/>
          <w:b/>
          <w:bCs/>
        </w:rPr>
        <w:t>Miasta i Gminy Syców na rok 2019</w:t>
      </w:r>
      <w:r w:rsidRPr="00B92D8B">
        <w:rPr>
          <w:rFonts w:ascii="Times New Roman" w:hAnsi="Times New Roman" w:cs="Times New Roman"/>
          <w:b/>
          <w:bCs/>
        </w:rPr>
        <w:t xml:space="preserve"> r.</w:t>
      </w:r>
    </w:p>
    <w:p w:rsidR="001935AB" w:rsidRPr="00F25D20" w:rsidRDefault="001935AB" w:rsidP="00F25D20">
      <w:pPr>
        <w:widowControl w:val="0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  <w:r w:rsidRPr="006427F1">
        <w:rPr>
          <w:rFonts w:ascii="Times New Roman" w:hAnsi="Times New Roman" w:cs="Times New Roman"/>
          <w:b/>
          <w:bCs/>
        </w:rPr>
        <w:t>Dochody:</w:t>
      </w:r>
    </w:p>
    <w:p w:rsidR="001935AB" w:rsidRDefault="001935AB" w:rsidP="00F25D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46998">
        <w:rPr>
          <w:rFonts w:ascii="Times New Roman" w:hAnsi="Times New Roman" w:cs="Times New Roman"/>
          <w:b/>
          <w:bCs/>
        </w:rPr>
        <w:t>Dział 801 - Oświata i wychowanie</w:t>
      </w:r>
    </w:p>
    <w:p w:rsidR="001935AB" w:rsidRDefault="001935AB" w:rsidP="00DE27B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umów </w:t>
      </w:r>
      <w:r w:rsidRPr="001121FE">
        <w:rPr>
          <w:rFonts w:ascii="Times New Roman" w:hAnsi="Times New Roman" w:cs="Times New Roman"/>
        </w:rPr>
        <w:t xml:space="preserve">o dofinansowanie projektu w ramach Regionalnego Programu Operacyjnego Województwa Dolnośląskiego na lata 2014-2020 wspófinansowanego ze środków Europejskiego Funduszu Społecznego wprowadza się kwotę dofinansowania </w:t>
      </w:r>
      <w:r>
        <w:rPr>
          <w:rFonts w:ascii="Times New Roman" w:hAnsi="Times New Roman" w:cs="Times New Roman"/>
        </w:rPr>
        <w:t xml:space="preserve">w wysokości 141 173,50 zł </w:t>
      </w:r>
      <w:r w:rsidRPr="001121FE">
        <w:rPr>
          <w:rFonts w:ascii="Times New Roman" w:hAnsi="Times New Roman" w:cs="Times New Roman"/>
        </w:rPr>
        <w:t>przewidzianą na rok 201</w:t>
      </w:r>
      <w:r>
        <w:rPr>
          <w:rFonts w:ascii="Times New Roman" w:hAnsi="Times New Roman" w:cs="Times New Roman"/>
        </w:rPr>
        <w:t>9</w:t>
      </w:r>
      <w:r w:rsidRPr="001121FE">
        <w:rPr>
          <w:rFonts w:ascii="Times New Roman" w:hAnsi="Times New Roman" w:cs="Times New Roman"/>
        </w:rPr>
        <w:t xml:space="preserve"> na projekt</w:t>
      </w:r>
      <w:r>
        <w:rPr>
          <w:rFonts w:ascii="Times New Roman" w:hAnsi="Times New Roman" w:cs="Times New Roman"/>
        </w:rPr>
        <w:t>y:</w:t>
      </w:r>
    </w:p>
    <w:p w:rsidR="001935AB" w:rsidRPr="00C579E3" w:rsidRDefault="001935AB" w:rsidP="00DE27B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i/>
          <w:iCs/>
          <w:color w:val="363636"/>
        </w:rPr>
      </w:pPr>
      <w:r w:rsidRPr="001121F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1121FE">
        <w:rPr>
          <w:rFonts w:ascii="Times New Roman" w:hAnsi="Times New Roman" w:cs="Times New Roman"/>
        </w:rPr>
        <w:t xml:space="preserve">pn.”TIK - Twórcza Innowacyjna Kreatywna szkoła” </w:t>
      </w:r>
      <w:r>
        <w:rPr>
          <w:rFonts w:ascii="Times New Roman" w:hAnsi="Times New Roman" w:cs="Times New Roman"/>
        </w:rPr>
        <w:t xml:space="preserve">oraz ” </w:t>
      </w:r>
      <w:r>
        <w:rPr>
          <w:rFonts w:ascii="Times New Roman" w:hAnsi="Times New Roman" w:cs="Times New Roman"/>
          <w:color w:val="363636"/>
        </w:rPr>
        <w:t>Akademia jutra”</w:t>
      </w:r>
      <w:r w:rsidRPr="001121F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realizowane</w:t>
      </w:r>
      <w:r w:rsidRPr="001121FE">
        <w:rPr>
          <w:rFonts w:ascii="Times New Roman" w:hAnsi="Times New Roman" w:cs="Times New Roman"/>
        </w:rPr>
        <w:t xml:space="preserve"> przez Szkołę Podstawową Nr 1</w:t>
      </w:r>
      <w:r>
        <w:rPr>
          <w:rFonts w:ascii="Times New Roman" w:hAnsi="Times New Roman" w:cs="Times New Roman"/>
        </w:rPr>
        <w:t xml:space="preserve"> w Sycowie.</w:t>
      </w:r>
      <w:r>
        <w:rPr>
          <w:rFonts w:ascii="Times New Roman" w:hAnsi="Times New Roman" w:cs="Times New Roman"/>
          <w:i/>
          <w:iCs/>
          <w:color w:val="363636"/>
        </w:rPr>
        <w:t xml:space="preserve"> </w:t>
      </w:r>
    </w:p>
    <w:p w:rsidR="001935AB" w:rsidRDefault="001935AB" w:rsidP="00DE27B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63636"/>
        </w:rPr>
        <w:t>- pn. "Nasza szkoła nasza przyszłość"</w:t>
      </w:r>
      <w:r w:rsidRPr="001121FE">
        <w:rPr>
          <w:rFonts w:ascii="Times New Roman" w:hAnsi="Times New Roman" w:cs="Times New Roman"/>
        </w:rPr>
        <w:t xml:space="preserve"> realizowany przez Szkołę Podstawową </w:t>
      </w:r>
      <w:r>
        <w:rPr>
          <w:rFonts w:ascii="Times New Roman" w:hAnsi="Times New Roman" w:cs="Times New Roman"/>
        </w:rPr>
        <w:t>w Drołtowicach.</w:t>
      </w:r>
    </w:p>
    <w:p w:rsidR="001935AB" w:rsidRDefault="001935AB" w:rsidP="0002577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i/>
          <w:iCs/>
          <w:color w:val="363636"/>
        </w:rPr>
      </w:pPr>
      <w:r>
        <w:rPr>
          <w:rFonts w:ascii="Times New Roman" w:hAnsi="Times New Roman" w:cs="Times New Roman"/>
        </w:rPr>
        <w:t>Koryguje się kwotę dotacji celowej w ramach programów finansowanych z udziałem środków europejskich przekazanej partnerowi projektu pn.„Szkoła marzeń” realizowanego przez Szkołę Podstawową w Stradomi Wierzchniej o wartość 196 583,75 zł.</w:t>
      </w:r>
      <w:r>
        <w:rPr>
          <w:rFonts w:ascii="Times New Roman" w:hAnsi="Times New Roman" w:cs="Times New Roman"/>
          <w:i/>
          <w:iCs/>
          <w:color w:val="363636"/>
        </w:rPr>
        <w:t xml:space="preserve"> </w:t>
      </w:r>
    </w:p>
    <w:p w:rsidR="001935AB" w:rsidRPr="00025775" w:rsidRDefault="001935AB" w:rsidP="0002577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i/>
          <w:iCs/>
          <w:color w:val="363636"/>
        </w:rPr>
      </w:pPr>
    </w:p>
    <w:p w:rsidR="001935AB" w:rsidRDefault="001935AB" w:rsidP="00DE27B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900 Gospodarka komunalna i ochrona środowiska</w:t>
      </w:r>
      <w:r w:rsidRPr="0035623A">
        <w:rPr>
          <w:rFonts w:ascii="Times New Roman" w:hAnsi="Times New Roman" w:cs="Times New Roman"/>
          <w:b/>
          <w:bCs/>
        </w:rPr>
        <w:t xml:space="preserve"> </w:t>
      </w:r>
    </w:p>
    <w:p w:rsidR="001935AB" w:rsidRPr="00025775" w:rsidRDefault="001935AB" w:rsidP="00DE27B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W związku ze zmianą stawki opłaty za gospodarowanie odpadami komunalnymi zwiększony zostaje plan dochodów z tytułu wpływów z opłat lokalnych pobieranych przez jednostki samorządu terytorialnego na podstawie odrębnych ustaw o kwotę 292 200 zł.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1935AB" w:rsidRPr="00DB3359" w:rsidRDefault="001935AB" w:rsidP="00DE27B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FF0000"/>
        </w:rPr>
      </w:pPr>
    </w:p>
    <w:p w:rsidR="001935AB" w:rsidRPr="00DB3359" w:rsidRDefault="001935AB" w:rsidP="00EA3B42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B3359">
        <w:rPr>
          <w:rFonts w:ascii="Times New Roman" w:hAnsi="Times New Roman" w:cs="Times New Roman"/>
          <w:b/>
          <w:bCs/>
        </w:rPr>
        <w:t>Wydatki:</w:t>
      </w:r>
    </w:p>
    <w:p w:rsidR="001935AB" w:rsidRDefault="001935AB" w:rsidP="0066177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DB3359">
        <w:rPr>
          <w:rFonts w:ascii="Times New Roman" w:hAnsi="Times New Roman" w:cs="Times New Roman"/>
          <w:b/>
          <w:bCs/>
        </w:rPr>
        <w:t>Dział 600 -Transport i łączność</w:t>
      </w:r>
    </w:p>
    <w:p w:rsidR="001935AB" w:rsidRDefault="001935AB" w:rsidP="00DE2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uchwały sołectwa Drołtowice dokonuje się przesunięć wydatków do wykorzystania             w ramach funduszu sołeckiego.  Środki przeznaczone na remont przepustu drogowego w kwocie 2 000 zł wydatkowane zostaną na doposażenie nowo wyremontowanej świetlicy wiejskiej. </w:t>
      </w:r>
    </w:p>
    <w:p w:rsidR="001935AB" w:rsidRDefault="001935AB" w:rsidP="00DE27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935AB" w:rsidRDefault="001935AB" w:rsidP="0037646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</w:t>
      </w:r>
      <w:r w:rsidRPr="00EB55DD">
        <w:rPr>
          <w:rFonts w:ascii="Times New Roman" w:hAnsi="Times New Roman" w:cs="Times New Roman"/>
          <w:b/>
          <w:bCs/>
        </w:rPr>
        <w:t xml:space="preserve"> 801– Oświata i wychowanie </w:t>
      </w:r>
    </w:p>
    <w:p w:rsidR="001935AB" w:rsidRPr="004E1F1A" w:rsidRDefault="001935AB" w:rsidP="00376468">
      <w:pPr>
        <w:spacing w:after="198" w:line="240" w:lineRule="auto"/>
        <w:jc w:val="both"/>
        <w:rPr>
          <w:rFonts w:ascii="Times New Roman" w:hAnsi="Times New Roman" w:cs="Times New Roman"/>
        </w:rPr>
      </w:pPr>
      <w:r w:rsidRPr="004E1F1A">
        <w:rPr>
          <w:rFonts w:ascii="Times New Roman" w:hAnsi="Times New Roman" w:cs="Times New Roman"/>
        </w:rPr>
        <w:t>Wprowadz</w:t>
      </w:r>
      <w:r>
        <w:rPr>
          <w:rFonts w:ascii="Times New Roman" w:hAnsi="Times New Roman" w:cs="Times New Roman"/>
        </w:rPr>
        <w:t>a się środki w kwocie 244 180,56</w:t>
      </w:r>
      <w:r w:rsidRPr="004E1F1A">
        <w:rPr>
          <w:rFonts w:ascii="Times New Roman" w:hAnsi="Times New Roman" w:cs="Times New Roman"/>
        </w:rPr>
        <w:t xml:space="preserve"> zł na projekty realizowane przez Szkołę Podstawową </w:t>
      </w:r>
      <w:r>
        <w:rPr>
          <w:rFonts w:ascii="Times New Roman" w:hAnsi="Times New Roman" w:cs="Times New Roman"/>
        </w:rPr>
        <w:t xml:space="preserve">           </w:t>
      </w:r>
      <w:r w:rsidRPr="004E1F1A">
        <w:rPr>
          <w:rFonts w:ascii="Times New Roman" w:hAnsi="Times New Roman" w:cs="Times New Roman"/>
        </w:rPr>
        <w:t>nr 1 w Sycowie</w:t>
      </w:r>
      <w:r>
        <w:rPr>
          <w:rFonts w:ascii="Times New Roman" w:hAnsi="Times New Roman" w:cs="Times New Roman"/>
        </w:rPr>
        <w:t>, Szkołę Podstawową w Drołtowicach</w:t>
      </w:r>
      <w:r w:rsidRPr="004E1F1A">
        <w:rPr>
          <w:rFonts w:ascii="Times New Roman" w:hAnsi="Times New Roman" w:cs="Times New Roman"/>
        </w:rPr>
        <w:t xml:space="preserve"> oraz</w:t>
      </w:r>
      <w:r>
        <w:rPr>
          <w:rFonts w:ascii="Times New Roman" w:hAnsi="Times New Roman" w:cs="Times New Roman"/>
        </w:rPr>
        <w:t xml:space="preserve"> 3</w:t>
      </w:r>
      <w:r w:rsidRPr="004E1F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szkoły wiejskie z naszej gminy</w:t>
      </w:r>
      <w:r w:rsidRPr="004E1F1A">
        <w:rPr>
          <w:rFonts w:ascii="Times New Roman" w:hAnsi="Times New Roman" w:cs="Times New Roman"/>
        </w:rPr>
        <w:t>: Szkoła Podstawowa w Stradomi</w:t>
      </w:r>
      <w:r>
        <w:rPr>
          <w:rFonts w:ascii="Times New Roman" w:hAnsi="Times New Roman" w:cs="Times New Roman"/>
        </w:rPr>
        <w:t>i</w:t>
      </w:r>
      <w:r w:rsidRPr="004E1F1A">
        <w:rPr>
          <w:rFonts w:ascii="Times New Roman" w:hAnsi="Times New Roman" w:cs="Times New Roman"/>
        </w:rPr>
        <w:t xml:space="preserve"> Wierzchniej, Szk</w:t>
      </w:r>
      <w:r>
        <w:rPr>
          <w:rFonts w:ascii="Times New Roman" w:hAnsi="Times New Roman" w:cs="Times New Roman"/>
        </w:rPr>
        <w:t xml:space="preserve">oła Podstawowa w Drołtowicach, </w:t>
      </w:r>
      <w:r w:rsidRPr="004E1F1A">
        <w:rPr>
          <w:rFonts w:ascii="Times New Roman" w:hAnsi="Times New Roman" w:cs="Times New Roman"/>
        </w:rPr>
        <w:t xml:space="preserve">Szkoła Podstawowa </w:t>
      </w:r>
      <w:r>
        <w:rPr>
          <w:rFonts w:ascii="Times New Roman" w:hAnsi="Times New Roman" w:cs="Times New Roman"/>
        </w:rPr>
        <w:t xml:space="preserve">            </w:t>
      </w:r>
      <w:r w:rsidRPr="004E1F1A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Działoszy.</w:t>
      </w:r>
      <w:r w:rsidRPr="004E1F1A">
        <w:rPr>
          <w:rFonts w:ascii="Times New Roman" w:hAnsi="Times New Roman" w:cs="Times New Roman"/>
        </w:rPr>
        <w:t xml:space="preserve"> Środki te przeznaczone zostają na zakup zestawów typu laptop, projektory, interaktywne tablice, pomoce typu gry, mikroskopy i przybory matematyczne. Szkoły wyposażona zostaną </w:t>
      </w:r>
      <w:r>
        <w:rPr>
          <w:rFonts w:ascii="Times New Roman" w:hAnsi="Times New Roman" w:cs="Times New Roman"/>
        </w:rPr>
        <w:t xml:space="preserve">                   </w:t>
      </w:r>
      <w:r w:rsidRPr="004E1F1A">
        <w:rPr>
          <w:rFonts w:ascii="Times New Roman" w:hAnsi="Times New Roman" w:cs="Times New Roman"/>
        </w:rPr>
        <w:t>w nowoczesne pracownie przedmiotowe. </w:t>
      </w:r>
    </w:p>
    <w:p w:rsidR="001935AB" w:rsidRDefault="001935AB" w:rsidP="0037646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Zwiększony zostaje plan na bieżące wydatki w placówkach oświatowych na zakup usług obcych. Środki przeznaczone zostaną na wynajem hali sportowej, na zajęcia wychowania fizycznego w Szkołach Podstawowych nr 2 i nr 3 w Sycowie w kwocie 86 066,00 zł.</w:t>
      </w:r>
    </w:p>
    <w:p w:rsidR="001935AB" w:rsidRDefault="001935AB" w:rsidP="00DE27BE">
      <w:pPr>
        <w:spacing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6E27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900 Gospodarka komunalna i ochrona środowiska</w:t>
      </w:r>
      <w:r w:rsidRPr="0035623A">
        <w:rPr>
          <w:rFonts w:ascii="Times New Roman" w:hAnsi="Times New Roman" w:cs="Times New Roman"/>
          <w:b/>
          <w:bCs/>
        </w:rPr>
        <w:t xml:space="preserve"> </w:t>
      </w:r>
    </w:p>
    <w:p w:rsidR="001935AB" w:rsidRPr="00241F65" w:rsidRDefault="001935AB" w:rsidP="00241F6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241F65">
        <w:rPr>
          <w:rFonts w:ascii="Times New Roman" w:hAnsi="Times New Roman" w:cs="Times New Roman"/>
        </w:rPr>
        <w:t xml:space="preserve">Zwiększony zostaje o kwotę 292 200,00 zł plan wydatków na </w:t>
      </w:r>
      <w:r>
        <w:rPr>
          <w:rFonts w:ascii="Times New Roman" w:hAnsi="Times New Roman" w:cs="Times New Roman"/>
        </w:rPr>
        <w:t>realizację zadania gospodarka odpadami.</w:t>
      </w:r>
    </w:p>
    <w:p w:rsidR="001935AB" w:rsidRPr="00025775" w:rsidRDefault="001935AB" w:rsidP="0002577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67686">
        <w:rPr>
          <w:rFonts w:ascii="Times New Roman" w:hAnsi="Times New Roman" w:cs="Times New Roman"/>
        </w:rPr>
        <w:t>Sam</w:t>
      </w:r>
      <w:r>
        <w:rPr>
          <w:rFonts w:ascii="Times New Roman" w:hAnsi="Times New Roman" w:cs="Times New Roman"/>
        </w:rPr>
        <w:t>orząd mieszkańców wsi Ślizów</w:t>
      </w:r>
      <w:r w:rsidRPr="00767686">
        <w:rPr>
          <w:rFonts w:ascii="Times New Roman" w:hAnsi="Times New Roman" w:cs="Times New Roman"/>
        </w:rPr>
        <w:t xml:space="preserve"> zmienił </w:t>
      </w:r>
      <w:r>
        <w:rPr>
          <w:rFonts w:ascii="Times New Roman" w:hAnsi="Times New Roman" w:cs="Times New Roman"/>
        </w:rPr>
        <w:t>przeznaczenie wydatkowania środków. Zrezygnowano            z finansowania zadań polegających na pielęgnacji sołeckich terenów zielonych na rzecz modernizacji pomieszczeń kuchennych świetlicy wiejskiej. Kwota przesunięć wynosi 4 000 zł.</w:t>
      </w:r>
    </w:p>
    <w:p w:rsidR="001935AB" w:rsidRDefault="001935AB" w:rsidP="00C87EF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46998">
        <w:rPr>
          <w:rFonts w:ascii="Times New Roman" w:hAnsi="Times New Roman" w:cs="Times New Roman"/>
          <w:b/>
          <w:bCs/>
        </w:rPr>
        <w:t>Dział 921 -  Kultura i ochrona dziedzictwa narodowego</w:t>
      </w:r>
    </w:p>
    <w:p w:rsidR="001935AB" w:rsidRPr="00514FDC" w:rsidRDefault="001935AB" w:rsidP="0051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Zwiększony zostaje plan wydatków inwestycyjnych o kwotę 5 883 zł </w:t>
      </w:r>
      <w:r>
        <w:rPr>
          <w:rFonts w:ascii="Times New Roman" w:hAnsi="Times New Roman" w:cs="Times New Roman"/>
        </w:rPr>
        <w:t xml:space="preserve">na modernizację pomieszczeń kuchennych w świetlicy wiejskiej w m. Ślizów - zakup mebli ze stali nierdzewnej. Przesunięte zostały środki w ramach środków funduszu sołeckiego. Zmniejszony został plan wydatków na integrację społeczną o kwotę 1 883 zł. Przesunięcia nastąpiły między </w:t>
      </w:r>
      <w:r w:rsidRPr="00514FDC">
        <w:rPr>
          <w:rFonts w:ascii="Times New Roman" w:hAnsi="Times New Roman" w:cs="Times New Roman"/>
        </w:rPr>
        <w:t>działami 900 -</w:t>
      </w:r>
      <w:r>
        <w:rPr>
          <w:rFonts w:ascii="Times New Roman" w:hAnsi="Times New Roman" w:cs="Times New Roman"/>
        </w:rPr>
        <w:t xml:space="preserve"> Gospodarka komunalna              </w:t>
      </w:r>
      <w:r w:rsidRPr="00514FDC">
        <w:rPr>
          <w:rFonts w:ascii="Times New Roman" w:hAnsi="Times New Roman" w:cs="Times New Roman"/>
        </w:rPr>
        <w:t xml:space="preserve">i ochrona środowiska i 921- Kultura i ochrona dziedzictwa narodowego. </w:t>
      </w:r>
    </w:p>
    <w:p w:rsidR="001935AB" w:rsidRDefault="001935AB" w:rsidP="009932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Default="001935AB" w:rsidP="002B5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935AB" w:rsidRDefault="001935AB" w:rsidP="00AA32A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93D53">
        <w:rPr>
          <w:rFonts w:ascii="Times New Roman" w:hAnsi="Times New Roman" w:cs="Times New Roman"/>
        </w:rPr>
        <w:t>Projekt uchwa</w:t>
      </w:r>
      <w:r>
        <w:rPr>
          <w:rFonts w:ascii="Times New Roman" w:hAnsi="Times New Roman" w:cs="Times New Roman"/>
        </w:rPr>
        <w:t>ły przewiduje zwiększenie</w:t>
      </w:r>
      <w:r w:rsidRPr="00993D53">
        <w:rPr>
          <w:rFonts w:ascii="Times New Roman" w:hAnsi="Times New Roman" w:cs="Times New Roman"/>
        </w:rPr>
        <w:t xml:space="preserve"> planow</w:t>
      </w:r>
      <w:r>
        <w:rPr>
          <w:rFonts w:ascii="Times New Roman" w:hAnsi="Times New Roman" w:cs="Times New Roman"/>
        </w:rPr>
        <w:t xml:space="preserve">anych dochodów o kwotę 236 789,75 zł. Wydatki natomiast wzrastają o wartość 622 446,56 zł, z czego kwota 5 883,00 zł stanowi wydatki majątkowe. </w:t>
      </w:r>
    </w:p>
    <w:p w:rsidR="001935AB" w:rsidRPr="00E56C07" w:rsidRDefault="001935AB" w:rsidP="00AA32A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Wprowadzona zmiana powoduje zmianę wyniku budżetu.</w:t>
      </w:r>
      <w:r w:rsidRPr="00A60E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Powstał </w:t>
      </w:r>
      <w:r w:rsidRPr="003B6ADC">
        <w:rPr>
          <w:rFonts w:ascii="Times New Roman" w:hAnsi="Times New Roman" w:cs="Times New Roman"/>
        </w:rPr>
        <w:t>defic</w:t>
      </w:r>
      <w:r>
        <w:rPr>
          <w:rFonts w:ascii="Times New Roman" w:hAnsi="Times New Roman" w:cs="Times New Roman"/>
        </w:rPr>
        <w:t>yt budżetowy w kwocie                344 317,81 zł</w:t>
      </w:r>
      <w:r w:rsidRPr="003B6ADC">
        <w:rPr>
          <w:rFonts w:ascii="Times New Roman" w:hAnsi="Times New Roman" w:cs="Times New Roman"/>
        </w:rPr>
        <w:t>. Źródłem sfinansowania zwiększonego deficytu są wolne środki,</w:t>
      </w:r>
      <w:r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>o których mowa w art.217 ust.2 pkt 6</w:t>
      </w:r>
      <w:r>
        <w:rPr>
          <w:rFonts w:ascii="Times New Roman" w:hAnsi="Times New Roman" w:cs="Times New Roman"/>
        </w:rPr>
        <w:t xml:space="preserve"> ustawy o finansach publicznych.</w:t>
      </w:r>
    </w:p>
    <w:p w:rsidR="001935AB" w:rsidRPr="003049AC" w:rsidRDefault="001935AB" w:rsidP="00AA32A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35AB" w:rsidRPr="003049AC" w:rsidRDefault="001935AB" w:rsidP="009932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1935AB" w:rsidRPr="003049AC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5AB" w:rsidRDefault="001935AB" w:rsidP="005A5962">
      <w:pPr>
        <w:spacing w:after="0" w:line="240" w:lineRule="auto"/>
      </w:pPr>
      <w:r>
        <w:separator/>
      </w:r>
    </w:p>
  </w:endnote>
  <w:endnote w:type="continuationSeparator" w:id="0">
    <w:p w:rsidR="001935AB" w:rsidRDefault="001935AB" w:rsidP="005A5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5AB" w:rsidRDefault="001935AB" w:rsidP="005A5962">
      <w:pPr>
        <w:spacing w:after="0" w:line="240" w:lineRule="auto"/>
      </w:pPr>
      <w:r>
        <w:separator/>
      </w:r>
    </w:p>
  </w:footnote>
  <w:footnote w:type="continuationSeparator" w:id="0">
    <w:p w:rsidR="001935AB" w:rsidRDefault="001935AB" w:rsidP="005A5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>
    <w:nsid w:val="09A7010E"/>
    <w:multiLevelType w:val="hybridMultilevel"/>
    <w:tmpl w:val="FECA47E2"/>
    <w:lvl w:ilvl="0" w:tplc="4EF2EA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AF4D68"/>
    <w:multiLevelType w:val="hybridMultilevel"/>
    <w:tmpl w:val="2C169E66"/>
    <w:lvl w:ilvl="0" w:tplc="B75E3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856BCA"/>
    <w:multiLevelType w:val="hybridMultilevel"/>
    <w:tmpl w:val="05C80D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1746BE"/>
    <w:multiLevelType w:val="hybridMultilevel"/>
    <w:tmpl w:val="693C955C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>
    <w:nsid w:val="450F0F60"/>
    <w:multiLevelType w:val="hybridMultilevel"/>
    <w:tmpl w:val="2DE41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045715"/>
    <w:multiLevelType w:val="hybridMultilevel"/>
    <w:tmpl w:val="FDC892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D72034"/>
    <w:multiLevelType w:val="hybridMultilevel"/>
    <w:tmpl w:val="7A2C738A"/>
    <w:lvl w:ilvl="0" w:tplc="FE7468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ED60D03"/>
    <w:multiLevelType w:val="hybridMultilevel"/>
    <w:tmpl w:val="BA4EF4E0"/>
    <w:lvl w:ilvl="0" w:tplc="FF7829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9A53562"/>
    <w:multiLevelType w:val="hybridMultilevel"/>
    <w:tmpl w:val="5578433E"/>
    <w:lvl w:ilvl="0" w:tplc="79D20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442"/>
    <w:rsid w:val="00000084"/>
    <w:rsid w:val="00000912"/>
    <w:rsid w:val="0000529C"/>
    <w:rsid w:val="00005FF3"/>
    <w:rsid w:val="00006AB6"/>
    <w:rsid w:val="000118B5"/>
    <w:rsid w:val="00012495"/>
    <w:rsid w:val="00013CE2"/>
    <w:rsid w:val="000157EE"/>
    <w:rsid w:val="00015ABD"/>
    <w:rsid w:val="00015ABE"/>
    <w:rsid w:val="00015EE3"/>
    <w:rsid w:val="0002007C"/>
    <w:rsid w:val="00023A14"/>
    <w:rsid w:val="00023E1C"/>
    <w:rsid w:val="000247F4"/>
    <w:rsid w:val="00025746"/>
    <w:rsid w:val="00025775"/>
    <w:rsid w:val="00025B86"/>
    <w:rsid w:val="00027960"/>
    <w:rsid w:val="00027A96"/>
    <w:rsid w:val="00034249"/>
    <w:rsid w:val="00034A90"/>
    <w:rsid w:val="00035131"/>
    <w:rsid w:val="00035626"/>
    <w:rsid w:val="0003587D"/>
    <w:rsid w:val="0003590C"/>
    <w:rsid w:val="00036524"/>
    <w:rsid w:val="0003663F"/>
    <w:rsid w:val="0003717B"/>
    <w:rsid w:val="00037E08"/>
    <w:rsid w:val="00040589"/>
    <w:rsid w:val="00041EE7"/>
    <w:rsid w:val="00042223"/>
    <w:rsid w:val="00042E87"/>
    <w:rsid w:val="00044316"/>
    <w:rsid w:val="00044924"/>
    <w:rsid w:val="00044D6B"/>
    <w:rsid w:val="00050834"/>
    <w:rsid w:val="00050933"/>
    <w:rsid w:val="000534D8"/>
    <w:rsid w:val="00053E24"/>
    <w:rsid w:val="000544EF"/>
    <w:rsid w:val="00055094"/>
    <w:rsid w:val="00055B45"/>
    <w:rsid w:val="00060089"/>
    <w:rsid w:val="00061854"/>
    <w:rsid w:val="00064DF3"/>
    <w:rsid w:val="00065AD4"/>
    <w:rsid w:val="00065E07"/>
    <w:rsid w:val="00065F63"/>
    <w:rsid w:val="00067351"/>
    <w:rsid w:val="00070BB3"/>
    <w:rsid w:val="00071DAC"/>
    <w:rsid w:val="00072B31"/>
    <w:rsid w:val="000750AA"/>
    <w:rsid w:val="00076666"/>
    <w:rsid w:val="00077064"/>
    <w:rsid w:val="000809CB"/>
    <w:rsid w:val="00081360"/>
    <w:rsid w:val="000816B1"/>
    <w:rsid w:val="00082FF4"/>
    <w:rsid w:val="0008392E"/>
    <w:rsid w:val="00085411"/>
    <w:rsid w:val="00087FB4"/>
    <w:rsid w:val="000901E7"/>
    <w:rsid w:val="0009038D"/>
    <w:rsid w:val="00092247"/>
    <w:rsid w:val="00097483"/>
    <w:rsid w:val="00097555"/>
    <w:rsid w:val="000A1010"/>
    <w:rsid w:val="000A19F8"/>
    <w:rsid w:val="000A24B5"/>
    <w:rsid w:val="000A2EEF"/>
    <w:rsid w:val="000A3207"/>
    <w:rsid w:val="000A44A4"/>
    <w:rsid w:val="000A7FC2"/>
    <w:rsid w:val="000B00AE"/>
    <w:rsid w:val="000B0214"/>
    <w:rsid w:val="000B19BB"/>
    <w:rsid w:val="000B2B16"/>
    <w:rsid w:val="000B3433"/>
    <w:rsid w:val="000B4A43"/>
    <w:rsid w:val="000B52B3"/>
    <w:rsid w:val="000B6761"/>
    <w:rsid w:val="000B6AFD"/>
    <w:rsid w:val="000B7C55"/>
    <w:rsid w:val="000C1AD1"/>
    <w:rsid w:val="000C55CD"/>
    <w:rsid w:val="000D0854"/>
    <w:rsid w:val="000D198E"/>
    <w:rsid w:val="000D2707"/>
    <w:rsid w:val="000D5874"/>
    <w:rsid w:val="000D5E03"/>
    <w:rsid w:val="000D6A73"/>
    <w:rsid w:val="000D6AEB"/>
    <w:rsid w:val="000D6D35"/>
    <w:rsid w:val="000E2011"/>
    <w:rsid w:val="000E4292"/>
    <w:rsid w:val="000E481B"/>
    <w:rsid w:val="000E5E75"/>
    <w:rsid w:val="000E72F6"/>
    <w:rsid w:val="000F1117"/>
    <w:rsid w:val="000F1DFB"/>
    <w:rsid w:val="000F302E"/>
    <w:rsid w:val="000F351A"/>
    <w:rsid w:val="000F56C7"/>
    <w:rsid w:val="000F69C7"/>
    <w:rsid w:val="00104A55"/>
    <w:rsid w:val="00104EC1"/>
    <w:rsid w:val="001050E9"/>
    <w:rsid w:val="0010731B"/>
    <w:rsid w:val="00107ED4"/>
    <w:rsid w:val="00111216"/>
    <w:rsid w:val="001116C6"/>
    <w:rsid w:val="00111E37"/>
    <w:rsid w:val="001121FE"/>
    <w:rsid w:val="00112B65"/>
    <w:rsid w:val="001159B6"/>
    <w:rsid w:val="00115ED8"/>
    <w:rsid w:val="00117DEF"/>
    <w:rsid w:val="001208AB"/>
    <w:rsid w:val="0012590C"/>
    <w:rsid w:val="00126F84"/>
    <w:rsid w:val="00127732"/>
    <w:rsid w:val="00133DBD"/>
    <w:rsid w:val="0013519F"/>
    <w:rsid w:val="00135495"/>
    <w:rsid w:val="00135C28"/>
    <w:rsid w:val="00135F6D"/>
    <w:rsid w:val="001372E1"/>
    <w:rsid w:val="00140442"/>
    <w:rsid w:val="00143E97"/>
    <w:rsid w:val="00144677"/>
    <w:rsid w:val="001460E0"/>
    <w:rsid w:val="001471C6"/>
    <w:rsid w:val="00147E27"/>
    <w:rsid w:val="0015085F"/>
    <w:rsid w:val="00152768"/>
    <w:rsid w:val="00152A44"/>
    <w:rsid w:val="00152B2D"/>
    <w:rsid w:val="00154F7A"/>
    <w:rsid w:val="00156573"/>
    <w:rsid w:val="00156926"/>
    <w:rsid w:val="001575FE"/>
    <w:rsid w:val="00160036"/>
    <w:rsid w:val="00161D8B"/>
    <w:rsid w:val="00161FEA"/>
    <w:rsid w:val="00163BAD"/>
    <w:rsid w:val="001642F0"/>
    <w:rsid w:val="0016449A"/>
    <w:rsid w:val="00164B97"/>
    <w:rsid w:val="00165534"/>
    <w:rsid w:val="0016672A"/>
    <w:rsid w:val="001678C8"/>
    <w:rsid w:val="001678E9"/>
    <w:rsid w:val="00170856"/>
    <w:rsid w:val="00172C9B"/>
    <w:rsid w:val="00174560"/>
    <w:rsid w:val="00175778"/>
    <w:rsid w:val="00176CE3"/>
    <w:rsid w:val="0017736E"/>
    <w:rsid w:val="0018243B"/>
    <w:rsid w:val="00185196"/>
    <w:rsid w:val="001862DF"/>
    <w:rsid w:val="00186F3E"/>
    <w:rsid w:val="00187D18"/>
    <w:rsid w:val="00190A25"/>
    <w:rsid w:val="00190C06"/>
    <w:rsid w:val="0019126F"/>
    <w:rsid w:val="00192620"/>
    <w:rsid w:val="00192F10"/>
    <w:rsid w:val="0019328F"/>
    <w:rsid w:val="001935AB"/>
    <w:rsid w:val="00193690"/>
    <w:rsid w:val="00193EB6"/>
    <w:rsid w:val="001945A8"/>
    <w:rsid w:val="001948BC"/>
    <w:rsid w:val="0019614A"/>
    <w:rsid w:val="00196182"/>
    <w:rsid w:val="0019730A"/>
    <w:rsid w:val="00197FE3"/>
    <w:rsid w:val="001A1D3B"/>
    <w:rsid w:val="001A263E"/>
    <w:rsid w:val="001A2921"/>
    <w:rsid w:val="001A2D3C"/>
    <w:rsid w:val="001A36EE"/>
    <w:rsid w:val="001A541F"/>
    <w:rsid w:val="001B0F51"/>
    <w:rsid w:val="001B12BC"/>
    <w:rsid w:val="001B17D9"/>
    <w:rsid w:val="001B1813"/>
    <w:rsid w:val="001B22FE"/>
    <w:rsid w:val="001B2BE1"/>
    <w:rsid w:val="001B3D4E"/>
    <w:rsid w:val="001B6176"/>
    <w:rsid w:val="001B682F"/>
    <w:rsid w:val="001B6902"/>
    <w:rsid w:val="001B6F61"/>
    <w:rsid w:val="001C090C"/>
    <w:rsid w:val="001C0DF4"/>
    <w:rsid w:val="001C1B32"/>
    <w:rsid w:val="001C1E65"/>
    <w:rsid w:val="001C3264"/>
    <w:rsid w:val="001C4530"/>
    <w:rsid w:val="001C560A"/>
    <w:rsid w:val="001C5898"/>
    <w:rsid w:val="001C7344"/>
    <w:rsid w:val="001D10DE"/>
    <w:rsid w:val="001D3DAE"/>
    <w:rsid w:val="001D4E90"/>
    <w:rsid w:val="001D5FE1"/>
    <w:rsid w:val="001D7A66"/>
    <w:rsid w:val="001D7FFE"/>
    <w:rsid w:val="001E067F"/>
    <w:rsid w:val="001E3DDC"/>
    <w:rsid w:val="001E4417"/>
    <w:rsid w:val="001E527C"/>
    <w:rsid w:val="001E566E"/>
    <w:rsid w:val="001E5893"/>
    <w:rsid w:val="001E64A3"/>
    <w:rsid w:val="001E6A48"/>
    <w:rsid w:val="001F40C0"/>
    <w:rsid w:val="001F6C13"/>
    <w:rsid w:val="001F79F3"/>
    <w:rsid w:val="001F7EBB"/>
    <w:rsid w:val="00201464"/>
    <w:rsid w:val="00201D97"/>
    <w:rsid w:val="00201E1C"/>
    <w:rsid w:val="00202E7F"/>
    <w:rsid w:val="002044A6"/>
    <w:rsid w:val="002045FF"/>
    <w:rsid w:val="002048BF"/>
    <w:rsid w:val="00204998"/>
    <w:rsid w:val="00206EAC"/>
    <w:rsid w:val="002072A1"/>
    <w:rsid w:val="00207AB2"/>
    <w:rsid w:val="00210019"/>
    <w:rsid w:val="00212AFC"/>
    <w:rsid w:val="00213408"/>
    <w:rsid w:val="00214FA4"/>
    <w:rsid w:val="00217FD4"/>
    <w:rsid w:val="00221EAF"/>
    <w:rsid w:val="0022298B"/>
    <w:rsid w:val="0022374F"/>
    <w:rsid w:val="0022572B"/>
    <w:rsid w:val="00225CA2"/>
    <w:rsid w:val="00230001"/>
    <w:rsid w:val="00232F25"/>
    <w:rsid w:val="00232FC0"/>
    <w:rsid w:val="00236D90"/>
    <w:rsid w:val="00240499"/>
    <w:rsid w:val="00240F67"/>
    <w:rsid w:val="0024167C"/>
    <w:rsid w:val="00241F65"/>
    <w:rsid w:val="002433E6"/>
    <w:rsid w:val="00244151"/>
    <w:rsid w:val="00244270"/>
    <w:rsid w:val="00244EDA"/>
    <w:rsid w:val="002454A4"/>
    <w:rsid w:val="00250693"/>
    <w:rsid w:val="00252793"/>
    <w:rsid w:val="002553A2"/>
    <w:rsid w:val="00255F8C"/>
    <w:rsid w:val="00257BD3"/>
    <w:rsid w:val="002604B9"/>
    <w:rsid w:val="0026148B"/>
    <w:rsid w:val="002614B8"/>
    <w:rsid w:val="00261770"/>
    <w:rsid w:val="00262DF8"/>
    <w:rsid w:val="0026326B"/>
    <w:rsid w:val="00263914"/>
    <w:rsid w:val="00263DC9"/>
    <w:rsid w:val="00263E7E"/>
    <w:rsid w:val="002646CB"/>
    <w:rsid w:val="00264E3D"/>
    <w:rsid w:val="00265757"/>
    <w:rsid w:val="00265E11"/>
    <w:rsid w:val="00265F4C"/>
    <w:rsid w:val="00266EAF"/>
    <w:rsid w:val="0026730D"/>
    <w:rsid w:val="00267F74"/>
    <w:rsid w:val="00271172"/>
    <w:rsid w:val="00271EE0"/>
    <w:rsid w:val="00273A30"/>
    <w:rsid w:val="002751F6"/>
    <w:rsid w:val="0027653E"/>
    <w:rsid w:val="00276597"/>
    <w:rsid w:val="00277544"/>
    <w:rsid w:val="0028144B"/>
    <w:rsid w:val="00281511"/>
    <w:rsid w:val="002825CE"/>
    <w:rsid w:val="00282DC6"/>
    <w:rsid w:val="002834EA"/>
    <w:rsid w:val="00283F76"/>
    <w:rsid w:val="00285E67"/>
    <w:rsid w:val="00285FFA"/>
    <w:rsid w:val="0028640D"/>
    <w:rsid w:val="0029003A"/>
    <w:rsid w:val="00290669"/>
    <w:rsid w:val="00291094"/>
    <w:rsid w:val="00291E72"/>
    <w:rsid w:val="00291E96"/>
    <w:rsid w:val="00291F8E"/>
    <w:rsid w:val="002928C1"/>
    <w:rsid w:val="00293B92"/>
    <w:rsid w:val="002940C0"/>
    <w:rsid w:val="002943F5"/>
    <w:rsid w:val="00295760"/>
    <w:rsid w:val="002959E6"/>
    <w:rsid w:val="00295A9A"/>
    <w:rsid w:val="00296251"/>
    <w:rsid w:val="002976BB"/>
    <w:rsid w:val="002A077E"/>
    <w:rsid w:val="002A08F2"/>
    <w:rsid w:val="002A228A"/>
    <w:rsid w:val="002A2B3D"/>
    <w:rsid w:val="002A3AF7"/>
    <w:rsid w:val="002A4ED6"/>
    <w:rsid w:val="002A62A2"/>
    <w:rsid w:val="002B227A"/>
    <w:rsid w:val="002B2733"/>
    <w:rsid w:val="002B343D"/>
    <w:rsid w:val="002B50A2"/>
    <w:rsid w:val="002B5586"/>
    <w:rsid w:val="002B600C"/>
    <w:rsid w:val="002B7CDF"/>
    <w:rsid w:val="002C072A"/>
    <w:rsid w:val="002C1229"/>
    <w:rsid w:val="002C1F95"/>
    <w:rsid w:val="002C388C"/>
    <w:rsid w:val="002C3A0E"/>
    <w:rsid w:val="002C79F9"/>
    <w:rsid w:val="002C7A8E"/>
    <w:rsid w:val="002D0BC5"/>
    <w:rsid w:val="002D1720"/>
    <w:rsid w:val="002D38AD"/>
    <w:rsid w:val="002D3C25"/>
    <w:rsid w:val="002D4A7A"/>
    <w:rsid w:val="002E11D0"/>
    <w:rsid w:val="002E205A"/>
    <w:rsid w:val="002E2581"/>
    <w:rsid w:val="002E295B"/>
    <w:rsid w:val="002E462E"/>
    <w:rsid w:val="002E6356"/>
    <w:rsid w:val="002E6C3D"/>
    <w:rsid w:val="002F0798"/>
    <w:rsid w:val="002F1360"/>
    <w:rsid w:val="002F1B11"/>
    <w:rsid w:val="002F3955"/>
    <w:rsid w:val="002F66CB"/>
    <w:rsid w:val="002F6A19"/>
    <w:rsid w:val="0030009B"/>
    <w:rsid w:val="003005A9"/>
    <w:rsid w:val="00301B38"/>
    <w:rsid w:val="00303964"/>
    <w:rsid w:val="003049AC"/>
    <w:rsid w:val="00304AEB"/>
    <w:rsid w:val="00305757"/>
    <w:rsid w:val="00306C17"/>
    <w:rsid w:val="00307619"/>
    <w:rsid w:val="00311436"/>
    <w:rsid w:val="00311C65"/>
    <w:rsid w:val="0031298E"/>
    <w:rsid w:val="0031486F"/>
    <w:rsid w:val="003171CA"/>
    <w:rsid w:val="003200CC"/>
    <w:rsid w:val="0032180F"/>
    <w:rsid w:val="00321FC6"/>
    <w:rsid w:val="003221CE"/>
    <w:rsid w:val="00323903"/>
    <w:rsid w:val="003241AB"/>
    <w:rsid w:val="00324F6F"/>
    <w:rsid w:val="003263D4"/>
    <w:rsid w:val="00327310"/>
    <w:rsid w:val="003276AB"/>
    <w:rsid w:val="00327D13"/>
    <w:rsid w:val="00332C31"/>
    <w:rsid w:val="00335C04"/>
    <w:rsid w:val="00336979"/>
    <w:rsid w:val="0034448B"/>
    <w:rsid w:val="00351426"/>
    <w:rsid w:val="00351B40"/>
    <w:rsid w:val="00351C32"/>
    <w:rsid w:val="00352164"/>
    <w:rsid w:val="0035469D"/>
    <w:rsid w:val="00355609"/>
    <w:rsid w:val="00355694"/>
    <w:rsid w:val="0035623A"/>
    <w:rsid w:val="00356631"/>
    <w:rsid w:val="00356944"/>
    <w:rsid w:val="00356E40"/>
    <w:rsid w:val="00357804"/>
    <w:rsid w:val="00357DBE"/>
    <w:rsid w:val="00360BD1"/>
    <w:rsid w:val="00363EC7"/>
    <w:rsid w:val="00364962"/>
    <w:rsid w:val="003650F9"/>
    <w:rsid w:val="00365A62"/>
    <w:rsid w:val="00367A8E"/>
    <w:rsid w:val="00372B81"/>
    <w:rsid w:val="00373531"/>
    <w:rsid w:val="00373729"/>
    <w:rsid w:val="00374D6C"/>
    <w:rsid w:val="00374DBC"/>
    <w:rsid w:val="00376300"/>
    <w:rsid w:val="00376468"/>
    <w:rsid w:val="00377266"/>
    <w:rsid w:val="00377AB2"/>
    <w:rsid w:val="00381CCD"/>
    <w:rsid w:val="00385046"/>
    <w:rsid w:val="00386FF8"/>
    <w:rsid w:val="00387774"/>
    <w:rsid w:val="00387908"/>
    <w:rsid w:val="0038795B"/>
    <w:rsid w:val="00391698"/>
    <w:rsid w:val="00392A40"/>
    <w:rsid w:val="00392CD3"/>
    <w:rsid w:val="0039687F"/>
    <w:rsid w:val="00397712"/>
    <w:rsid w:val="003A0EA4"/>
    <w:rsid w:val="003A0FE0"/>
    <w:rsid w:val="003A1109"/>
    <w:rsid w:val="003A204F"/>
    <w:rsid w:val="003A2261"/>
    <w:rsid w:val="003A235B"/>
    <w:rsid w:val="003A297C"/>
    <w:rsid w:val="003A3D9C"/>
    <w:rsid w:val="003A584D"/>
    <w:rsid w:val="003A7155"/>
    <w:rsid w:val="003B08FF"/>
    <w:rsid w:val="003B46E1"/>
    <w:rsid w:val="003B6ADC"/>
    <w:rsid w:val="003B6CBD"/>
    <w:rsid w:val="003B7B38"/>
    <w:rsid w:val="003C0BDB"/>
    <w:rsid w:val="003C19D3"/>
    <w:rsid w:val="003C3690"/>
    <w:rsid w:val="003C4688"/>
    <w:rsid w:val="003C5EDF"/>
    <w:rsid w:val="003C6031"/>
    <w:rsid w:val="003C63E3"/>
    <w:rsid w:val="003C7AB0"/>
    <w:rsid w:val="003D2300"/>
    <w:rsid w:val="003D2B0F"/>
    <w:rsid w:val="003D3400"/>
    <w:rsid w:val="003D3C42"/>
    <w:rsid w:val="003D4325"/>
    <w:rsid w:val="003D759A"/>
    <w:rsid w:val="003D7CDF"/>
    <w:rsid w:val="003E300A"/>
    <w:rsid w:val="003E3440"/>
    <w:rsid w:val="003E3FCA"/>
    <w:rsid w:val="003E66EE"/>
    <w:rsid w:val="003F032D"/>
    <w:rsid w:val="003F0E4E"/>
    <w:rsid w:val="003F0FC9"/>
    <w:rsid w:val="003F2121"/>
    <w:rsid w:val="003F4B75"/>
    <w:rsid w:val="003F62CE"/>
    <w:rsid w:val="003F76BC"/>
    <w:rsid w:val="00400FF1"/>
    <w:rsid w:val="0040303E"/>
    <w:rsid w:val="00404CA8"/>
    <w:rsid w:val="004061EA"/>
    <w:rsid w:val="00406712"/>
    <w:rsid w:val="004079ED"/>
    <w:rsid w:val="0041240A"/>
    <w:rsid w:val="0041410F"/>
    <w:rsid w:val="00417538"/>
    <w:rsid w:val="004200B6"/>
    <w:rsid w:val="00420ED8"/>
    <w:rsid w:val="004217DF"/>
    <w:rsid w:val="00422826"/>
    <w:rsid w:val="00422BD2"/>
    <w:rsid w:val="00423C04"/>
    <w:rsid w:val="00423CF0"/>
    <w:rsid w:val="0042444F"/>
    <w:rsid w:val="004248F5"/>
    <w:rsid w:val="00426C46"/>
    <w:rsid w:val="004312C2"/>
    <w:rsid w:val="00432D29"/>
    <w:rsid w:val="00436893"/>
    <w:rsid w:val="0044173F"/>
    <w:rsid w:val="00441784"/>
    <w:rsid w:val="00443161"/>
    <w:rsid w:val="00443884"/>
    <w:rsid w:val="0044392A"/>
    <w:rsid w:val="00444769"/>
    <w:rsid w:val="00445165"/>
    <w:rsid w:val="004452F8"/>
    <w:rsid w:val="00445438"/>
    <w:rsid w:val="004467B1"/>
    <w:rsid w:val="00452017"/>
    <w:rsid w:val="00457710"/>
    <w:rsid w:val="00457727"/>
    <w:rsid w:val="004579F6"/>
    <w:rsid w:val="00457C8A"/>
    <w:rsid w:val="00457E9E"/>
    <w:rsid w:val="00461FF6"/>
    <w:rsid w:val="004624B9"/>
    <w:rsid w:val="00463966"/>
    <w:rsid w:val="00465669"/>
    <w:rsid w:val="00465CC9"/>
    <w:rsid w:val="004674FB"/>
    <w:rsid w:val="00470754"/>
    <w:rsid w:val="00471EC4"/>
    <w:rsid w:val="00473E91"/>
    <w:rsid w:val="0047522B"/>
    <w:rsid w:val="00475D5E"/>
    <w:rsid w:val="00481472"/>
    <w:rsid w:val="004819E1"/>
    <w:rsid w:val="00484C2E"/>
    <w:rsid w:val="00484CDF"/>
    <w:rsid w:val="004852A8"/>
    <w:rsid w:val="0048636A"/>
    <w:rsid w:val="004867A5"/>
    <w:rsid w:val="00486A32"/>
    <w:rsid w:val="00486E60"/>
    <w:rsid w:val="004909B4"/>
    <w:rsid w:val="004917F9"/>
    <w:rsid w:val="0049247A"/>
    <w:rsid w:val="00493577"/>
    <w:rsid w:val="00493F77"/>
    <w:rsid w:val="00494394"/>
    <w:rsid w:val="0049638C"/>
    <w:rsid w:val="00497ED2"/>
    <w:rsid w:val="004A0EC1"/>
    <w:rsid w:val="004A234C"/>
    <w:rsid w:val="004A69B4"/>
    <w:rsid w:val="004A75C7"/>
    <w:rsid w:val="004B2717"/>
    <w:rsid w:val="004B2C5D"/>
    <w:rsid w:val="004B31A5"/>
    <w:rsid w:val="004B3AE6"/>
    <w:rsid w:val="004B3E87"/>
    <w:rsid w:val="004B4FD6"/>
    <w:rsid w:val="004B573E"/>
    <w:rsid w:val="004B6782"/>
    <w:rsid w:val="004B7B87"/>
    <w:rsid w:val="004C00FD"/>
    <w:rsid w:val="004C14AD"/>
    <w:rsid w:val="004C29D5"/>
    <w:rsid w:val="004C3F45"/>
    <w:rsid w:val="004C4803"/>
    <w:rsid w:val="004C7526"/>
    <w:rsid w:val="004D199B"/>
    <w:rsid w:val="004D1E2F"/>
    <w:rsid w:val="004D67E2"/>
    <w:rsid w:val="004E1D35"/>
    <w:rsid w:val="004E1F1A"/>
    <w:rsid w:val="004E2797"/>
    <w:rsid w:val="004E2AE3"/>
    <w:rsid w:val="004E2BC4"/>
    <w:rsid w:val="004E369D"/>
    <w:rsid w:val="004E5CAC"/>
    <w:rsid w:val="004E6D5B"/>
    <w:rsid w:val="004E7135"/>
    <w:rsid w:val="004E799A"/>
    <w:rsid w:val="004E7DAE"/>
    <w:rsid w:val="004F0442"/>
    <w:rsid w:val="004F0A92"/>
    <w:rsid w:val="004F2ABB"/>
    <w:rsid w:val="004F401D"/>
    <w:rsid w:val="004F44FE"/>
    <w:rsid w:val="004F48CC"/>
    <w:rsid w:val="004F52BD"/>
    <w:rsid w:val="004F6A25"/>
    <w:rsid w:val="00503091"/>
    <w:rsid w:val="0050363D"/>
    <w:rsid w:val="00503C47"/>
    <w:rsid w:val="005049DF"/>
    <w:rsid w:val="00507622"/>
    <w:rsid w:val="00510515"/>
    <w:rsid w:val="00511B87"/>
    <w:rsid w:val="00511BB5"/>
    <w:rsid w:val="00512D23"/>
    <w:rsid w:val="00512FB0"/>
    <w:rsid w:val="00513C37"/>
    <w:rsid w:val="00514FDC"/>
    <w:rsid w:val="00515090"/>
    <w:rsid w:val="005169BC"/>
    <w:rsid w:val="00520629"/>
    <w:rsid w:val="005223F2"/>
    <w:rsid w:val="00523CCE"/>
    <w:rsid w:val="00524BCA"/>
    <w:rsid w:val="00525817"/>
    <w:rsid w:val="00526142"/>
    <w:rsid w:val="005268B5"/>
    <w:rsid w:val="00526CF3"/>
    <w:rsid w:val="005271C6"/>
    <w:rsid w:val="0052749A"/>
    <w:rsid w:val="00530278"/>
    <w:rsid w:val="00534135"/>
    <w:rsid w:val="005353E2"/>
    <w:rsid w:val="0053637A"/>
    <w:rsid w:val="00537596"/>
    <w:rsid w:val="00537AED"/>
    <w:rsid w:val="00543182"/>
    <w:rsid w:val="005446D9"/>
    <w:rsid w:val="00550BCD"/>
    <w:rsid w:val="00551368"/>
    <w:rsid w:val="00551E63"/>
    <w:rsid w:val="0055207C"/>
    <w:rsid w:val="00552539"/>
    <w:rsid w:val="00553F67"/>
    <w:rsid w:val="005553A6"/>
    <w:rsid w:val="005564F1"/>
    <w:rsid w:val="00556D7C"/>
    <w:rsid w:val="00561700"/>
    <w:rsid w:val="005637E5"/>
    <w:rsid w:val="00563858"/>
    <w:rsid w:val="00564A72"/>
    <w:rsid w:val="005653B0"/>
    <w:rsid w:val="00565ACB"/>
    <w:rsid w:val="00567D72"/>
    <w:rsid w:val="005718FD"/>
    <w:rsid w:val="0057330B"/>
    <w:rsid w:val="00575D22"/>
    <w:rsid w:val="00580E8E"/>
    <w:rsid w:val="0058378F"/>
    <w:rsid w:val="00583AC7"/>
    <w:rsid w:val="00585315"/>
    <w:rsid w:val="0058613A"/>
    <w:rsid w:val="00587090"/>
    <w:rsid w:val="00590DAA"/>
    <w:rsid w:val="0059119F"/>
    <w:rsid w:val="00593778"/>
    <w:rsid w:val="00596F76"/>
    <w:rsid w:val="005A16D1"/>
    <w:rsid w:val="005A259A"/>
    <w:rsid w:val="005A3498"/>
    <w:rsid w:val="005A5890"/>
    <w:rsid w:val="005A5962"/>
    <w:rsid w:val="005A6190"/>
    <w:rsid w:val="005A71EF"/>
    <w:rsid w:val="005B06FC"/>
    <w:rsid w:val="005B1717"/>
    <w:rsid w:val="005B381F"/>
    <w:rsid w:val="005B390E"/>
    <w:rsid w:val="005B4123"/>
    <w:rsid w:val="005B7F69"/>
    <w:rsid w:val="005C00EB"/>
    <w:rsid w:val="005C04BE"/>
    <w:rsid w:val="005C2B53"/>
    <w:rsid w:val="005C31B9"/>
    <w:rsid w:val="005C3978"/>
    <w:rsid w:val="005C3C41"/>
    <w:rsid w:val="005C63E7"/>
    <w:rsid w:val="005C74AD"/>
    <w:rsid w:val="005C7A5C"/>
    <w:rsid w:val="005D0230"/>
    <w:rsid w:val="005D0B91"/>
    <w:rsid w:val="005D1383"/>
    <w:rsid w:val="005D194C"/>
    <w:rsid w:val="005D1BC9"/>
    <w:rsid w:val="005D1FBD"/>
    <w:rsid w:val="005D243E"/>
    <w:rsid w:val="005D2DAE"/>
    <w:rsid w:val="005D3185"/>
    <w:rsid w:val="005D3B79"/>
    <w:rsid w:val="005D419D"/>
    <w:rsid w:val="005D428D"/>
    <w:rsid w:val="005D4307"/>
    <w:rsid w:val="005D57F3"/>
    <w:rsid w:val="005D60AE"/>
    <w:rsid w:val="005D6E16"/>
    <w:rsid w:val="005E22A5"/>
    <w:rsid w:val="005E2458"/>
    <w:rsid w:val="005E44F5"/>
    <w:rsid w:val="005E4C75"/>
    <w:rsid w:val="005E7565"/>
    <w:rsid w:val="005F220C"/>
    <w:rsid w:val="005F243E"/>
    <w:rsid w:val="005F55DE"/>
    <w:rsid w:val="00603191"/>
    <w:rsid w:val="0060420E"/>
    <w:rsid w:val="006055EA"/>
    <w:rsid w:val="00606108"/>
    <w:rsid w:val="00610289"/>
    <w:rsid w:val="00611C33"/>
    <w:rsid w:val="006136CD"/>
    <w:rsid w:val="006154A6"/>
    <w:rsid w:val="0062420D"/>
    <w:rsid w:val="00624578"/>
    <w:rsid w:val="00624F1C"/>
    <w:rsid w:val="006270C2"/>
    <w:rsid w:val="00627292"/>
    <w:rsid w:val="00627C1A"/>
    <w:rsid w:val="00630B06"/>
    <w:rsid w:val="00630C44"/>
    <w:rsid w:val="00631DC0"/>
    <w:rsid w:val="006321BB"/>
    <w:rsid w:val="006325E1"/>
    <w:rsid w:val="006333E0"/>
    <w:rsid w:val="006355AD"/>
    <w:rsid w:val="006366CF"/>
    <w:rsid w:val="00637779"/>
    <w:rsid w:val="00637A12"/>
    <w:rsid w:val="00642575"/>
    <w:rsid w:val="006427F1"/>
    <w:rsid w:val="00645B46"/>
    <w:rsid w:val="00647CCA"/>
    <w:rsid w:val="00652315"/>
    <w:rsid w:val="0065292C"/>
    <w:rsid w:val="006535EA"/>
    <w:rsid w:val="00654C3C"/>
    <w:rsid w:val="0065631B"/>
    <w:rsid w:val="0065672E"/>
    <w:rsid w:val="006568EE"/>
    <w:rsid w:val="00661775"/>
    <w:rsid w:val="00663532"/>
    <w:rsid w:val="006644C1"/>
    <w:rsid w:val="00664DA0"/>
    <w:rsid w:val="0066569E"/>
    <w:rsid w:val="006656AE"/>
    <w:rsid w:val="00667183"/>
    <w:rsid w:val="00670E96"/>
    <w:rsid w:val="00671BDA"/>
    <w:rsid w:val="0067271E"/>
    <w:rsid w:val="00672915"/>
    <w:rsid w:val="006760CC"/>
    <w:rsid w:val="00684B75"/>
    <w:rsid w:val="00684D4F"/>
    <w:rsid w:val="00686062"/>
    <w:rsid w:val="00690691"/>
    <w:rsid w:val="00690C15"/>
    <w:rsid w:val="00693512"/>
    <w:rsid w:val="00696A32"/>
    <w:rsid w:val="006971F4"/>
    <w:rsid w:val="006A063C"/>
    <w:rsid w:val="006A1461"/>
    <w:rsid w:val="006A2564"/>
    <w:rsid w:val="006A313D"/>
    <w:rsid w:val="006A6170"/>
    <w:rsid w:val="006A7062"/>
    <w:rsid w:val="006A7233"/>
    <w:rsid w:val="006B063B"/>
    <w:rsid w:val="006B1818"/>
    <w:rsid w:val="006B1F07"/>
    <w:rsid w:val="006B57BA"/>
    <w:rsid w:val="006B6A2F"/>
    <w:rsid w:val="006B750E"/>
    <w:rsid w:val="006B7595"/>
    <w:rsid w:val="006C0EEB"/>
    <w:rsid w:val="006C11FC"/>
    <w:rsid w:val="006C1B23"/>
    <w:rsid w:val="006C400E"/>
    <w:rsid w:val="006D0F85"/>
    <w:rsid w:val="006D2605"/>
    <w:rsid w:val="006D51CF"/>
    <w:rsid w:val="006E21AC"/>
    <w:rsid w:val="006E2757"/>
    <w:rsid w:val="006E2FA2"/>
    <w:rsid w:val="006E4231"/>
    <w:rsid w:val="006E4AC2"/>
    <w:rsid w:val="006E50C1"/>
    <w:rsid w:val="006E5A0D"/>
    <w:rsid w:val="006E6B56"/>
    <w:rsid w:val="006E77E4"/>
    <w:rsid w:val="006E78AD"/>
    <w:rsid w:val="006F0054"/>
    <w:rsid w:val="006F03F8"/>
    <w:rsid w:val="006F16C6"/>
    <w:rsid w:val="006F1B66"/>
    <w:rsid w:val="006F26B3"/>
    <w:rsid w:val="006F4443"/>
    <w:rsid w:val="006F54CC"/>
    <w:rsid w:val="006F55A5"/>
    <w:rsid w:val="006F5947"/>
    <w:rsid w:val="006F61E9"/>
    <w:rsid w:val="006F69EB"/>
    <w:rsid w:val="007006DF"/>
    <w:rsid w:val="007008FE"/>
    <w:rsid w:val="00703B28"/>
    <w:rsid w:val="00710E45"/>
    <w:rsid w:val="007117C5"/>
    <w:rsid w:val="00711EF1"/>
    <w:rsid w:val="00713019"/>
    <w:rsid w:val="00713D3C"/>
    <w:rsid w:val="007206AD"/>
    <w:rsid w:val="007225A7"/>
    <w:rsid w:val="00724293"/>
    <w:rsid w:val="007245E5"/>
    <w:rsid w:val="0072486E"/>
    <w:rsid w:val="00725477"/>
    <w:rsid w:val="0072636F"/>
    <w:rsid w:val="00727276"/>
    <w:rsid w:val="007274D5"/>
    <w:rsid w:val="00727CE7"/>
    <w:rsid w:val="00727ECB"/>
    <w:rsid w:val="00727F07"/>
    <w:rsid w:val="0073125F"/>
    <w:rsid w:val="00732194"/>
    <w:rsid w:val="00732A23"/>
    <w:rsid w:val="00734351"/>
    <w:rsid w:val="00735C7A"/>
    <w:rsid w:val="00736889"/>
    <w:rsid w:val="00737CF5"/>
    <w:rsid w:val="0074158F"/>
    <w:rsid w:val="007435E7"/>
    <w:rsid w:val="00743BBD"/>
    <w:rsid w:val="00744C4E"/>
    <w:rsid w:val="00745210"/>
    <w:rsid w:val="00746679"/>
    <w:rsid w:val="00747794"/>
    <w:rsid w:val="00750ACD"/>
    <w:rsid w:val="00751021"/>
    <w:rsid w:val="007545B3"/>
    <w:rsid w:val="007556C6"/>
    <w:rsid w:val="00756416"/>
    <w:rsid w:val="00756A0E"/>
    <w:rsid w:val="00756AF0"/>
    <w:rsid w:val="00757402"/>
    <w:rsid w:val="00757E6B"/>
    <w:rsid w:val="007601E2"/>
    <w:rsid w:val="007615E8"/>
    <w:rsid w:val="00762DE2"/>
    <w:rsid w:val="00763CE1"/>
    <w:rsid w:val="00764517"/>
    <w:rsid w:val="00764D5A"/>
    <w:rsid w:val="007652B7"/>
    <w:rsid w:val="00766408"/>
    <w:rsid w:val="00766B10"/>
    <w:rsid w:val="00767686"/>
    <w:rsid w:val="00771504"/>
    <w:rsid w:val="00771C20"/>
    <w:rsid w:val="00771DCE"/>
    <w:rsid w:val="00774154"/>
    <w:rsid w:val="00775B97"/>
    <w:rsid w:val="00777398"/>
    <w:rsid w:val="00777711"/>
    <w:rsid w:val="0078015C"/>
    <w:rsid w:val="00780DFE"/>
    <w:rsid w:val="0079054C"/>
    <w:rsid w:val="00793ECC"/>
    <w:rsid w:val="00794D1A"/>
    <w:rsid w:val="007951E8"/>
    <w:rsid w:val="00795881"/>
    <w:rsid w:val="00797545"/>
    <w:rsid w:val="007975B2"/>
    <w:rsid w:val="007A0924"/>
    <w:rsid w:val="007A397F"/>
    <w:rsid w:val="007A3C82"/>
    <w:rsid w:val="007A4B6D"/>
    <w:rsid w:val="007A4CFB"/>
    <w:rsid w:val="007A729F"/>
    <w:rsid w:val="007B04DA"/>
    <w:rsid w:val="007B417D"/>
    <w:rsid w:val="007B7220"/>
    <w:rsid w:val="007B7426"/>
    <w:rsid w:val="007C0334"/>
    <w:rsid w:val="007C063A"/>
    <w:rsid w:val="007C0A1A"/>
    <w:rsid w:val="007C1B9B"/>
    <w:rsid w:val="007C412E"/>
    <w:rsid w:val="007C6FC7"/>
    <w:rsid w:val="007D3D46"/>
    <w:rsid w:val="007D4B49"/>
    <w:rsid w:val="007D69D9"/>
    <w:rsid w:val="007E02B6"/>
    <w:rsid w:val="007E0F42"/>
    <w:rsid w:val="007E33DB"/>
    <w:rsid w:val="007E394E"/>
    <w:rsid w:val="007E430E"/>
    <w:rsid w:val="007E5B20"/>
    <w:rsid w:val="007E6084"/>
    <w:rsid w:val="007E6925"/>
    <w:rsid w:val="007E76CC"/>
    <w:rsid w:val="007F052A"/>
    <w:rsid w:val="007F059D"/>
    <w:rsid w:val="007F073C"/>
    <w:rsid w:val="007F1D34"/>
    <w:rsid w:val="007F1D9D"/>
    <w:rsid w:val="007F1F18"/>
    <w:rsid w:val="007F2200"/>
    <w:rsid w:val="007F2789"/>
    <w:rsid w:val="007F51B0"/>
    <w:rsid w:val="007F5C07"/>
    <w:rsid w:val="007F7CB1"/>
    <w:rsid w:val="0080150F"/>
    <w:rsid w:val="00804BDD"/>
    <w:rsid w:val="00804F74"/>
    <w:rsid w:val="00806CA3"/>
    <w:rsid w:val="008112DF"/>
    <w:rsid w:val="008125F7"/>
    <w:rsid w:val="00813655"/>
    <w:rsid w:val="00814364"/>
    <w:rsid w:val="008155A0"/>
    <w:rsid w:val="008160F7"/>
    <w:rsid w:val="008178B1"/>
    <w:rsid w:val="008217CE"/>
    <w:rsid w:val="008219B3"/>
    <w:rsid w:val="00821F00"/>
    <w:rsid w:val="00825C41"/>
    <w:rsid w:val="00827F25"/>
    <w:rsid w:val="008300DA"/>
    <w:rsid w:val="00830A2E"/>
    <w:rsid w:val="00831116"/>
    <w:rsid w:val="00831453"/>
    <w:rsid w:val="00832921"/>
    <w:rsid w:val="00833542"/>
    <w:rsid w:val="0083427B"/>
    <w:rsid w:val="00840C7A"/>
    <w:rsid w:val="00843B8E"/>
    <w:rsid w:val="00843F8F"/>
    <w:rsid w:val="00844C78"/>
    <w:rsid w:val="00845819"/>
    <w:rsid w:val="0084677C"/>
    <w:rsid w:val="00846984"/>
    <w:rsid w:val="00850294"/>
    <w:rsid w:val="0085286D"/>
    <w:rsid w:val="008529FE"/>
    <w:rsid w:val="00855C0F"/>
    <w:rsid w:val="008603D6"/>
    <w:rsid w:val="008626D7"/>
    <w:rsid w:val="00862CD7"/>
    <w:rsid w:val="00862F38"/>
    <w:rsid w:val="00865885"/>
    <w:rsid w:val="00867577"/>
    <w:rsid w:val="0087058A"/>
    <w:rsid w:val="00873370"/>
    <w:rsid w:val="00873389"/>
    <w:rsid w:val="0087419E"/>
    <w:rsid w:val="00874968"/>
    <w:rsid w:val="00874D5A"/>
    <w:rsid w:val="00874E1B"/>
    <w:rsid w:val="00875075"/>
    <w:rsid w:val="0088053A"/>
    <w:rsid w:val="00881C59"/>
    <w:rsid w:val="008831DD"/>
    <w:rsid w:val="00883F3F"/>
    <w:rsid w:val="00883F58"/>
    <w:rsid w:val="00884159"/>
    <w:rsid w:val="00886799"/>
    <w:rsid w:val="00890FB1"/>
    <w:rsid w:val="00891C45"/>
    <w:rsid w:val="00891C70"/>
    <w:rsid w:val="008949A7"/>
    <w:rsid w:val="00894F4C"/>
    <w:rsid w:val="00895528"/>
    <w:rsid w:val="00896B76"/>
    <w:rsid w:val="008A13D1"/>
    <w:rsid w:val="008A16F5"/>
    <w:rsid w:val="008A2648"/>
    <w:rsid w:val="008A2B78"/>
    <w:rsid w:val="008A3C5D"/>
    <w:rsid w:val="008A472F"/>
    <w:rsid w:val="008A52A9"/>
    <w:rsid w:val="008A582F"/>
    <w:rsid w:val="008A639A"/>
    <w:rsid w:val="008A6538"/>
    <w:rsid w:val="008A7D33"/>
    <w:rsid w:val="008B1502"/>
    <w:rsid w:val="008B378C"/>
    <w:rsid w:val="008B55E0"/>
    <w:rsid w:val="008B74F8"/>
    <w:rsid w:val="008C0E57"/>
    <w:rsid w:val="008C13BD"/>
    <w:rsid w:val="008C300E"/>
    <w:rsid w:val="008C321A"/>
    <w:rsid w:val="008C40D3"/>
    <w:rsid w:val="008D389A"/>
    <w:rsid w:val="008D7ADA"/>
    <w:rsid w:val="008E0789"/>
    <w:rsid w:val="008E0A09"/>
    <w:rsid w:val="008E0E15"/>
    <w:rsid w:val="008E109D"/>
    <w:rsid w:val="008E1E7D"/>
    <w:rsid w:val="008E45B0"/>
    <w:rsid w:val="008E49FC"/>
    <w:rsid w:val="008E65FA"/>
    <w:rsid w:val="008E69E3"/>
    <w:rsid w:val="008F2994"/>
    <w:rsid w:val="008F29C2"/>
    <w:rsid w:val="008F45AD"/>
    <w:rsid w:val="008F7CF7"/>
    <w:rsid w:val="009014A8"/>
    <w:rsid w:val="009014C6"/>
    <w:rsid w:val="0090169D"/>
    <w:rsid w:val="00901BBC"/>
    <w:rsid w:val="00902244"/>
    <w:rsid w:val="00907965"/>
    <w:rsid w:val="0091032E"/>
    <w:rsid w:val="00910C8A"/>
    <w:rsid w:val="00913254"/>
    <w:rsid w:val="00913F80"/>
    <w:rsid w:val="009146AB"/>
    <w:rsid w:val="00914B49"/>
    <w:rsid w:val="00916755"/>
    <w:rsid w:val="0091741B"/>
    <w:rsid w:val="00920EA2"/>
    <w:rsid w:val="00923AEF"/>
    <w:rsid w:val="00925BF9"/>
    <w:rsid w:val="009265BB"/>
    <w:rsid w:val="00927318"/>
    <w:rsid w:val="0093074F"/>
    <w:rsid w:val="00930DDE"/>
    <w:rsid w:val="009310A9"/>
    <w:rsid w:val="009312B7"/>
    <w:rsid w:val="009351EE"/>
    <w:rsid w:val="00935756"/>
    <w:rsid w:val="00935F22"/>
    <w:rsid w:val="0093606C"/>
    <w:rsid w:val="00940AB2"/>
    <w:rsid w:val="00943082"/>
    <w:rsid w:val="00943433"/>
    <w:rsid w:val="00945942"/>
    <w:rsid w:val="0094704D"/>
    <w:rsid w:val="009509CC"/>
    <w:rsid w:val="00953476"/>
    <w:rsid w:val="00956841"/>
    <w:rsid w:val="0095755C"/>
    <w:rsid w:val="009623E7"/>
    <w:rsid w:val="00966C42"/>
    <w:rsid w:val="00966E18"/>
    <w:rsid w:val="0096703E"/>
    <w:rsid w:val="0096762F"/>
    <w:rsid w:val="00967AEF"/>
    <w:rsid w:val="0097062F"/>
    <w:rsid w:val="009706A8"/>
    <w:rsid w:val="009717D4"/>
    <w:rsid w:val="00971A14"/>
    <w:rsid w:val="00973F40"/>
    <w:rsid w:val="00974E51"/>
    <w:rsid w:val="00975D2B"/>
    <w:rsid w:val="009762C2"/>
    <w:rsid w:val="00976D3E"/>
    <w:rsid w:val="0097761C"/>
    <w:rsid w:val="00977690"/>
    <w:rsid w:val="00977F87"/>
    <w:rsid w:val="009800E5"/>
    <w:rsid w:val="00981E3F"/>
    <w:rsid w:val="009837DC"/>
    <w:rsid w:val="009842ED"/>
    <w:rsid w:val="009845CF"/>
    <w:rsid w:val="00987B14"/>
    <w:rsid w:val="00987EA6"/>
    <w:rsid w:val="009927FA"/>
    <w:rsid w:val="00992A66"/>
    <w:rsid w:val="00993254"/>
    <w:rsid w:val="00993D53"/>
    <w:rsid w:val="00994ACB"/>
    <w:rsid w:val="00995787"/>
    <w:rsid w:val="00995C03"/>
    <w:rsid w:val="00995D95"/>
    <w:rsid w:val="00996C90"/>
    <w:rsid w:val="00996DDA"/>
    <w:rsid w:val="00996FA2"/>
    <w:rsid w:val="009A1452"/>
    <w:rsid w:val="009A1AF7"/>
    <w:rsid w:val="009A22EF"/>
    <w:rsid w:val="009A277D"/>
    <w:rsid w:val="009A3C20"/>
    <w:rsid w:val="009A5A30"/>
    <w:rsid w:val="009A787C"/>
    <w:rsid w:val="009A7E9B"/>
    <w:rsid w:val="009B09C3"/>
    <w:rsid w:val="009B104F"/>
    <w:rsid w:val="009B12CB"/>
    <w:rsid w:val="009B242F"/>
    <w:rsid w:val="009B5413"/>
    <w:rsid w:val="009B78C0"/>
    <w:rsid w:val="009C150E"/>
    <w:rsid w:val="009C310C"/>
    <w:rsid w:val="009C3623"/>
    <w:rsid w:val="009C534E"/>
    <w:rsid w:val="009C5BBF"/>
    <w:rsid w:val="009C612A"/>
    <w:rsid w:val="009C6A85"/>
    <w:rsid w:val="009C73CA"/>
    <w:rsid w:val="009C7A68"/>
    <w:rsid w:val="009D24A5"/>
    <w:rsid w:val="009D2746"/>
    <w:rsid w:val="009D3BFB"/>
    <w:rsid w:val="009D4C07"/>
    <w:rsid w:val="009D5E31"/>
    <w:rsid w:val="009D600B"/>
    <w:rsid w:val="009D694D"/>
    <w:rsid w:val="009D6A2D"/>
    <w:rsid w:val="009D78B9"/>
    <w:rsid w:val="009E399F"/>
    <w:rsid w:val="009E5A59"/>
    <w:rsid w:val="009E5F0E"/>
    <w:rsid w:val="009E680D"/>
    <w:rsid w:val="009E7447"/>
    <w:rsid w:val="009E74E7"/>
    <w:rsid w:val="009E7F8F"/>
    <w:rsid w:val="009F0174"/>
    <w:rsid w:val="009F2B4A"/>
    <w:rsid w:val="009F353B"/>
    <w:rsid w:val="009F35F9"/>
    <w:rsid w:val="009F52FE"/>
    <w:rsid w:val="009F7B92"/>
    <w:rsid w:val="00A00661"/>
    <w:rsid w:val="00A012D2"/>
    <w:rsid w:val="00A02C5F"/>
    <w:rsid w:val="00A02CBD"/>
    <w:rsid w:val="00A03278"/>
    <w:rsid w:val="00A0635A"/>
    <w:rsid w:val="00A06E25"/>
    <w:rsid w:val="00A07733"/>
    <w:rsid w:val="00A104A2"/>
    <w:rsid w:val="00A12766"/>
    <w:rsid w:val="00A13204"/>
    <w:rsid w:val="00A136E1"/>
    <w:rsid w:val="00A14170"/>
    <w:rsid w:val="00A141B3"/>
    <w:rsid w:val="00A143BC"/>
    <w:rsid w:val="00A158D4"/>
    <w:rsid w:val="00A1621F"/>
    <w:rsid w:val="00A171B8"/>
    <w:rsid w:val="00A207D4"/>
    <w:rsid w:val="00A20A46"/>
    <w:rsid w:val="00A21105"/>
    <w:rsid w:val="00A23BB4"/>
    <w:rsid w:val="00A2734A"/>
    <w:rsid w:val="00A27A49"/>
    <w:rsid w:val="00A3101D"/>
    <w:rsid w:val="00A31A3A"/>
    <w:rsid w:val="00A33917"/>
    <w:rsid w:val="00A37707"/>
    <w:rsid w:val="00A3774E"/>
    <w:rsid w:val="00A37E55"/>
    <w:rsid w:val="00A40DD5"/>
    <w:rsid w:val="00A40F01"/>
    <w:rsid w:val="00A444B8"/>
    <w:rsid w:val="00A462B1"/>
    <w:rsid w:val="00A47AB4"/>
    <w:rsid w:val="00A514F5"/>
    <w:rsid w:val="00A51721"/>
    <w:rsid w:val="00A527E2"/>
    <w:rsid w:val="00A53853"/>
    <w:rsid w:val="00A545BD"/>
    <w:rsid w:val="00A5506A"/>
    <w:rsid w:val="00A5613C"/>
    <w:rsid w:val="00A566FC"/>
    <w:rsid w:val="00A600DB"/>
    <w:rsid w:val="00A602F4"/>
    <w:rsid w:val="00A60EAB"/>
    <w:rsid w:val="00A610A7"/>
    <w:rsid w:val="00A64BB6"/>
    <w:rsid w:val="00A64F31"/>
    <w:rsid w:val="00A6536A"/>
    <w:rsid w:val="00A6596E"/>
    <w:rsid w:val="00A65AAC"/>
    <w:rsid w:val="00A66C28"/>
    <w:rsid w:val="00A72364"/>
    <w:rsid w:val="00A731A9"/>
    <w:rsid w:val="00A74916"/>
    <w:rsid w:val="00A74CA1"/>
    <w:rsid w:val="00A74E90"/>
    <w:rsid w:val="00A75055"/>
    <w:rsid w:val="00A76671"/>
    <w:rsid w:val="00A83503"/>
    <w:rsid w:val="00A83EE9"/>
    <w:rsid w:val="00A849C9"/>
    <w:rsid w:val="00A84A1B"/>
    <w:rsid w:val="00A8616B"/>
    <w:rsid w:val="00A86FAD"/>
    <w:rsid w:val="00A912DF"/>
    <w:rsid w:val="00A91AC8"/>
    <w:rsid w:val="00A94011"/>
    <w:rsid w:val="00A9491C"/>
    <w:rsid w:val="00A94A68"/>
    <w:rsid w:val="00A96074"/>
    <w:rsid w:val="00A9645B"/>
    <w:rsid w:val="00A97CAC"/>
    <w:rsid w:val="00AA18E7"/>
    <w:rsid w:val="00AA1F09"/>
    <w:rsid w:val="00AA32A0"/>
    <w:rsid w:val="00AA3609"/>
    <w:rsid w:val="00AA467B"/>
    <w:rsid w:val="00AA5153"/>
    <w:rsid w:val="00AA63D9"/>
    <w:rsid w:val="00AA7270"/>
    <w:rsid w:val="00AB1ED0"/>
    <w:rsid w:val="00AB62DC"/>
    <w:rsid w:val="00AB74EA"/>
    <w:rsid w:val="00AC1194"/>
    <w:rsid w:val="00AC11B6"/>
    <w:rsid w:val="00AC2000"/>
    <w:rsid w:val="00AC2DFC"/>
    <w:rsid w:val="00AC4598"/>
    <w:rsid w:val="00AC4780"/>
    <w:rsid w:val="00AC531D"/>
    <w:rsid w:val="00AC592A"/>
    <w:rsid w:val="00AC6F26"/>
    <w:rsid w:val="00AC743A"/>
    <w:rsid w:val="00AC7F64"/>
    <w:rsid w:val="00AD0147"/>
    <w:rsid w:val="00AD1BDD"/>
    <w:rsid w:val="00AD3FFF"/>
    <w:rsid w:val="00AD468C"/>
    <w:rsid w:val="00AD7AB4"/>
    <w:rsid w:val="00AE0249"/>
    <w:rsid w:val="00AE22C2"/>
    <w:rsid w:val="00AE2A31"/>
    <w:rsid w:val="00AE458A"/>
    <w:rsid w:val="00AE6687"/>
    <w:rsid w:val="00AE6FA1"/>
    <w:rsid w:val="00AF02C6"/>
    <w:rsid w:val="00AF12D2"/>
    <w:rsid w:val="00AF1782"/>
    <w:rsid w:val="00AF2742"/>
    <w:rsid w:val="00AF2FE9"/>
    <w:rsid w:val="00AF3736"/>
    <w:rsid w:val="00AF39FA"/>
    <w:rsid w:val="00AF3C49"/>
    <w:rsid w:val="00AF484C"/>
    <w:rsid w:val="00B00A83"/>
    <w:rsid w:val="00B010D9"/>
    <w:rsid w:val="00B02421"/>
    <w:rsid w:val="00B024A4"/>
    <w:rsid w:val="00B02E24"/>
    <w:rsid w:val="00B02F2B"/>
    <w:rsid w:val="00B03588"/>
    <w:rsid w:val="00B04194"/>
    <w:rsid w:val="00B04FF3"/>
    <w:rsid w:val="00B05A41"/>
    <w:rsid w:val="00B1068A"/>
    <w:rsid w:val="00B11240"/>
    <w:rsid w:val="00B11722"/>
    <w:rsid w:val="00B1183E"/>
    <w:rsid w:val="00B11FD7"/>
    <w:rsid w:val="00B14907"/>
    <w:rsid w:val="00B17A2B"/>
    <w:rsid w:val="00B17E24"/>
    <w:rsid w:val="00B20A6C"/>
    <w:rsid w:val="00B20D72"/>
    <w:rsid w:val="00B22343"/>
    <w:rsid w:val="00B232D6"/>
    <w:rsid w:val="00B236A1"/>
    <w:rsid w:val="00B2532F"/>
    <w:rsid w:val="00B2541D"/>
    <w:rsid w:val="00B2598B"/>
    <w:rsid w:val="00B26D87"/>
    <w:rsid w:val="00B2763C"/>
    <w:rsid w:val="00B2782D"/>
    <w:rsid w:val="00B27A99"/>
    <w:rsid w:val="00B30418"/>
    <w:rsid w:val="00B312B2"/>
    <w:rsid w:val="00B31995"/>
    <w:rsid w:val="00B32F32"/>
    <w:rsid w:val="00B3385D"/>
    <w:rsid w:val="00B3527F"/>
    <w:rsid w:val="00B3574B"/>
    <w:rsid w:val="00B358D0"/>
    <w:rsid w:val="00B35B48"/>
    <w:rsid w:val="00B36182"/>
    <w:rsid w:val="00B363B9"/>
    <w:rsid w:val="00B41017"/>
    <w:rsid w:val="00B414C5"/>
    <w:rsid w:val="00B43D07"/>
    <w:rsid w:val="00B45451"/>
    <w:rsid w:val="00B47AB6"/>
    <w:rsid w:val="00B509F1"/>
    <w:rsid w:val="00B53DF3"/>
    <w:rsid w:val="00B568B7"/>
    <w:rsid w:val="00B56CA0"/>
    <w:rsid w:val="00B600BA"/>
    <w:rsid w:val="00B61D2A"/>
    <w:rsid w:val="00B630C2"/>
    <w:rsid w:val="00B63B04"/>
    <w:rsid w:val="00B63D3A"/>
    <w:rsid w:val="00B66D6C"/>
    <w:rsid w:val="00B67E39"/>
    <w:rsid w:val="00B707D3"/>
    <w:rsid w:val="00B70BD6"/>
    <w:rsid w:val="00B7166A"/>
    <w:rsid w:val="00B7188C"/>
    <w:rsid w:val="00B73A0E"/>
    <w:rsid w:val="00B74F16"/>
    <w:rsid w:val="00B756CA"/>
    <w:rsid w:val="00B76340"/>
    <w:rsid w:val="00B7644D"/>
    <w:rsid w:val="00B7693F"/>
    <w:rsid w:val="00B802D3"/>
    <w:rsid w:val="00B81565"/>
    <w:rsid w:val="00B81B8B"/>
    <w:rsid w:val="00B8395B"/>
    <w:rsid w:val="00B83D73"/>
    <w:rsid w:val="00B865EA"/>
    <w:rsid w:val="00B869F0"/>
    <w:rsid w:val="00B92371"/>
    <w:rsid w:val="00B92D8B"/>
    <w:rsid w:val="00B92DFA"/>
    <w:rsid w:val="00B931CC"/>
    <w:rsid w:val="00B93C93"/>
    <w:rsid w:val="00B94294"/>
    <w:rsid w:val="00B943F0"/>
    <w:rsid w:val="00B9496B"/>
    <w:rsid w:val="00B94D78"/>
    <w:rsid w:val="00B94E13"/>
    <w:rsid w:val="00B9545C"/>
    <w:rsid w:val="00B97C70"/>
    <w:rsid w:val="00BA09DD"/>
    <w:rsid w:val="00BA1AE5"/>
    <w:rsid w:val="00BA26EB"/>
    <w:rsid w:val="00BA349C"/>
    <w:rsid w:val="00BA3FA1"/>
    <w:rsid w:val="00BA7D0D"/>
    <w:rsid w:val="00BB7670"/>
    <w:rsid w:val="00BB7D2A"/>
    <w:rsid w:val="00BC015C"/>
    <w:rsid w:val="00BC04AD"/>
    <w:rsid w:val="00BC0D36"/>
    <w:rsid w:val="00BC513F"/>
    <w:rsid w:val="00BC5161"/>
    <w:rsid w:val="00BC6D05"/>
    <w:rsid w:val="00BD0A85"/>
    <w:rsid w:val="00BD2727"/>
    <w:rsid w:val="00BD3510"/>
    <w:rsid w:val="00BD3E23"/>
    <w:rsid w:val="00BD4CD3"/>
    <w:rsid w:val="00BE1CBD"/>
    <w:rsid w:val="00BE6498"/>
    <w:rsid w:val="00BE7223"/>
    <w:rsid w:val="00BE7F9B"/>
    <w:rsid w:val="00BF0F5C"/>
    <w:rsid w:val="00BF105C"/>
    <w:rsid w:val="00BF16EC"/>
    <w:rsid w:val="00BF1D0A"/>
    <w:rsid w:val="00BF1D0D"/>
    <w:rsid w:val="00BF21F6"/>
    <w:rsid w:val="00BF2594"/>
    <w:rsid w:val="00BF282E"/>
    <w:rsid w:val="00BF2F80"/>
    <w:rsid w:val="00BF3751"/>
    <w:rsid w:val="00BF4248"/>
    <w:rsid w:val="00BF4FD3"/>
    <w:rsid w:val="00BF75C5"/>
    <w:rsid w:val="00C02056"/>
    <w:rsid w:val="00C03135"/>
    <w:rsid w:val="00C04461"/>
    <w:rsid w:val="00C05579"/>
    <w:rsid w:val="00C0653F"/>
    <w:rsid w:val="00C068C7"/>
    <w:rsid w:val="00C13CFB"/>
    <w:rsid w:val="00C16194"/>
    <w:rsid w:val="00C17BDD"/>
    <w:rsid w:val="00C2001C"/>
    <w:rsid w:val="00C21A0C"/>
    <w:rsid w:val="00C25029"/>
    <w:rsid w:val="00C25AC1"/>
    <w:rsid w:val="00C3042C"/>
    <w:rsid w:val="00C30A03"/>
    <w:rsid w:val="00C30EE1"/>
    <w:rsid w:val="00C31FD7"/>
    <w:rsid w:val="00C3213F"/>
    <w:rsid w:val="00C33427"/>
    <w:rsid w:val="00C3371F"/>
    <w:rsid w:val="00C338FA"/>
    <w:rsid w:val="00C361D8"/>
    <w:rsid w:val="00C36463"/>
    <w:rsid w:val="00C365AB"/>
    <w:rsid w:val="00C3759B"/>
    <w:rsid w:val="00C41DC9"/>
    <w:rsid w:val="00C43717"/>
    <w:rsid w:val="00C454FA"/>
    <w:rsid w:val="00C458B8"/>
    <w:rsid w:val="00C47107"/>
    <w:rsid w:val="00C52D60"/>
    <w:rsid w:val="00C55B4A"/>
    <w:rsid w:val="00C56D4C"/>
    <w:rsid w:val="00C5797F"/>
    <w:rsid w:val="00C579E3"/>
    <w:rsid w:val="00C57C65"/>
    <w:rsid w:val="00C6008E"/>
    <w:rsid w:val="00C606E6"/>
    <w:rsid w:val="00C6077A"/>
    <w:rsid w:val="00C61B45"/>
    <w:rsid w:val="00C61BAB"/>
    <w:rsid w:val="00C66594"/>
    <w:rsid w:val="00C678C4"/>
    <w:rsid w:val="00C67DAA"/>
    <w:rsid w:val="00C70840"/>
    <w:rsid w:val="00C70B76"/>
    <w:rsid w:val="00C70C7E"/>
    <w:rsid w:val="00C7141F"/>
    <w:rsid w:val="00C725F9"/>
    <w:rsid w:val="00C74FF9"/>
    <w:rsid w:val="00C757DF"/>
    <w:rsid w:val="00C75AA4"/>
    <w:rsid w:val="00C75F18"/>
    <w:rsid w:val="00C809B0"/>
    <w:rsid w:val="00C8267D"/>
    <w:rsid w:val="00C834A8"/>
    <w:rsid w:val="00C83DD5"/>
    <w:rsid w:val="00C8699F"/>
    <w:rsid w:val="00C87120"/>
    <w:rsid w:val="00C8758D"/>
    <w:rsid w:val="00C87E17"/>
    <w:rsid w:val="00C87EF0"/>
    <w:rsid w:val="00C90040"/>
    <w:rsid w:val="00C90846"/>
    <w:rsid w:val="00C9186B"/>
    <w:rsid w:val="00C91FE8"/>
    <w:rsid w:val="00C92B68"/>
    <w:rsid w:val="00C948FA"/>
    <w:rsid w:val="00C96970"/>
    <w:rsid w:val="00C96E18"/>
    <w:rsid w:val="00CA0456"/>
    <w:rsid w:val="00CA12BE"/>
    <w:rsid w:val="00CA1B3E"/>
    <w:rsid w:val="00CA2586"/>
    <w:rsid w:val="00CA2968"/>
    <w:rsid w:val="00CA35B4"/>
    <w:rsid w:val="00CA43F9"/>
    <w:rsid w:val="00CA4F19"/>
    <w:rsid w:val="00CA536B"/>
    <w:rsid w:val="00CA5F52"/>
    <w:rsid w:val="00CA5F81"/>
    <w:rsid w:val="00CA69FD"/>
    <w:rsid w:val="00CB0193"/>
    <w:rsid w:val="00CB3013"/>
    <w:rsid w:val="00CB3542"/>
    <w:rsid w:val="00CB48FF"/>
    <w:rsid w:val="00CB4ABC"/>
    <w:rsid w:val="00CB5644"/>
    <w:rsid w:val="00CC089A"/>
    <w:rsid w:val="00CC6917"/>
    <w:rsid w:val="00CD0604"/>
    <w:rsid w:val="00CD1068"/>
    <w:rsid w:val="00CD1E34"/>
    <w:rsid w:val="00CD21E4"/>
    <w:rsid w:val="00CD31C7"/>
    <w:rsid w:val="00CD65DA"/>
    <w:rsid w:val="00CD6DAF"/>
    <w:rsid w:val="00CE111B"/>
    <w:rsid w:val="00CE195E"/>
    <w:rsid w:val="00CE2219"/>
    <w:rsid w:val="00CE2545"/>
    <w:rsid w:val="00CE28E6"/>
    <w:rsid w:val="00CE383A"/>
    <w:rsid w:val="00CE3A1A"/>
    <w:rsid w:val="00CE3C5D"/>
    <w:rsid w:val="00CE4A40"/>
    <w:rsid w:val="00CF0575"/>
    <w:rsid w:val="00CF0AAF"/>
    <w:rsid w:val="00CF0C5A"/>
    <w:rsid w:val="00CF1E70"/>
    <w:rsid w:val="00CF39BB"/>
    <w:rsid w:val="00CF4A96"/>
    <w:rsid w:val="00CF4EB8"/>
    <w:rsid w:val="00CF585C"/>
    <w:rsid w:val="00CF7174"/>
    <w:rsid w:val="00CF719C"/>
    <w:rsid w:val="00D042D1"/>
    <w:rsid w:val="00D047D0"/>
    <w:rsid w:val="00D06B16"/>
    <w:rsid w:val="00D10207"/>
    <w:rsid w:val="00D104A2"/>
    <w:rsid w:val="00D11FB9"/>
    <w:rsid w:val="00D12285"/>
    <w:rsid w:val="00D16C78"/>
    <w:rsid w:val="00D209E5"/>
    <w:rsid w:val="00D22915"/>
    <w:rsid w:val="00D23F3F"/>
    <w:rsid w:val="00D24BA6"/>
    <w:rsid w:val="00D264B4"/>
    <w:rsid w:val="00D30449"/>
    <w:rsid w:val="00D30CC7"/>
    <w:rsid w:val="00D3483F"/>
    <w:rsid w:val="00D35B18"/>
    <w:rsid w:val="00D36067"/>
    <w:rsid w:val="00D4053F"/>
    <w:rsid w:val="00D40FC7"/>
    <w:rsid w:val="00D4224D"/>
    <w:rsid w:val="00D428A9"/>
    <w:rsid w:val="00D4299F"/>
    <w:rsid w:val="00D42F02"/>
    <w:rsid w:val="00D43E2B"/>
    <w:rsid w:val="00D443B0"/>
    <w:rsid w:val="00D44E60"/>
    <w:rsid w:val="00D45A07"/>
    <w:rsid w:val="00D51929"/>
    <w:rsid w:val="00D54570"/>
    <w:rsid w:val="00D558DD"/>
    <w:rsid w:val="00D56B12"/>
    <w:rsid w:val="00D57FD9"/>
    <w:rsid w:val="00D60D7A"/>
    <w:rsid w:val="00D617A2"/>
    <w:rsid w:val="00D6230C"/>
    <w:rsid w:val="00D6244A"/>
    <w:rsid w:val="00D635BE"/>
    <w:rsid w:val="00D65D1A"/>
    <w:rsid w:val="00D70763"/>
    <w:rsid w:val="00D72F93"/>
    <w:rsid w:val="00D754C7"/>
    <w:rsid w:val="00D76BFD"/>
    <w:rsid w:val="00D77F96"/>
    <w:rsid w:val="00D81F0E"/>
    <w:rsid w:val="00D8210C"/>
    <w:rsid w:val="00D82F97"/>
    <w:rsid w:val="00D84190"/>
    <w:rsid w:val="00D8613A"/>
    <w:rsid w:val="00D86FA7"/>
    <w:rsid w:val="00D87C19"/>
    <w:rsid w:val="00D90A37"/>
    <w:rsid w:val="00D92E61"/>
    <w:rsid w:val="00D93687"/>
    <w:rsid w:val="00D93B37"/>
    <w:rsid w:val="00D946B0"/>
    <w:rsid w:val="00D97D06"/>
    <w:rsid w:val="00D97E9B"/>
    <w:rsid w:val="00DA01DD"/>
    <w:rsid w:val="00DA0374"/>
    <w:rsid w:val="00DA0D03"/>
    <w:rsid w:val="00DA0FA1"/>
    <w:rsid w:val="00DA2D4E"/>
    <w:rsid w:val="00DA2F4F"/>
    <w:rsid w:val="00DA47B6"/>
    <w:rsid w:val="00DA5B28"/>
    <w:rsid w:val="00DA5BBE"/>
    <w:rsid w:val="00DA6133"/>
    <w:rsid w:val="00DA6416"/>
    <w:rsid w:val="00DA7A28"/>
    <w:rsid w:val="00DB0355"/>
    <w:rsid w:val="00DB146D"/>
    <w:rsid w:val="00DB1579"/>
    <w:rsid w:val="00DB1B46"/>
    <w:rsid w:val="00DB3359"/>
    <w:rsid w:val="00DB33B8"/>
    <w:rsid w:val="00DB4507"/>
    <w:rsid w:val="00DB6D52"/>
    <w:rsid w:val="00DB7E70"/>
    <w:rsid w:val="00DC0CBF"/>
    <w:rsid w:val="00DC308C"/>
    <w:rsid w:val="00DC3C53"/>
    <w:rsid w:val="00DC3CE6"/>
    <w:rsid w:val="00DC5257"/>
    <w:rsid w:val="00DC67FA"/>
    <w:rsid w:val="00DD0046"/>
    <w:rsid w:val="00DD00F1"/>
    <w:rsid w:val="00DD093E"/>
    <w:rsid w:val="00DD2D65"/>
    <w:rsid w:val="00DD4248"/>
    <w:rsid w:val="00DD5530"/>
    <w:rsid w:val="00DD5D81"/>
    <w:rsid w:val="00DD67C9"/>
    <w:rsid w:val="00DD69C2"/>
    <w:rsid w:val="00DE1DB4"/>
    <w:rsid w:val="00DE27BE"/>
    <w:rsid w:val="00DE39D4"/>
    <w:rsid w:val="00DE3C4E"/>
    <w:rsid w:val="00DE3EB0"/>
    <w:rsid w:val="00DE4B92"/>
    <w:rsid w:val="00DE6BA0"/>
    <w:rsid w:val="00DF0843"/>
    <w:rsid w:val="00DF0D94"/>
    <w:rsid w:val="00DF10DD"/>
    <w:rsid w:val="00DF2E9D"/>
    <w:rsid w:val="00DF360E"/>
    <w:rsid w:val="00DF433D"/>
    <w:rsid w:val="00DF5370"/>
    <w:rsid w:val="00DF61E5"/>
    <w:rsid w:val="00E02EEE"/>
    <w:rsid w:val="00E051CA"/>
    <w:rsid w:val="00E0564C"/>
    <w:rsid w:val="00E06E31"/>
    <w:rsid w:val="00E0738F"/>
    <w:rsid w:val="00E10F9B"/>
    <w:rsid w:val="00E11554"/>
    <w:rsid w:val="00E11916"/>
    <w:rsid w:val="00E11DE5"/>
    <w:rsid w:val="00E128DA"/>
    <w:rsid w:val="00E14683"/>
    <w:rsid w:val="00E14B90"/>
    <w:rsid w:val="00E16DE8"/>
    <w:rsid w:val="00E16FC1"/>
    <w:rsid w:val="00E17090"/>
    <w:rsid w:val="00E23E2B"/>
    <w:rsid w:val="00E23F0B"/>
    <w:rsid w:val="00E24DCC"/>
    <w:rsid w:val="00E254FB"/>
    <w:rsid w:val="00E270DA"/>
    <w:rsid w:val="00E31757"/>
    <w:rsid w:val="00E32370"/>
    <w:rsid w:val="00E3254E"/>
    <w:rsid w:val="00E35044"/>
    <w:rsid w:val="00E3668F"/>
    <w:rsid w:val="00E37347"/>
    <w:rsid w:val="00E40454"/>
    <w:rsid w:val="00E40CC9"/>
    <w:rsid w:val="00E41709"/>
    <w:rsid w:val="00E41D50"/>
    <w:rsid w:val="00E4274E"/>
    <w:rsid w:val="00E4332C"/>
    <w:rsid w:val="00E4481B"/>
    <w:rsid w:val="00E451AF"/>
    <w:rsid w:val="00E4592E"/>
    <w:rsid w:val="00E45FA7"/>
    <w:rsid w:val="00E4605C"/>
    <w:rsid w:val="00E47CC8"/>
    <w:rsid w:val="00E52083"/>
    <w:rsid w:val="00E52566"/>
    <w:rsid w:val="00E5396B"/>
    <w:rsid w:val="00E54A6F"/>
    <w:rsid w:val="00E566B3"/>
    <w:rsid w:val="00E56C07"/>
    <w:rsid w:val="00E577CB"/>
    <w:rsid w:val="00E57C8C"/>
    <w:rsid w:val="00E60236"/>
    <w:rsid w:val="00E62813"/>
    <w:rsid w:val="00E643A2"/>
    <w:rsid w:val="00E72786"/>
    <w:rsid w:val="00E74D81"/>
    <w:rsid w:val="00E76411"/>
    <w:rsid w:val="00E76FBB"/>
    <w:rsid w:val="00E776D7"/>
    <w:rsid w:val="00E8173B"/>
    <w:rsid w:val="00E821B0"/>
    <w:rsid w:val="00E82AC9"/>
    <w:rsid w:val="00E832B5"/>
    <w:rsid w:val="00E84434"/>
    <w:rsid w:val="00E8449C"/>
    <w:rsid w:val="00E875E0"/>
    <w:rsid w:val="00E921CF"/>
    <w:rsid w:val="00E924FD"/>
    <w:rsid w:val="00E93DE4"/>
    <w:rsid w:val="00E93E99"/>
    <w:rsid w:val="00E95462"/>
    <w:rsid w:val="00E95800"/>
    <w:rsid w:val="00E95CA0"/>
    <w:rsid w:val="00E96113"/>
    <w:rsid w:val="00E96277"/>
    <w:rsid w:val="00E96ABD"/>
    <w:rsid w:val="00E97035"/>
    <w:rsid w:val="00E97B58"/>
    <w:rsid w:val="00EA014B"/>
    <w:rsid w:val="00EA2159"/>
    <w:rsid w:val="00EA2D63"/>
    <w:rsid w:val="00EA3B42"/>
    <w:rsid w:val="00EA4E30"/>
    <w:rsid w:val="00EA4E5F"/>
    <w:rsid w:val="00EA5321"/>
    <w:rsid w:val="00EB10C5"/>
    <w:rsid w:val="00EB155F"/>
    <w:rsid w:val="00EB2D19"/>
    <w:rsid w:val="00EB30E4"/>
    <w:rsid w:val="00EB34A6"/>
    <w:rsid w:val="00EB5595"/>
    <w:rsid w:val="00EB55DD"/>
    <w:rsid w:val="00EB58D0"/>
    <w:rsid w:val="00EB5F4A"/>
    <w:rsid w:val="00EC21C5"/>
    <w:rsid w:val="00EC36E2"/>
    <w:rsid w:val="00EC4B0D"/>
    <w:rsid w:val="00EC541C"/>
    <w:rsid w:val="00EC5FBD"/>
    <w:rsid w:val="00EC6533"/>
    <w:rsid w:val="00EC7B12"/>
    <w:rsid w:val="00ED05EA"/>
    <w:rsid w:val="00ED46E0"/>
    <w:rsid w:val="00ED582E"/>
    <w:rsid w:val="00ED58C1"/>
    <w:rsid w:val="00ED65C8"/>
    <w:rsid w:val="00ED7626"/>
    <w:rsid w:val="00ED7773"/>
    <w:rsid w:val="00EE0028"/>
    <w:rsid w:val="00EE0998"/>
    <w:rsid w:val="00EE1176"/>
    <w:rsid w:val="00EE1254"/>
    <w:rsid w:val="00EE20AA"/>
    <w:rsid w:val="00EE378A"/>
    <w:rsid w:val="00EE385A"/>
    <w:rsid w:val="00EE5C58"/>
    <w:rsid w:val="00EE7088"/>
    <w:rsid w:val="00EE7187"/>
    <w:rsid w:val="00EF239C"/>
    <w:rsid w:val="00EF25B7"/>
    <w:rsid w:val="00EF5520"/>
    <w:rsid w:val="00EF6789"/>
    <w:rsid w:val="00EF6BF2"/>
    <w:rsid w:val="00F028F5"/>
    <w:rsid w:val="00F03268"/>
    <w:rsid w:val="00F03AB0"/>
    <w:rsid w:val="00F07D1A"/>
    <w:rsid w:val="00F103C0"/>
    <w:rsid w:val="00F12DD6"/>
    <w:rsid w:val="00F1327A"/>
    <w:rsid w:val="00F1342A"/>
    <w:rsid w:val="00F138A7"/>
    <w:rsid w:val="00F14C86"/>
    <w:rsid w:val="00F155AB"/>
    <w:rsid w:val="00F17230"/>
    <w:rsid w:val="00F1792A"/>
    <w:rsid w:val="00F17D77"/>
    <w:rsid w:val="00F210B3"/>
    <w:rsid w:val="00F215C9"/>
    <w:rsid w:val="00F217C5"/>
    <w:rsid w:val="00F232B9"/>
    <w:rsid w:val="00F23B9C"/>
    <w:rsid w:val="00F24121"/>
    <w:rsid w:val="00F25D20"/>
    <w:rsid w:val="00F26C37"/>
    <w:rsid w:val="00F26DDC"/>
    <w:rsid w:val="00F27102"/>
    <w:rsid w:val="00F2735D"/>
    <w:rsid w:val="00F30AB1"/>
    <w:rsid w:val="00F31B29"/>
    <w:rsid w:val="00F33A2D"/>
    <w:rsid w:val="00F35226"/>
    <w:rsid w:val="00F37386"/>
    <w:rsid w:val="00F43DAF"/>
    <w:rsid w:val="00F441D3"/>
    <w:rsid w:val="00F451DC"/>
    <w:rsid w:val="00F46324"/>
    <w:rsid w:val="00F46998"/>
    <w:rsid w:val="00F47CA5"/>
    <w:rsid w:val="00F47DEC"/>
    <w:rsid w:val="00F521AD"/>
    <w:rsid w:val="00F548D3"/>
    <w:rsid w:val="00F55443"/>
    <w:rsid w:val="00F561BF"/>
    <w:rsid w:val="00F56218"/>
    <w:rsid w:val="00F56486"/>
    <w:rsid w:val="00F56803"/>
    <w:rsid w:val="00F571F2"/>
    <w:rsid w:val="00F576B4"/>
    <w:rsid w:val="00F644D1"/>
    <w:rsid w:val="00F64DD9"/>
    <w:rsid w:val="00F70DA0"/>
    <w:rsid w:val="00F71792"/>
    <w:rsid w:val="00F72E3E"/>
    <w:rsid w:val="00F74549"/>
    <w:rsid w:val="00F77234"/>
    <w:rsid w:val="00F8135F"/>
    <w:rsid w:val="00F84353"/>
    <w:rsid w:val="00F85CB2"/>
    <w:rsid w:val="00F860BE"/>
    <w:rsid w:val="00F872D4"/>
    <w:rsid w:val="00F87E04"/>
    <w:rsid w:val="00F91752"/>
    <w:rsid w:val="00F93ACF"/>
    <w:rsid w:val="00F96348"/>
    <w:rsid w:val="00F96660"/>
    <w:rsid w:val="00FA0392"/>
    <w:rsid w:val="00FA0593"/>
    <w:rsid w:val="00FA0E0B"/>
    <w:rsid w:val="00FA4631"/>
    <w:rsid w:val="00FB00BE"/>
    <w:rsid w:val="00FB29D8"/>
    <w:rsid w:val="00FB305B"/>
    <w:rsid w:val="00FB30DF"/>
    <w:rsid w:val="00FB3608"/>
    <w:rsid w:val="00FB37C8"/>
    <w:rsid w:val="00FB6883"/>
    <w:rsid w:val="00FC2556"/>
    <w:rsid w:val="00FC347D"/>
    <w:rsid w:val="00FC3893"/>
    <w:rsid w:val="00FC4DF4"/>
    <w:rsid w:val="00FC4E22"/>
    <w:rsid w:val="00FC53A9"/>
    <w:rsid w:val="00FC6DF0"/>
    <w:rsid w:val="00FC7B4B"/>
    <w:rsid w:val="00FD2951"/>
    <w:rsid w:val="00FD3B25"/>
    <w:rsid w:val="00FD4B8D"/>
    <w:rsid w:val="00FE004B"/>
    <w:rsid w:val="00FE0C46"/>
    <w:rsid w:val="00FE35D1"/>
    <w:rsid w:val="00FE524A"/>
    <w:rsid w:val="00FE5B2B"/>
    <w:rsid w:val="00FE5EA3"/>
    <w:rsid w:val="00FE7094"/>
    <w:rsid w:val="00FE7992"/>
    <w:rsid w:val="00FE7ACC"/>
    <w:rsid w:val="00FE7E16"/>
    <w:rsid w:val="00FF0016"/>
    <w:rsid w:val="00FF083B"/>
    <w:rsid w:val="00FF22A8"/>
    <w:rsid w:val="00FF3989"/>
    <w:rsid w:val="00FF4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12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1">
    <w:name w:val="Styl1"/>
    <w:basedOn w:val="Normal"/>
    <w:uiPriority w:val="99"/>
    <w:rsid w:val="004F0442"/>
    <w:pPr>
      <w:spacing w:after="0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BF21F6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5A596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5962"/>
    <w:rPr>
      <w:rFonts w:cs="Times New Roman"/>
    </w:rPr>
  </w:style>
  <w:style w:type="character" w:styleId="EndnoteReference">
    <w:name w:val="endnote reference"/>
    <w:basedOn w:val="DefaultParagraphFont"/>
    <w:uiPriority w:val="99"/>
    <w:semiHidden/>
    <w:rsid w:val="005A5962"/>
    <w:rPr>
      <w:rFonts w:cs="Times New Roman"/>
      <w:vertAlign w:val="superscript"/>
    </w:rPr>
  </w:style>
  <w:style w:type="paragraph" w:customStyle="1" w:styleId="Normal0">
    <w:name w:val="[Normal]"/>
    <w:uiPriority w:val="99"/>
    <w:rsid w:val="00993D5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EC541C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Domylnaczcionkaakapitu1">
    <w:name w:val="Domyślna czcionka akapitu1"/>
    <w:uiPriority w:val="99"/>
    <w:rsid w:val="000D6D35"/>
  </w:style>
  <w:style w:type="paragraph" w:styleId="BodyText">
    <w:name w:val="Body Text"/>
    <w:basedOn w:val="Normal"/>
    <w:link w:val="BodyTextChar"/>
    <w:uiPriority w:val="99"/>
    <w:rsid w:val="00F56486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56486"/>
    <w:rPr>
      <w:rFonts w:cs="Times New Roman"/>
      <w:sz w:val="24"/>
      <w:szCs w:val="24"/>
      <w:lang w:eastAsia="pl-PL"/>
    </w:rPr>
  </w:style>
  <w:style w:type="paragraph" w:styleId="NoSpacing">
    <w:name w:val="No Spacing"/>
    <w:uiPriority w:val="99"/>
    <w:qFormat/>
    <w:rsid w:val="00BF0F5C"/>
    <w:rPr>
      <w:rFonts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89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4</Pages>
  <Words>945</Words>
  <Characters>5673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brmsycow@outlook.com</cp:lastModifiedBy>
  <cp:revision>4</cp:revision>
  <cp:lastPrinted>2018-12-21T06:32:00Z</cp:lastPrinted>
  <dcterms:created xsi:type="dcterms:W3CDTF">2019-03-01T10:45:00Z</dcterms:created>
  <dcterms:modified xsi:type="dcterms:W3CDTF">2019-03-05T07:56:00Z</dcterms:modified>
</cp:coreProperties>
</file>