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FA3" w:rsidRDefault="00811FA3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</w:p>
    <w:p w:rsidR="00811FA3" w:rsidRPr="00F85CB2" w:rsidRDefault="00811FA3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</w:p>
    <w:p w:rsidR="00811FA3" w:rsidRPr="00F85CB2" w:rsidRDefault="00811FA3" w:rsidP="00515AA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UCHWAŁA NR XLVII/341/2018</w:t>
      </w:r>
    </w:p>
    <w:p w:rsidR="00811FA3" w:rsidRPr="00F85CB2" w:rsidRDefault="00811FA3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85CB2">
        <w:rPr>
          <w:rFonts w:ascii="Times New Roman" w:hAnsi="Times New Roman" w:cs="Times New Roman"/>
          <w:b/>
          <w:bCs/>
        </w:rPr>
        <w:t>RADY MIEJSK</w:t>
      </w:r>
      <w:r>
        <w:rPr>
          <w:rFonts w:ascii="Times New Roman" w:hAnsi="Times New Roman" w:cs="Times New Roman"/>
          <w:b/>
          <w:bCs/>
        </w:rPr>
        <w:t>IEJ W SYCOWIE</w:t>
      </w:r>
      <w:r>
        <w:rPr>
          <w:rFonts w:ascii="Times New Roman" w:hAnsi="Times New Roman" w:cs="Times New Roman"/>
          <w:b/>
          <w:bCs/>
        </w:rPr>
        <w:br/>
        <w:t>z dnia 28 marca 2018</w:t>
      </w:r>
      <w:r w:rsidRPr="00F85CB2">
        <w:rPr>
          <w:rFonts w:ascii="Times New Roman" w:hAnsi="Times New Roman" w:cs="Times New Roman"/>
          <w:b/>
          <w:bCs/>
        </w:rPr>
        <w:t xml:space="preserve"> r.</w:t>
      </w:r>
    </w:p>
    <w:p w:rsidR="00811FA3" w:rsidRPr="00F85CB2" w:rsidRDefault="00811FA3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w sprawie zmiany budżetu Miasta i Gminy Syców</w:t>
      </w:r>
    </w:p>
    <w:p w:rsidR="00811FA3" w:rsidRPr="00F85CB2" w:rsidRDefault="00811FA3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rok 2018</w:t>
      </w:r>
    </w:p>
    <w:p w:rsidR="00811FA3" w:rsidRDefault="00811FA3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Na podstawie art</w:t>
      </w:r>
      <w:r>
        <w:rPr>
          <w:rFonts w:ascii="Times New Roman" w:hAnsi="Times New Roman" w:cs="Times New Roman"/>
        </w:rPr>
        <w:t xml:space="preserve">.18 ust.2 pkt 4 oraz 58 ustawy </w:t>
      </w:r>
      <w:r w:rsidRPr="00F85CB2">
        <w:rPr>
          <w:rFonts w:ascii="Times New Roman" w:hAnsi="Times New Roman" w:cs="Times New Roman"/>
        </w:rPr>
        <w:t>z dnia 8 marca 1990 r.</w:t>
      </w:r>
      <w:r>
        <w:rPr>
          <w:rFonts w:ascii="Times New Roman" w:hAnsi="Times New Roman" w:cs="Times New Roman"/>
        </w:rPr>
        <w:t xml:space="preserve"> </w:t>
      </w:r>
      <w:r w:rsidRPr="00F85CB2">
        <w:rPr>
          <w:rFonts w:ascii="Times New Roman" w:hAnsi="Times New Roman" w:cs="Times New Roman"/>
        </w:rPr>
        <w:t>o samorząd</w:t>
      </w:r>
      <w:r>
        <w:rPr>
          <w:rFonts w:ascii="Times New Roman" w:hAnsi="Times New Roman" w:cs="Times New Roman"/>
        </w:rPr>
        <w:t>zie gminnym                (tj. Dz. U. z 2017 r. poz.1875 ze zm.</w:t>
      </w:r>
      <w:r w:rsidRPr="00F85CB2">
        <w:rPr>
          <w:rFonts w:ascii="Times New Roman" w:hAnsi="Times New Roman" w:cs="Times New Roman"/>
        </w:rPr>
        <w:t>) art. 212, art. 216 ust.2  pkt 5 ustawy z dnia 27 sierpnia 2009 r</w:t>
      </w:r>
      <w:r>
        <w:rPr>
          <w:rFonts w:ascii="Times New Roman" w:hAnsi="Times New Roman" w:cs="Times New Roman"/>
        </w:rPr>
        <w:t xml:space="preserve">. </w:t>
      </w:r>
      <w:r w:rsidRPr="00F85CB2">
        <w:rPr>
          <w:rFonts w:ascii="Times New Roman" w:hAnsi="Times New Roman" w:cs="Times New Roman"/>
        </w:rPr>
        <w:t xml:space="preserve"> o finansac</w:t>
      </w:r>
      <w:r>
        <w:rPr>
          <w:rFonts w:ascii="Times New Roman" w:hAnsi="Times New Roman" w:cs="Times New Roman"/>
        </w:rPr>
        <w:t xml:space="preserve">h publicznych (tj. Dz. U. z 2017 r., poz.2077 ) Rada Miejska </w:t>
      </w:r>
      <w:r w:rsidRPr="00F85CB2">
        <w:rPr>
          <w:rFonts w:ascii="Times New Roman" w:hAnsi="Times New Roman" w:cs="Times New Roman"/>
        </w:rPr>
        <w:t>w  Sycowie uchwala  co następuje:</w:t>
      </w:r>
    </w:p>
    <w:p w:rsidR="00811FA3" w:rsidRDefault="00811FA3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1FA3" w:rsidRPr="00F85CB2" w:rsidRDefault="00811FA3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1FA3" w:rsidRDefault="00811FA3" w:rsidP="00C75A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§ 1.</w:t>
      </w:r>
    </w:p>
    <w:p w:rsidR="00811FA3" w:rsidRDefault="00811FA3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1FA3" w:rsidRPr="00F85CB2" w:rsidRDefault="00811FA3" w:rsidP="00C75A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 W  załączniku  nr 1</w:t>
      </w:r>
      <w:r w:rsidRPr="00F85CB2">
        <w:rPr>
          <w:rFonts w:ascii="Times New Roman" w:hAnsi="Times New Roman" w:cs="Times New Roman"/>
        </w:rPr>
        <w:t xml:space="preserve"> do uchwały Rady Mi</w:t>
      </w:r>
      <w:r>
        <w:rPr>
          <w:rFonts w:ascii="Times New Roman" w:hAnsi="Times New Roman" w:cs="Times New Roman"/>
        </w:rPr>
        <w:t xml:space="preserve">ejskiej w Sycowie  nr  XLIV/321/2017 z dnia 21 grudnia  2017 r. pn." Dochody </w:t>
      </w:r>
      <w:r w:rsidRPr="00F85CB2">
        <w:rPr>
          <w:rFonts w:ascii="Times New Roman" w:hAnsi="Times New Roman" w:cs="Times New Roman"/>
        </w:rPr>
        <w:t>budżetu Miasta</w:t>
      </w:r>
      <w:r>
        <w:rPr>
          <w:rFonts w:ascii="Times New Roman" w:hAnsi="Times New Roman" w:cs="Times New Roman"/>
        </w:rPr>
        <w:t xml:space="preserve"> i Gminy Syców na rok 2018</w:t>
      </w:r>
      <w:r w:rsidRPr="00F85CB2">
        <w:rPr>
          <w:rFonts w:ascii="Times New Roman" w:hAnsi="Times New Roman" w:cs="Times New Roman"/>
        </w:rPr>
        <w:t xml:space="preserve">" wprowadza się zmiany jak </w:t>
      </w:r>
      <w:r>
        <w:rPr>
          <w:rFonts w:ascii="Times New Roman" w:hAnsi="Times New Roman" w:cs="Times New Roman"/>
        </w:rPr>
        <w:t xml:space="preserve">                  w załączniku nr 1</w:t>
      </w:r>
      <w:r w:rsidRPr="00F85CB2">
        <w:rPr>
          <w:rFonts w:ascii="Times New Roman" w:hAnsi="Times New Roman" w:cs="Times New Roman"/>
        </w:rPr>
        <w:t xml:space="preserve"> do niniejszej uchwały.   </w:t>
      </w:r>
    </w:p>
    <w:p w:rsidR="00811FA3" w:rsidRPr="00F85CB2" w:rsidRDefault="00811FA3" w:rsidP="00C75A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Plan dochodów</w:t>
      </w:r>
      <w:r w:rsidRPr="00F85CB2">
        <w:rPr>
          <w:rFonts w:ascii="Times New Roman" w:hAnsi="Times New Roman" w:cs="Times New Roman"/>
        </w:rPr>
        <w:t xml:space="preserve"> Miasta i Gminy po zmianie wynosi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                         </w:t>
      </w:r>
      <w:r>
        <w:rPr>
          <w:rFonts w:ascii="Times New Roman" w:hAnsi="Times New Roman" w:cs="Times New Roman"/>
        </w:rPr>
        <w:t>63 308 802,25</w:t>
      </w:r>
      <w:r w:rsidRPr="00F85CB2">
        <w:rPr>
          <w:rFonts w:ascii="Times New Roman" w:hAnsi="Times New Roman" w:cs="Times New Roman"/>
        </w:rPr>
        <w:t xml:space="preserve"> zł</w:t>
      </w:r>
    </w:p>
    <w:p w:rsidR="00811FA3" w:rsidRPr="00F85CB2" w:rsidRDefault="00811FA3" w:rsidP="00C75A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    w tym:</w:t>
      </w:r>
    </w:p>
    <w:p w:rsidR="00811FA3" w:rsidRPr="00F85CB2" w:rsidRDefault="00811FA3" w:rsidP="00C75A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</w:t>
      </w:r>
      <w:r w:rsidRPr="00F85CB2">
        <w:rPr>
          <w:rFonts w:ascii="Times New Roman" w:hAnsi="Times New Roman" w:cs="Times New Roman"/>
        </w:rPr>
        <w:t xml:space="preserve"> bieżące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            </w:t>
      </w:r>
      <w:r>
        <w:rPr>
          <w:rFonts w:ascii="Times New Roman" w:hAnsi="Times New Roman" w:cs="Times New Roman"/>
        </w:rPr>
        <w:t>59 186 917,25</w:t>
      </w:r>
      <w:r w:rsidRPr="00F85CB2">
        <w:rPr>
          <w:rFonts w:ascii="Times New Roman" w:hAnsi="Times New Roman" w:cs="Times New Roman"/>
        </w:rPr>
        <w:t xml:space="preserve"> zł</w:t>
      </w:r>
    </w:p>
    <w:p w:rsidR="00811FA3" w:rsidRPr="00F85CB2" w:rsidRDefault="00811FA3" w:rsidP="00C75A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</w:t>
      </w:r>
      <w:r w:rsidRPr="00F85CB2">
        <w:rPr>
          <w:rFonts w:ascii="Times New Roman" w:hAnsi="Times New Roman" w:cs="Times New Roman"/>
        </w:rPr>
        <w:t xml:space="preserve"> majątkowe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                 </w:t>
      </w:r>
      <w:r>
        <w:rPr>
          <w:rFonts w:ascii="Times New Roman" w:hAnsi="Times New Roman" w:cs="Times New Roman"/>
        </w:rPr>
        <w:t xml:space="preserve">                      4 121 885</w:t>
      </w:r>
      <w:r w:rsidRPr="00F85CB2">
        <w:rPr>
          <w:rFonts w:ascii="Times New Roman" w:hAnsi="Times New Roman" w:cs="Times New Roman"/>
        </w:rPr>
        <w:t>,00 zł</w:t>
      </w:r>
    </w:p>
    <w:p w:rsidR="00811FA3" w:rsidRPr="00F85CB2" w:rsidRDefault="00811FA3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</w:t>
      </w:r>
    </w:p>
    <w:p w:rsidR="00811FA3" w:rsidRPr="00F85CB2" w:rsidRDefault="00811FA3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 W  załączniku  nr 2</w:t>
      </w:r>
      <w:r w:rsidRPr="00F85CB2">
        <w:rPr>
          <w:rFonts w:ascii="Times New Roman" w:hAnsi="Times New Roman" w:cs="Times New Roman"/>
        </w:rPr>
        <w:t xml:space="preserve"> do uchwały Rady Mi</w:t>
      </w:r>
      <w:r>
        <w:rPr>
          <w:rFonts w:ascii="Times New Roman" w:hAnsi="Times New Roman" w:cs="Times New Roman"/>
        </w:rPr>
        <w:t>ejskiej w Sycowie  nr  XLIV/321/2017 z dnia 21 grudnia  2017 r</w:t>
      </w:r>
      <w:r w:rsidRPr="00F85CB2">
        <w:rPr>
          <w:rFonts w:ascii="Times New Roman" w:hAnsi="Times New Roman" w:cs="Times New Roman"/>
        </w:rPr>
        <w:t>. pn." Wydatki budżetu Miasta</w:t>
      </w:r>
      <w:r>
        <w:rPr>
          <w:rFonts w:ascii="Times New Roman" w:hAnsi="Times New Roman" w:cs="Times New Roman"/>
        </w:rPr>
        <w:t xml:space="preserve"> i Gminy Syców na rok 2018</w:t>
      </w:r>
      <w:r w:rsidRPr="00F85CB2">
        <w:rPr>
          <w:rFonts w:ascii="Times New Roman" w:hAnsi="Times New Roman" w:cs="Times New Roman"/>
        </w:rPr>
        <w:t xml:space="preserve">" wprowadza się zmiany jak </w:t>
      </w:r>
      <w:r>
        <w:rPr>
          <w:rFonts w:ascii="Times New Roman" w:hAnsi="Times New Roman" w:cs="Times New Roman"/>
        </w:rPr>
        <w:t xml:space="preserve">                  w załączniku nr 2</w:t>
      </w:r>
      <w:r w:rsidRPr="00F85CB2">
        <w:rPr>
          <w:rFonts w:ascii="Times New Roman" w:hAnsi="Times New Roman" w:cs="Times New Roman"/>
        </w:rPr>
        <w:t xml:space="preserve"> do niniejszej uchwały.   </w:t>
      </w:r>
    </w:p>
    <w:p w:rsidR="00811FA3" w:rsidRPr="00F85CB2" w:rsidRDefault="00811FA3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F85CB2">
        <w:rPr>
          <w:rFonts w:ascii="Times New Roman" w:hAnsi="Times New Roman" w:cs="Times New Roman"/>
        </w:rPr>
        <w:t xml:space="preserve">. Plan wydatków Miasta i Gminy po zmianie wynosi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                         </w:t>
      </w:r>
      <w:r>
        <w:rPr>
          <w:rFonts w:ascii="Times New Roman" w:hAnsi="Times New Roman" w:cs="Times New Roman"/>
        </w:rPr>
        <w:t>65 920 220,35</w:t>
      </w:r>
      <w:r w:rsidRPr="00F85CB2">
        <w:rPr>
          <w:rFonts w:ascii="Times New Roman" w:hAnsi="Times New Roman" w:cs="Times New Roman"/>
        </w:rPr>
        <w:t xml:space="preserve"> zł</w:t>
      </w:r>
    </w:p>
    <w:p w:rsidR="00811FA3" w:rsidRPr="00F85CB2" w:rsidRDefault="00811FA3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    w tym:</w:t>
      </w:r>
    </w:p>
    <w:p w:rsidR="00811FA3" w:rsidRPr="00F85CB2" w:rsidRDefault="00811FA3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- wydatki bieżące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            </w:t>
      </w:r>
      <w:r>
        <w:rPr>
          <w:rFonts w:ascii="Times New Roman" w:hAnsi="Times New Roman" w:cs="Times New Roman"/>
        </w:rPr>
        <w:t>54 812 014,35</w:t>
      </w:r>
      <w:r w:rsidRPr="00F85CB2">
        <w:rPr>
          <w:rFonts w:ascii="Times New Roman" w:hAnsi="Times New Roman" w:cs="Times New Roman"/>
        </w:rPr>
        <w:t xml:space="preserve"> zł</w:t>
      </w:r>
    </w:p>
    <w:p w:rsidR="00811FA3" w:rsidRDefault="00811FA3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- wydatki majątkowe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                 </w:t>
      </w:r>
      <w:r>
        <w:rPr>
          <w:rFonts w:ascii="Times New Roman" w:hAnsi="Times New Roman" w:cs="Times New Roman"/>
        </w:rPr>
        <w:t xml:space="preserve">                     11 108 206</w:t>
      </w:r>
      <w:r w:rsidRPr="00F85CB2">
        <w:rPr>
          <w:rFonts w:ascii="Times New Roman" w:hAnsi="Times New Roman" w:cs="Times New Roman"/>
        </w:rPr>
        <w:t>,00 zł</w:t>
      </w:r>
    </w:p>
    <w:p w:rsidR="00811FA3" w:rsidRPr="00F85CB2" w:rsidRDefault="00811FA3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1FA3" w:rsidRPr="00F85CB2" w:rsidRDefault="00811FA3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1FA3" w:rsidRDefault="00811FA3" w:rsidP="007B41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2</w:t>
      </w:r>
      <w:r w:rsidRPr="00F85CB2">
        <w:rPr>
          <w:rFonts w:ascii="Times New Roman" w:hAnsi="Times New Roman" w:cs="Times New Roman"/>
        </w:rPr>
        <w:t>.</w:t>
      </w:r>
    </w:p>
    <w:p w:rsidR="00811FA3" w:rsidRPr="00CE2219" w:rsidRDefault="00811FA3" w:rsidP="00B94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CE2219">
        <w:rPr>
          <w:rFonts w:ascii="Times New Roman" w:hAnsi="Times New Roman" w:cs="Times New Roman"/>
        </w:rPr>
        <w:t>Zwiększa się przychody budżetu gminy z tytuł</w:t>
      </w:r>
      <w:r>
        <w:rPr>
          <w:rFonts w:ascii="Times New Roman" w:hAnsi="Times New Roman" w:cs="Times New Roman"/>
        </w:rPr>
        <w:t xml:space="preserve">u wolnych środków, o których mowa                              w </w:t>
      </w:r>
      <w:r w:rsidRPr="00CE2219">
        <w:rPr>
          <w:rFonts w:ascii="Times New Roman" w:hAnsi="Times New Roman" w:cs="Times New Roman"/>
        </w:rPr>
        <w:t xml:space="preserve">art.217 ust.2 pkt 6 ustawy o finansach  publicznych o kwotę 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     </w:t>
      </w:r>
      <w:r w:rsidRPr="00CE2219">
        <w:rPr>
          <w:rFonts w:ascii="Times New Roman" w:hAnsi="Times New Roman" w:cs="Times New Roman"/>
        </w:rPr>
        <w:tab/>
        <w:t xml:space="preserve">     </w:t>
      </w:r>
      <w:r>
        <w:rPr>
          <w:rFonts w:ascii="Times New Roman" w:hAnsi="Times New Roman" w:cs="Times New Roman"/>
        </w:rPr>
        <w:t xml:space="preserve">               547 418,1</w:t>
      </w:r>
      <w:r w:rsidRPr="00CE2219">
        <w:rPr>
          <w:rFonts w:ascii="Times New Roman" w:hAnsi="Times New Roman" w:cs="Times New Roman"/>
        </w:rPr>
        <w:t>0 zł</w:t>
      </w:r>
    </w:p>
    <w:p w:rsidR="00811FA3" w:rsidRPr="00CE2219" w:rsidRDefault="00811FA3" w:rsidP="00B94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 xml:space="preserve"> </w:t>
      </w:r>
      <w:r w:rsidRPr="00CE2219">
        <w:rPr>
          <w:rFonts w:ascii="Times New Roman" w:hAnsi="Times New Roman" w:cs="Times New Roman"/>
        </w:rPr>
        <w:t xml:space="preserve">Łączna kwota przychodów wyniesie 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 xml:space="preserve">               5 611 418,10</w:t>
      </w:r>
      <w:r w:rsidRPr="00CE2219">
        <w:rPr>
          <w:rFonts w:ascii="Times New Roman" w:hAnsi="Times New Roman" w:cs="Times New Roman"/>
        </w:rPr>
        <w:t xml:space="preserve"> zł</w:t>
      </w:r>
    </w:p>
    <w:p w:rsidR="00811FA3" w:rsidRPr="00CE2219" w:rsidRDefault="00811FA3" w:rsidP="00B94294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3.  Łączna kwota rozchodów  wynosi                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                           </w:t>
      </w:r>
      <w:r>
        <w:rPr>
          <w:rFonts w:ascii="Times New Roman" w:hAnsi="Times New Roman" w:cs="Times New Roman"/>
        </w:rPr>
        <w:t xml:space="preserve">  3 0</w:t>
      </w:r>
      <w:r w:rsidRPr="00CE2219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 xml:space="preserve"> 000</w:t>
      </w:r>
      <w:r w:rsidRPr="00CE2219">
        <w:rPr>
          <w:rFonts w:ascii="Times New Roman" w:hAnsi="Times New Roman" w:cs="Times New Roman"/>
        </w:rPr>
        <w:t xml:space="preserve">,00 zł </w:t>
      </w:r>
    </w:p>
    <w:p w:rsidR="00811FA3" w:rsidRPr="00CE2219" w:rsidRDefault="00811FA3" w:rsidP="00B94294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 xml:space="preserve">  </w:t>
      </w:r>
      <w:r w:rsidRPr="00CE2219">
        <w:rPr>
          <w:rFonts w:ascii="Times New Roman" w:hAnsi="Times New Roman" w:cs="Times New Roman"/>
        </w:rPr>
        <w:t xml:space="preserve">Różnica między dochodami i wydatkami stanowi  deficyt  w wysokości                       </w:t>
      </w:r>
      <w:r>
        <w:rPr>
          <w:rFonts w:ascii="Times New Roman" w:hAnsi="Times New Roman" w:cs="Times New Roman"/>
        </w:rPr>
        <w:t xml:space="preserve">   2 611 418,10</w:t>
      </w:r>
      <w:r w:rsidRPr="00CE2219">
        <w:rPr>
          <w:rFonts w:ascii="Times New Roman" w:hAnsi="Times New Roman" w:cs="Times New Roman"/>
        </w:rPr>
        <w:t xml:space="preserve"> zł </w:t>
      </w:r>
    </w:p>
    <w:p w:rsidR="00811FA3" w:rsidRPr="00585315" w:rsidRDefault="00811FA3" w:rsidP="0058531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5</w:t>
      </w:r>
      <w:r w:rsidRPr="00585315">
        <w:rPr>
          <w:rFonts w:ascii="Times New Roman" w:hAnsi="Times New Roman" w:cs="Times New Roman"/>
        </w:rPr>
        <w:t>.  Zwiększa się def</w:t>
      </w:r>
      <w:r>
        <w:rPr>
          <w:rFonts w:ascii="Times New Roman" w:hAnsi="Times New Roman" w:cs="Times New Roman"/>
        </w:rPr>
        <w:t>icyt budżetowy o kwotę 611 418,10</w:t>
      </w:r>
      <w:r w:rsidRPr="00585315">
        <w:rPr>
          <w:rFonts w:ascii="Times New Roman" w:hAnsi="Times New Roman" w:cs="Times New Roman"/>
        </w:rPr>
        <w:t xml:space="preserve"> zł. Źródłem sfinansowania zwiększonego</w:t>
      </w:r>
    </w:p>
    <w:p w:rsidR="00811FA3" w:rsidRPr="00585315" w:rsidRDefault="00811FA3" w:rsidP="0058531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85315">
        <w:rPr>
          <w:rFonts w:ascii="Times New Roman" w:hAnsi="Times New Roman" w:cs="Times New Roman"/>
        </w:rPr>
        <w:t xml:space="preserve">    deficytu są wolne środki, o których mowa w art.217 ust.2 pkt 6 ustawy o finansach</w:t>
      </w:r>
      <w:r>
        <w:rPr>
          <w:rFonts w:ascii="Times New Roman" w:hAnsi="Times New Roman" w:cs="Times New Roman"/>
        </w:rPr>
        <w:t xml:space="preserve"> </w:t>
      </w:r>
      <w:r w:rsidRPr="00585315">
        <w:rPr>
          <w:rFonts w:ascii="Times New Roman" w:hAnsi="Times New Roman" w:cs="Times New Roman"/>
        </w:rPr>
        <w:t>publicznych.</w:t>
      </w:r>
    </w:p>
    <w:p w:rsidR="00811FA3" w:rsidRDefault="00811FA3" w:rsidP="00C75A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11FA3" w:rsidRDefault="00811FA3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3</w:t>
      </w:r>
      <w:r w:rsidRPr="00F85CB2">
        <w:rPr>
          <w:rFonts w:ascii="Times New Roman" w:hAnsi="Times New Roman" w:cs="Times New Roman"/>
        </w:rPr>
        <w:t>.</w:t>
      </w:r>
    </w:p>
    <w:p w:rsidR="00811FA3" w:rsidRDefault="00811FA3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11FA3" w:rsidRPr="00CE2219" w:rsidRDefault="00811FA3" w:rsidP="00B94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Załącznik nr  3 uchwały Rady Mi</w:t>
      </w:r>
      <w:r>
        <w:rPr>
          <w:rFonts w:ascii="Times New Roman" w:hAnsi="Times New Roman" w:cs="Times New Roman"/>
        </w:rPr>
        <w:t>ejskiej w Sycowie  nr  XLIV/3212017 z dnia 21 grudnia 2017</w:t>
      </w:r>
      <w:r w:rsidRPr="00CE2219">
        <w:rPr>
          <w:rFonts w:ascii="Times New Roman" w:hAnsi="Times New Roman" w:cs="Times New Roman"/>
        </w:rPr>
        <w:t xml:space="preserve"> r. pn."Plan przychodów i rozchodów budżetu </w:t>
      </w:r>
      <w:r>
        <w:rPr>
          <w:rFonts w:ascii="Times New Roman" w:hAnsi="Times New Roman" w:cs="Times New Roman"/>
        </w:rPr>
        <w:t>Miasta i Gminy Syców na rok 2018</w:t>
      </w:r>
      <w:r w:rsidRPr="00CE2219">
        <w:rPr>
          <w:rFonts w:ascii="Times New Roman" w:hAnsi="Times New Roman" w:cs="Times New Roman"/>
        </w:rPr>
        <w:t>" otr</w:t>
      </w:r>
      <w:r>
        <w:rPr>
          <w:rFonts w:ascii="Times New Roman" w:hAnsi="Times New Roman" w:cs="Times New Roman"/>
        </w:rPr>
        <w:t xml:space="preserve">zymuje brzmienie załącznika    nr 3 </w:t>
      </w:r>
      <w:r w:rsidRPr="00CE2219">
        <w:rPr>
          <w:rFonts w:ascii="Times New Roman" w:hAnsi="Times New Roman" w:cs="Times New Roman"/>
        </w:rPr>
        <w:t>do niniejszej uchwały.</w:t>
      </w:r>
    </w:p>
    <w:p w:rsidR="00811FA3" w:rsidRDefault="00811FA3" w:rsidP="00C75A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11FA3" w:rsidRDefault="00811FA3" w:rsidP="00C75A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11FA3" w:rsidRPr="00F85CB2" w:rsidRDefault="00811FA3" w:rsidP="009E39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4.</w:t>
      </w:r>
    </w:p>
    <w:p w:rsidR="00811FA3" w:rsidRDefault="00811FA3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Załącznik nr 4 do uchwały Rady Mi</w:t>
      </w:r>
      <w:r>
        <w:rPr>
          <w:rFonts w:ascii="Times New Roman" w:hAnsi="Times New Roman" w:cs="Times New Roman"/>
        </w:rPr>
        <w:t>ejskiej w Sycowie nr XLIV/321/2017 z dnia 21 grudnia 2017 r.         pn.</w:t>
      </w:r>
      <w:r w:rsidRPr="00F85CB2">
        <w:rPr>
          <w:rFonts w:ascii="Times New Roman" w:hAnsi="Times New Roman" w:cs="Times New Roman"/>
        </w:rPr>
        <w:t>"Wykaz wydatków majątkowych oraz za</w:t>
      </w:r>
      <w:r>
        <w:rPr>
          <w:rFonts w:ascii="Times New Roman" w:hAnsi="Times New Roman" w:cs="Times New Roman"/>
        </w:rPr>
        <w:t>dań inwestycyjnych na rok 2018</w:t>
      </w:r>
      <w:r w:rsidRPr="00F85CB2">
        <w:rPr>
          <w:rFonts w:ascii="Times New Roman" w:hAnsi="Times New Roman" w:cs="Times New Roman"/>
        </w:rPr>
        <w:t>" otr</w:t>
      </w:r>
      <w:r>
        <w:rPr>
          <w:rFonts w:ascii="Times New Roman" w:hAnsi="Times New Roman" w:cs="Times New Roman"/>
        </w:rPr>
        <w:t>zymuje brzmienie załącznika nr 4</w:t>
      </w:r>
      <w:r w:rsidRPr="00F85CB2">
        <w:rPr>
          <w:rFonts w:ascii="Times New Roman" w:hAnsi="Times New Roman" w:cs="Times New Roman"/>
        </w:rPr>
        <w:t xml:space="preserve"> do niniejszej uchwały.</w:t>
      </w:r>
    </w:p>
    <w:p w:rsidR="00811FA3" w:rsidRPr="00F85CB2" w:rsidRDefault="00811FA3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1FA3" w:rsidRPr="00F85CB2" w:rsidRDefault="00811FA3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5</w:t>
      </w:r>
      <w:r w:rsidRPr="00F85CB2">
        <w:rPr>
          <w:rFonts w:ascii="Times New Roman" w:hAnsi="Times New Roman" w:cs="Times New Roman"/>
        </w:rPr>
        <w:t>.</w:t>
      </w:r>
    </w:p>
    <w:p w:rsidR="00811FA3" w:rsidRPr="00F85CB2" w:rsidRDefault="00811FA3" w:rsidP="007C0A1A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Załącznik nr 5 do uchwały Rady Miejski</w:t>
      </w:r>
      <w:r>
        <w:rPr>
          <w:rFonts w:ascii="Times New Roman" w:hAnsi="Times New Roman" w:cs="Times New Roman"/>
          <w:sz w:val="22"/>
          <w:szCs w:val="22"/>
        </w:rPr>
        <w:t>ej w Sycowie nr XLIV/321/2017 z dnia 21 grudnia 2017</w:t>
      </w:r>
      <w:r w:rsidRPr="00F85CB2">
        <w:rPr>
          <w:rFonts w:ascii="Times New Roman" w:hAnsi="Times New Roman" w:cs="Times New Roman"/>
          <w:sz w:val="22"/>
          <w:szCs w:val="22"/>
        </w:rPr>
        <w:t xml:space="preserve"> r.  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F85CB2">
        <w:rPr>
          <w:rFonts w:ascii="Times New Roman" w:hAnsi="Times New Roman" w:cs="Times New Roman"/>
          <w:sz w:val="22"/>
          <w:szCs w:val="22"/>
        </w:rPr>
        <w:t xml:space="preserve"> pn. " Dotacje z budżetu Miasta i Gminy w Sycowie " otr</w:t>
      </w:r>
      <w:r>
        <w:rPr>
          <w:rFonts w:ascii="Times New Roman" w:hAnsi="Times New Roman" w:cs="Times New Roman"/>
          <w:sz w:val="22"/>
          <w:szCs w:val="22"/>
        </w:rPr>
        <w:t>zymuje brzmienie załącznika nr 5</w:t>
      </w:r>
      <w:r w:rsidRPr="00F85CB2">
        <w:rPr>
          <w:rFonts w:ascii="Times New Roman" w:hAnsi="Times New Roman" w:cs="Times New Roman"/>
          <w:sz w:val="22"/>
          <w:szCs w:val="22"/>
        </w:rPr>
        <w:t xml:space="preserve"> do niniejszej uchwały.</w:t>
      </w:r>
    </w:p>
    <w:p w:rsidR="00811FA3" w:rsidRPr="00F85CB2" w:rsidRDefault="00811FA3" w:rsidP="007C0A1A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811FA3" w:rsidRPr="00F85CB2" w:rsidRDefault="00811FA3" w:rsidP="00355609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§ 6</w:t>
      </w:r>
      <w:r w:rsidRPr="00F85CB2">
        <w:rPr>
          <w:rFonts w:ascii="Times New Roman" w:hAnsi="Times New Roman" w:cs="Times New Roman"/>
          <w:sz w:val="22"/>
          <w:szCs w:val="22"/>
        </w:rPr>
        <w:t>.</w:t>
      </w:r>
    </w:p>
    <w:p w:rsidR="00811FA3" w:rsidRPr="00F85CB2" w:rsidRDefault="00811FA3" w:rsidP="00355609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Ustala się  kwotę dotacji udzielonych z budż</w:t>
      </w:r>
      <w:r>
        <w:rPr>
          <w:rFonts w:ascii="Times New Roman" w:hAnsi="Times New Roman" w:cs="Times New Roman"/>
          <w:sz w:val="22"/>
          <w:szCs w:val="22"/>
        </w:rPr>
        <w:t>etu gminy w wysokości  3 024 115</w:t>
      </w:r>
      <w:r w:rsidRPr="00F85CB2">
        <w:rPr>
          <w:rFonts w:ascii="Times New Roman" w:hAnsi="Times New Roman" w:cs="Times New Roman"/>
          <w:sz w:val="22"/>
          <w:szCs w:val="22"/>
        </w:rPr>
        <w:t xml:space="preserve"> zł, zgodnie z załącznikiem nr 5 do niniejszej uchwały, w tym;</w:t>
      </w:r>
    </w:p>
    <w:p w:rsidR="00811FA3" w:rsidRPr="00F85CB2" w:rsidRDefault="00811FA3" w:rsidP="00355609">
      <w:pPr>
        <w:pStyle w:val="Styl1"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85CB2">
        <w:rPr>
          <w:rFonts w:ascii="Times New Roman" w:hAnsi="Times New Roman" w:cs="Times New Roman"/>
          <w:sz w:val="22"/>
          <w:szCs w:val="22"/>
        </w:rPr>
        <w:t>Dotacja przedmiotowa 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            408 000</w:t>
      </w:r>
      <w:r w:rsidRPr="00F85CB2">
        <w:rPr>
          <w:rFonts w:ascii="Times New Roman" w:hAnsi="Times New Roman" w:cs="Times New Roman"/>
          <w:sz w:val="22"/>
          <w:szCs w:val="22"/>
        </w:rPr>
        <w:t xml:space="preserve"> zł,</w:t>
      </w:r>
    </w:p>
    <w:p w:rsidR="00811FA3" w:rsidRPr="00F85CB2" w:rsidRDefault="00811FA3" w:rsidP="00355609">
      <w:pPr>
        <w:pStyle w:val="Styl1"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Dotacja podmiotowa  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         1 554 015</w:t>
      </w:r>
      <w:r w:rsidRPr="00F85CB2">
        <w:rPr>
          <w:rFonts w:ascii="Times New Roman" w:hAnsi="Times New Roman" w:cs="Times New Roman"/>
          <w:sz w:val="22"/>
          <w:szCs w:val="22"/>
        </w:rPr>
        <w:t xml:space="preserve"> zł,</w:t>
      </w:r>
    </w:p>
    <w:p w:rsidR="00811FA3" w:rsidRPr="00F85CB2" w:rsidRDefault="00811FA3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firstLine="348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w tym:</w:t>
      </w:r>
    </w:p>
    <w:p w:rsidR="00811FA3" w:rsidRPr="00F85CB2" w:rsidRDefault="00811FA3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ab/>
        <w:t xml:space="preserve">- dla samorządowych instytucji kultury w wysokości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1 030 250</w:t>
      </w:r>
      <w:r w:rsidRPr="00F85CB2">
        <w:rPr>
          <w:rFonts w:ascii="Times New Roman" w:hAnsi="Times New Roman" w:cs="Times New Roman"/>
          <w:sz w:val="22"/>
          <w:szCs w:val="22"/>
        </w:rPr>
        <w:t xml:space="preserve"> zł,</w:t>
      </w:r>
    </w:p>
    <w:p w:rsidR="00811FA3" w:rsidRPr="00F85CB2" w:rsidRDefault="00811FA3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3.    Dotacja celowa  dla jednostek zaliczanych do sektora finansów</w:t>
      </w:r>
    </w:p>
    <w:p w:rsidR="00811FA3" w:rsidRPr="00F85CB2" w:rsidRDefault="00811FA3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 publicznych</w:t>
      </w:r>
      <w:r w:rsidRPr="00F85CB2">
        <w:rPr>
          <w:rFonts w:ascii="Times New Roman" w:hAnsi="Times New Roman" w:cs="Times New Roman"/>
          <w:sz w:val="22"/>
          <w:szCs w:val="22"/>
        </w:rPr>
        <w:tab/>
        <w:t>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                         343 6</w:t>
      </w:r>
      <w:r w:rsidRPr="00F85CB2">
        <w:rPr>
          <w:rFonts w:ascii="Times New Roman" w:hAnsi="Times New Roman" w:cs="Times New Roman"/>
          <w:sz w:val="22"/>
          <w:szCs w:val="22"/>
        </w:rPr>
        <w:t>00 zł</w:t>
      </w:r>
    </w:p>
    <w:p w:rsidR="00811FA3" w:rsidRPr="00F85CB2" w:rsidRDefault="00811FA3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firstLine="348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w tym:</w:t>
      </w:r>
    </w:p>
    <w:p w:rsidR="00811FA3" w:rsidRPr="00F85CB2" w:rsidRDefault="00811FA3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ab/>
        <w:t xml:space="preserve">- dla samorządowych instytucji kultury w wysokości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273 6</w:t>
      </w:r>
      <w:r w:rsidRPr="00F85CB2">
        <w:rPr>
          <w:rFonts w:ascii="Times New Roman" w:hAnsi="Times New Roman" w:cs="Times New Roman"/>
          <w:sz w:val="22"/>
          <w:szCs w:val="22"/>
        </w:rPr>
        <w:t>00 zł</w:t>
      </w:r>
    </w:p>
    <w:p w:rsidR="00811FA3" w:rsidRPr="00F85CB2" w:rsidRDefault="00811FA3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- dla MOSiR      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70</w:t>
      </w:r>
      <w:r w:rsidRPr="00F85CB2">
        <w:rPr>
          <w:rFonts w:ascii="Times New Roman" w:hAnsi="Times New Roman" w:cs="Times New Roman"/>
          <w:sz w:val="22"/>
          <w:szCs w:val="22"/>
        </w:rPr>
        <w:t xml:space="preserve"> 000 zł</w:t>
      </w:r>
    </w:p>
    <w:p w:rsidR="00811FA3" w:rsidRPr="00F85CB2" w:rsidRDefault="00811FA3" w:rsidP="00355609">
      <w:pPr>
        <w:pStyle w:val="Styl1"/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4    Dotacja na realizację  zadań publicznych zleconych  podmiotom</w:t>
      </w:r>
    </w:p>
    <w:p w:rsidR="00811FA3" w:rsidRPr="00F85CB2" w:rsidRDefault="00811FA3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niezaliczanym  do sektora   finansów publicznych i niedziałających w celu</w:t>
      </w:r>
    </w:p>
    <w:p w:rsidR="00811FA3" w:rsidRPr="00F85CB2" w:rsidRDefault="00811FA3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osiągnięcia zysków 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  <w:t xml:space="preserve">           </w:t>
      </w:r>
      <w:r>
        <w:rPr>
          <w:rFonts w:ascii="Times New Roman" w:hAnsi="Times New Roman" w:cs="Times New Roman"/>
          <w:sz w:val="22"/>
          <w:szCs w:val="22"/>
        </w:rPr>
        <w:t xml:space="preserve">658 500 </w:t>
      </w:r>
      <w:r w:rsidRPr="00F85CB2">
        <w:rPr>
          <w:rFonts w:ascii="Times New Roman" w:hAnsi="Times New Roman" w:cs="Times New Roman"/>
          <w:sz w:val="22"/>
          <w:szCs w:val="22"/>
        </w:rPr>
        <w:t>zł,</w:t>
      </w:r>
    </w:p>
    <w:p w:rsidR="00811FA3" w:rsidRPr="00F85CB2" w:rsidRDefault="00811FA3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5.  Dotacji celowej na pomoc finansową dla Powiatu Oleśnickiego w </w:t>
      </w:r>
      <w:r>
        <w:rPr>
          <w:rFonts w:ascii="Times New Roman" w:hAnsi="Times New Roman" w:cs="Times New Roman"/>
          <w:sz w:val="22"/>
          <w:szCs w:val="22"/>
        </w:rPr>
        <w:t>kwocie                       150</w:t>
      </w:r>
      <w:r w:rsidRPr="00F85CB2">
        <w:rPr>
          <w:rFonts w:ascii="Times New Roman" w:hAnsi="Times New Roman" w:cs="Times New Roman"/>
          <w:sz w:val="22"/>
          <w:szCs w:val="22"/>
        </w:rPr>
        <w:t xml:space="preserve"> 000 zł.</w:t>
      </w:r>
    </w:p>
    <w:p w:rsidR="00811FA3" w:rsidRPr="00F85CB2" w:rsidRDefault="00811FA3" w:rsidP="00C2502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</w:p>
    <w:p w:rsidR="00811FA3" w:rsidRDefault="00811FA3" w:rsidP="00C75A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75AA4">
        <w:rPr>
          <w:rFonts w:ascii="Times New Roman" w:hAnsi="Times New Roman" w:cs="Times New Roman"/>
        </w:rPr>
        <w:t xml:space="preserve"> </w:t>
      </w:r>
    </w:p>
    <w:p w:rsidR="00811FA3" w:rsidRDefault="00811FA3" w:rsidP="00C75A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7</w:t>
      </w:r>
      <w:r w:rsidRPr="00F85CB2">
        <w:rPr>
          <w:rFonts w:ascii="Times New Roman" w:hAnsi="Times New Roman" w:cs="Times New Roman"/>
        </w:rPr>
        <w:t>.</w:t>
      </w:r>
    </w:p>
    <w:p w:rsidR="00811FA3" w:rsidRPr="002751F6" w:rsidRDefault="00811FA3" w:rsidP="00C75A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2751F6">
        <w:rPr>
          <w:rFonts w:ascii="Times New Roman" w:hAnsi="Times New Roman" w:cs="Times New Roman"/>
        </w:rPr>
        <w:t xml:space="preserve">Udziela </w:t>
      </w:r>
      <w:r>
        <w:rPr>
          <w:rFonts w:ascii="Times New Roman" w:hAnsi="Times New Roman" w:cs="Times New Roman"/>
        </w:rPr>
        <w:t xml:space="preserve">się pomocy rzeczowej w kwocie 50 000 zł </w:t>
      </w:r>
      <w:r w:rsidRPr="002751F6">
        <w:rPr>
          <w:rFonts w:ascii="Times New Roman" w:hAnsi="Times New Roman" w:cs="Times New Roman"/>
        </w:rPr>
        <w:t>dla Komen</w:t>
      </w:r>
      <w:r>
        <w:rPr>
          <w:rFonts w:ascii="Times New Roman" w:hAnsi="Times New Roman" w:cs="Times New Roman"/>
        </w:rPr>
        <w:t xml:space="preserve">dy Powiatowej Straży Pożarnej                    </w:t>
      </w:r>
      <w:r w:rsidRPr="002751F6">
        <w:rPr>
          <w:rFonts w:ascii="Times New Roman" w:hAnsi="Times New Roman" w:cs="Times New Roman"/>
        </w:rPr>
        <w:t xml:space="preserve">w Oleśnicy </w:t>
      </w:r>
      <w:r>
        <w:rPr>
          <w:rFonts w:ascii="Times New Roman" w:hAnsi="Times New Roman" w:cs="Times New Roman"/>
        </w:rPr>
        <w:t xml:space="preserve">w postaci nakładów </w:t>
      </w:r>
      <w:r w:rsidRPr="007A397F">
        <w:rPr>
          <w:rFonts w:ascii="Times New Roman" w:hAnsi="Times New Roman" w:cs="Times New Roman"/>
        </w:rPr>
        <w:t xml:space="preserve"> na </w:t>
      </w:r>
      <w:r>
        <w:rPr>
          <w:rFonts w:ascii="Times New Roman" w:hAnsi="Times New Roman" w:cs="Times New Roman"/>
        </w:rPr>
        <w:t xml:space="preserve">zakup środków ochrony indywidualnej. </w:t>
      </w:r>
    </w:p>
    <w:p w:rsidR="00811FA3" w:rsidRDefault="00811FA3" w:rsidP="00C75A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2751F6">
        <w:rPr>
          <w:rFonts w:ascii="Times New Roman" w:hAnsi="Times New Roman" w:cs="Times New Roman"/>
        </w:rPr>
        <w:t>Udziela si</w:t>
      </w:r>
      <w:r>
        <w:rPr>
          <w:rFonts w:ascii="Times New Roman" w:hAnsi="Times New Roman" w:cs="Times New Roman"/>
        </w:rPr>
        <w:t>ę pomocy rzeczowej w kwocie 10</w:t>
      </w:r>
      <w:r w:rsidRPr="002751F6">
        <w:rPr>
          <w:rFonts w:ascii="Times New Roman" w:hAnsi="Times New Roman" w:cs="Times New Roman"/>
        </w:rPr>
        <w:t xml:space="preserve"> 000 zł  dla Komendy Powiatowej </w:t>
      </w:r>
      <w:r>
        <w:rPr>
          <w:rFonts w:ascii="Times New Roman" w:hAnsi="Times New Roman" w:cs="Times New Roman"/>
        </w:rPr>
        <w:t xml:space="preserve">Policji w Oleśnicy           w postaci nakładów na zakup sprzętu komputerowego i wyposażenia.  </w:t>
      </w:r>
    </w:p>
    <w:p w:rsidR="00811FA3" w:rsidRPr="00F85CB2" w:rsidRDefault="00811FA3" w:rsidP="009E39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8.</w:t>
      </w:r>
    </w:p>
    <w:p w:rsidR="00811FA3" w:rsidRPr="00F85CB2" w:rsidRDefault="00811FA3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Wykonanie uchwały powierza się Bur</w:t>
      </w:r>
      <w:r>
        <w:rPr>
          <w:rFonts w:ascii="Times New Roman" w:hAnsi="Times New Roman" w:cs="Times New Roman"/>
        </w:rPr>
        <w:t>mistrzowi Miasta i Gminy Syców.</w:t>
      </w:r>
    </w:p>
    <w:p w:rsidR="00811FA3" w:rsidRPr="00F85CB2" w:rsidRDefault="00811FA3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1FA3" w:rsidRDefault="00811FA3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9</w:t>
      </w:r>
      <w:r w:rsidRPr="00F85CB2">
        <w:rPr>
          <w:rFonts w:ascii="Times New Roman" w:hAnsi="Times New Roman" w:cs="Times New Roman"/>
        </w:rPr>
        <w:t>.</w:t>
      </w:r>
    </w:p>
    <w:p w:rsidR="00811FA3" w:rsidRPr="00F85CB2" w:rsidRDefault="00811FA3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11FA3" w:rsidRDefault="00811FA3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Uchwała wchodzi w życie z dniem podjęcia i podlega ogłoszeniu w BIP</w:t>
      </w:r>
      <w:r>
        <w:rPr>
          <w:rFonts w:ascii="Times New Roman" w:hAnsi="Times New Roman" w:cs="Times New Roman"/>
        </w:rPr>
        <w:t>.</w:t>
      </w:r>
    </w:p>
    <w:p w:rsidR="00811FA3" w:rsidRPr="00F85CB2" w:rsidRDefault="00811FA3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1FA3" w:rsidRPr="00F85CB2" w:rsidRDefault="00811FA3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1FA3" w:rsidRPr="00EF04A3" w:rsidRDefault="00811FA3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F04A3">
        <w:rPr>
          <w:rFonts w:ascii="Times New Roman" w:hAnsi="Times New Roman" w:cs="Times New Roman"/>
        </w:rPr>
        <w:t xml:space="preserve">                                                                    </w:t>
      </w:r>
      <w:r w:rsidRPr="00EF04A3">
        <w:rPr>
          <w:rFonts w:ascii="Times New Roman" w:hAnsi="Times New Roman" w:cs="Times New Roman"/>
        </w:rPr>
        <w:tab/>
      </w:r>
      <w:r w:rsidRPr="00EF04A3">
        <w:rPr>
          <w:rFonts w:ascii="Times New Roman" w:hAnsi="Times New Roman" w:cs="Times New Roman"/>
        </w:rPr>
        <w:tab/>
        <w:t xml:space="preserve">  Przewodniczący Rady Miejskiej w Sycowie</w:t>
      </w:r>
    </w:p>
    <w:p w:rsidR="00811FA3" w:rsidRPr="00F85CB2" w:rsidRDefault="00811FA3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811FA3" w:rsidRDefault="00811FA3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  <w:i/>
          <w:iCs/>
        </w:rPr>
        <w:t xml:space="preserve">   </w:t>
      </w:r>
      <w:r w:rsidRPr="00F85CB2">
        <w:rPr>
          <w:rFonts w:ascii="Times New Roman" w:hAnsi="Times New Roman" w:cs="Times New Roman"/>
          <w:i/>
          <w:iCs/>
        </w:rPr>
        <w:tab/>
      </w:r>
      <w:r w:rsidRPr="00F85CB2">
        <w:rPr>
          <w:rFonts w:ascii="Times New Roman" w:hAnsi="Times New Roman" w:cs="Times New Roman"/>
          <w:i/>
          <w:iCs/>
        </w:rPr>
        <w:tab/>
      </w:r>
      <w:r w:rsidRPr="00F85CB2">
        <w:rPr>
          <w:rFonts w:ascii="Times New Roman" w:hAnsi="Times New Roman" w:cs="Times New Roman"/>
          <w:i/>
          <w:iCs/>
        </w:rPr>
        <w:tab/>
      </w:r>
      <w:r w:rsidRPr="00F85CB2">
        <w:rPr>
          <w:rFonts w:ascii="Times New Roman" w:hAnsi="Times New Roman" w:cs="Times New Roman"/>
          <w:i/>
          <w:iCs/>
        </w:rPr>
        <w:tab/>
      </w:r>
      <w:r w:rsidRPr="00F85CB2">
        <w:rPr>
          <w:rFonts w:ascii="Times New Roman" w:hAnsi="Times New Roman" w:cs="Times New Roman"/>
          <w:i/>
          <w:iCs/>
        </w:rPr>
        <w:tab/>
      </w:r>
      <w:r w:rsidRPr="00F85CB2">
        <w:rPr>
          <w:rFonts w:ascii="Times New Roman" w:hAnsi="Times New Roman" w:cs="Times New Roman"/>
          <w:i/>
          <w:iCs/>
        </w:rPr>
        <w:tab/>
      </w:r>
      <w:r w:rsidRPr="00F85CB2">
        <w:rPr>
          <w:rFonts w:ascii="Times New Roman" w:hAnsi="Times New Roman" w:cs="Times New Roman"/>
          <w:i/>
          <w:iCs/>
        </w:rPr>
        <w:tab/>
        <w:t xml:space="preserve">       </w:t>
      </w:r>
      <w:r>
        <w:rPr>
          <w:rFonts w:ascii="Times New Roman" w:hAnsi="Times New Roman" w:cs="Times New Roman"/>
          <w:i/>
          <w:iCs/>
        </w:rPr>
        <w:tab/>
      </w:r>
      <w:r w:rsidRPr="00F85CB2">
        <w:rPr>
          <w:rFonts w:ascii="Times New Roman" w:hAnsi="Times New Roman" w:cs="Times New Roman"/>
          <w:i/>
          <w:iCs/>
        </w:rPr>
        <w:t xml:space="preserve">   </w:t>
      </w:r>
      <w:r w:rsidRPr="00F85CB2">
        <w:rPr>
          <w:rFonts w:ascii="Times New Roman" w:hAnsi="Times New Roman" w:cs="Times New Roman"/>
        </w:rPr>
        <w:t>Bolesław Moniusz</w:t>
      </w:r>
      <w:r>
        <w:rPr>
          <w:rFonts w:ascii="Times New Roman" w:hAnsi="Times New Roman" w:cs="Times New Roman"/>
        </w:rPr>
        <w:t>ko</w:t>
      </w:r>
    </w:p>
    <w:p w:rsidR="00811FA3" w:rsidRDefault="00811FA3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1FA3" w:rsidRDefault="00811FA3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1FA3" w:rsidRDefault="00811FA3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1FA3" w:rsidRPr="00830A2E" w:rsidRDefault="00811FA3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11FA3" w:rsidRDefault="00811FA3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  <w:r w:rsidRPr="00FC347D">
        <w:rPr>
          <w:rFonts w:ascii="Times New Roman" w:hAnsi="Times New Roman" w:cs="Times New Roman"/>
          <w:b/>
          <w:bCs/>
        </w:rPr>
        <w:t>Uzasadnienie do uchwały Rady Miejskiej w Sycowie nr XLVI</w:t>
      </w:r>
      <w:r>
        <w:rPr>
          <w:rFonts w:ascii="Times New Roman" w:hAnsi="Times New Roman" w:cs="Times New Roman"/>
          <w:b/>
          <w:bCs/>
        </w:rPr>
        <w:t xml:space="preserve">I/341/2018  z dnia 28 marca </w:t>
      </w:r>
      <w:r w:rsidRPr="00FC347D">
        <w:rPr>
          <w:rFonts w:ascii="Times New Roman" w:hAnsi="Times New Roman" w:cs="Times New Roman"/>
          <w:b/>
          <w:bCs/>
        </w:rPr>
        <w:t>2018 r.           w sprawie zmiany budżetu Miasta i Gminy Syców na rok 2018 r.</w:t>
      </w:r>
    </w:p>
    <w:p w:rsidR="00811FA3" w:rsidRDefault="00811FA3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811FA3" w:rsidRDefault="00811FA3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D8613A">
        <w:rPr>
          <w:rFonts w:ascii="Times New Roman" w:hAnsi="Times New Roman" w:cs="Times New Roman"/>
          <w:b/>
          <w:bCs/>
        </w:rPr>
        <w:t>I. Dochody</w:t>
      </w:r>
    </w:p>
    <w:p w:rsidR="00811FA3" w:rsidRPr="00D8613A" w:rsidRDefault="00811FA3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46998">
        <w:rPr>
          <w:rFonts w:ascii="Times New Roman" w:hAnsi="Times New Roman" w:cs="Times New Roman"/>
          <w:b/>
          <w:bCs/>
        </w:rPr>
        <w:t>Dział 801 - Oświata i wychowanie</w:t>
      </w:r>
    </w:p>
    <w:p w:rsidR="00811FA3" w:rsidRPr="00D8613A" w:rsidRDefault="00811FA3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8613A">
        <w:rPr>
          <w:rFonts w:ascii="Times New Roman" w:hAnsi="Times New Roman" w:cs="Times New Roman"/>
        </w:rPr>
        <w:t>Na podstawie ustawy budżetowej na</w:t>
      </w:r>
      <w:r>
        <w:rPr>
          <w:rFonts w:ascii="Times New Roman" w:hAnsi="Times New Roman" w:cs="Times New Roman"/>
        </w:rPr>
        <w:t xml:space="preserve"> rok 2018 z dnia 11 stycznia 2018</w:t>
      </w:r>
      <w:r w:rsidRPr="00D8613A">
        <w:rPr>
          <w:rFonts w:ascii="Times New Roman" w:hAnsi="Times New Roman" w:cs="Times New Roman"/>
        </w:rPr>
        <w:t xml:space="preserve"> koryguje</w:t>
      </w:r>
      <w:r>
        <w:rPr>
          <w:rFonts w:ascii="Times New Roman" w:hAnsi="Times New Roman" w:cs="Times New Roman"/>
        </w:rPr>
        <w:t xml:space="preserve"> się ujęte </w:t>
      </w:r>
      <w:r w:rsidRPr="00D8613A">
        <w:rPr>
          <w:rFonts w:ascii="Times New Roman" w:hAnsi="Times New Roman" w:cs="Times New Roman"/>
        </w:rPr>
        <w:t xml:space="preserve">w uchwale budżetowej </w:t>
      </w:r>
      <w:r>
        <w:rPr>
          <w:rFonts w:ascii="Times New Roman" w:hAnsi="Times New Roman" w:cs="Times New Roman"/>
        </w:rPr>
        <w:t>Miasta i Gminy Syców na rok 2018</w:t>
      </w:r>
      <w:r w:rsidRPr="00D8613A">
        <w:rPr>
          <w:rFonts w:ascii="Times New Roman" w:hAnsi="Times New Roman" w:cs="Times New Roman"/>
        </w:rPr>
        <w:t xml:space="preserve"> wielkoś</w:t>
      </w:r>
      <w:r>
        <w:rPr>
          <w:rFonts w:ascii="Times New Roman" w:hAnsi="Times New Roman" w:cs="Times New Roman"/>
        </w:rPr>
        <w:t xml:space="preserve">ć </w:t>
      </w:r>
      <w:r w:rsidRPr="00D8613A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ubwencji oświatowej o  kwotę 47 716</w:t>
      </w:r>
      <w:r w:rsidRPr="00D8613A">
        <w:rPr>
          <w:rFonts w:ascii="Times New Roman" w:hAnsi="Times New Roman" w:cs="Times New Roman"/>
        </w:rPr>
        <w:t xml:space="preserve"> zł</w:t>
      </w:r>
      <w:r>
        <w:rPr>
          <w:rFonts w:ascii="Times New Roman" w:hAnsi="Times New Roman" w:cs="Times New Roman"/>
        </w:rPr>
        <w:t>.</w:t>
      </w:r>
    </w:p>
    <w:p w:rsidR="00811FA3" w:rsidRPr="00F46998" w:rsidRDefault="00811FA3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46998">
        <w:rPr>
          <w:rFonts w:ascii="Times New Roman" w:hAnsi="Times New Roman" w:cs="Times New Roman"/>
          <w:b/>
          <w:bCs/>
        </w:rPr>
        <w:t>Dział 801 - Oświata i wychowanie</w:t>
      </w:r>
    </w:p>
    <w:p w:rsidR="00811FA3" w:rsidRDefault="00811FA3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podstawie umów </w:t>
      </w:r>
      <w:r w:rsidRPr="001121FE">
        <w:rPr>
          <w:rFonts w:ascii="Times New Roman" w:hAnsi="Times New Roman" w:cs="Times New Roman"/>
        </w:rPr>
        <w:t>o dofinansowanie projektu w ramach Regionalnego Programu Operacyjnego Województwa Dolnośląskiego na lata 2014-2020 wspófinansowanego ze środków Europejskiego Funduszu Społecznego wprowadza się kwotę dofinan</w:t>
      </w:r>
      <w:r>
        <w:rPr>
          <w:rFonts w:ascii="Times New Roman" w:hAnsi="Times New Roman" w:cs="Times New Roman"/>
        </w:rPr>
        <w:t xml:space="preserve">sowania przewidzianą </w:t>
      </w:r>
      <w:r w:rsidRPr="001121FE">
        <w:rPr>
          <w:rFonts w:ascii="Times New Roman" w:hAnsi="Times New Roman" w:cs="Times New Roman"/>
        </w:rPr>
        <w:t>na projekt</w:t>
      </w:r>
      <w:r>
        <w:rPr>
          <w:rFonts w:ascii="Times New Roman" w:hAnsi="Times New Roman" w:cs="Times New Roman"/>
        </w:rPr>
        <w:t>y:</w:t>
      </w:r>
    </w:p>
    <w:p w:rsidR="00811FA3" w:rsidRDefault="00811FA3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color w:val="363636"/>
        </w:rPr>
      </w:pPr>
      <w:r w:rsidRPr="001121F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Pr="001121FE">
        <w:rPr>
          <w:rFonts w:ascii="Times New Roman" w:hAnsi="Times New Roman" w:cs="Times New Roman"/>
        </w:rPr>
        <w:t>pn.”TIK - Twórcza Innowacyjna Kreatywna szkoła” reali</w:t>
      </w:r>
      <w:r>
        <w:rPr>
          <w:rFonts w:ascii="Times New Roman" w:hAnsi="Times New Roman" w:cs="Times New Roman"/>
        </w:rPr>
        <w:t>zowany przez Szkołę Podstawową nr</w:t>
      </w:r>
      <w:r w:rsidRPr="001121FE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            w Sycowie w kwocie 10 897,08</w:t>
      </w:r>
      <w:r w:rsidRPr="001121FE">
        <w:rPr>
          <w:rFonts w:ascii="Times New Roman" w:hAnsi="Times New Roman" w:cs="Times New Roman"/>
        </w:rPr>
        <w:t xml:space="preserve"> zł.</w:t>
      </w:r>
      <w:r>
        <w:rPr>
          <w:rFonts w:ascii="Times New Roman" w:hAnsi="Times New Roman" w:cs="Times New Roman"/>
          <w:i/>
          <w:iCs/>
          <w:color w:val="363636"/>
        </w:rPr>
        <w:t xml:space="preserve"> </w:t>
      </w:r>
    </w:p>
    <w:p w:rsidR="00811FA3" w:rsidRDefault="00811FA3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i/>
          <w:iCs/>
          <w:color w:val="363636"/>
        </w:rPr>
      </w:pPr>
      <w:r>
        <w:rPr>
          <w:rFonts w:ascii="Times New Roman" w:hAnsi="Times New Roman" w:cs="Times New Roman"/>
          <w:color w:val="363636"/>
        </w:rPr>
        <w:t xml:space="preserve">- pn. "Nasza szkoła nasza przyszłość" </w:t>
      </w:r>
      <w:r w:rsidRPr="001121FE">
        <w:rPr>
          <w:rFonts w:ascii="Times New Roman" w:hAnsi="Times New Roman" w:cs="Times New Roman"/>
        </w:rPr>
        <w:t xml:space="preserve">” realizowany przez Szkołę Podstawową </w:t>
      </w:r>
      <w:r>
        <w:rPr>
          <w:rFonts w:ascii="Times New Roman" w:hAnsi="Times New Roman" w:cs="Times New Roman"/>
        </w:rPr>
        <w:t>w Drołtowicach w kwocie 4 671,17</w:t>
      </w:r>
      <w:r w:rsidRPr="001121FE">
        <w:rPr>
          <w:rFonts w:ascii="Times New Roman" w:hAnsi="Times New Roman" w:cs="Times New Roman"/>
        </w:rPr>
        <w:t xml:space="preserve"> zł.</w:t>
      </w:r>
      <w:r>
        <w:rPr>
          <w:rFonts w:ascii="Times New Roman" w:hAnsi="Times New Roman" w:cs="Times New Roman"/>
          <w:i/>
          <w:iCs/>
          <w:color w:val="363636"/>
        </w:rPr>
        <w:t xml:space="preserve"> </w:t>
      </w:r>
    </w:p>
    <w:p w:rsidR="00811FA3" w:rsidRDefault="00811FA3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811FA3" w:rsidRPr="00FC347D" w:rsidRDefault="00811FA3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811FA3" w:rsidRDefault="00811FA3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C347D">
        <w:rPr>
          <w:rFonts w:ascii="Times New Roman" w:hAnsi="Times New Roman" w:cs="Times New Roman"/>
          <w:b/>
          <w:bCs/>
        </w:rPr>
        <w:t>II. Wydatki:</w:t>
      </w:r>
    </w:p>
    <w:p w:rsidR="00811FA3" w:rsidRPr="00D8613A" w:rsidRDefault="00811FA3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D8613A">
        <w:rPr>
          <w:rFonts w:ascii="Times New Roman" w:hAnsi="Times New Roman" w:cs="Times New Roman"/>
          <w:b/>
          <w:bCs/>
        </w:rPr>
        <w:t>Dział 600 -Transport i łączność</w:t>
      </w:r>
    </w:p>
    <w:p w:rsidR="00811FA3" w:rsidRDefault="00811FA3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dziale tym zwiększa się</w:t>
      </w:r>
      <w:r w:rsidRPr="00D8613A">
        <w:rPr>
          <w:rFonts w:ascii="Times New Roman" w:hAnsi="Times New Roman" w:cs="Times New Roman"/>
        </w:rPr>
        <w:t xml:space="preserve"> wydatki na bieżące utrzymanie </w:t>
      </w:r>
      <w:r>
        <w:rPr>
          <w:rFonts w:ascii="Times New Roman" w:hAnsi="Times New Roman" w:cs="Times New Roman"/>
        </w:rPr>
        <w:t xml:space="preserve">dróg gminnych w kwocie 150 000 zł. Środki przeznaczone zostaną na remont dróg </w:t>
      </w:r>
      <w:r w:rsidRPr="00890FB1">
        <w:rPr>
          <w:rFonts w:ascii="Times New Roman" w:hAnsi="Times New Roman" w:cs="Times New Roman"/>
        </w:rPr>
        <w:t>gruntowych i bitumicznych</w:t>
      </w:r>
      <w:r>
        <w:rPr>
          <w:rFonts w:ascii="Times New Roman" w:hAnsi="Times New Roman" w:cs="Times New Roman"/>
        </w:rPr>
        <w:t>.</w:t>
      </w:r>
      <w:r w:rsidRPr="00890FB1">
        <w:rPr>
          <w:rFonts w:ascii="Times New Roman" w:hAnsi="Times New Roman" w:cs="Times New Roman"/>
        </w:rPr>
        <w:t xml:space="preserve"> </w:t>
      </w:r>
    </w:p>
    <w:p w:rsidR="00811FA3" w:rsidRPr="009A277D" w:rsidRDefault="00811FA3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890FB1">
        <w:rPr>
          <w:rFonts w:ascii="Times New Roman" w:hAnsi="Times New Roman" w:cs="Times New Roman"/>
          <w:color w:val="000000"/>
        </w:rPr>
        <w:t>Przesunięte zostają środki</w:t>
      </w:r>
      <w:r>
        <w:rPr>
          <w:rFonts w:ascii="Times New Roman" w:hAnsi="Times New Roman" w:cs="Times New Roman"/>
          <w:color w:val="000000"/>
        </w:rPr>
        <w:t xml:space="preserve"> między zadaniami inwestycyjnymi pn. przebudowa dróg osiedlowych                 i gminnych oraz pn. modernizacja dróg i chodników gminnych. Zmiana wynika z </w:t>
      </w:r>
      <w:r w:rsidRPr="00890FB1">
        <w:rPr>
          <w:rFonts w:ascii="Times New Roman" w:hAnsi="Times New Roman" w:cs="Times New Roman"/>
          <w:color w:val="000000"/>
        </w:rPr>
        <w:t>konieczności zabezpieczenia środków na rozpoczęcie procedury przetargowej dotyczącej budo</w:t>
      </w:r>
      <w:r>
        <w:rPr>
          <w:rFonts w:ascii="Times New Roman" w:hAnsi="Times New Roman" w:cs="Times New Roman"/>
          <w:color w:val="000000"/>
        </w:rPr>
        <w:t>wy dróg osiedlowych po dokonaniu</w:t>
      </w:r>
      <w:r w:rsidRPr="00890FB1">
        <w:rPr>
          <w:rFonts w:ascii="Times New Roman" w:hAnsi="Times New Roman" w:cs="Times New Roman"/>
          <w:color w:val="000000"/>
        </w:rPr>
        <w:t xml:space="preserve"> wstępnych szacunków na potrzeby programu funkcjonalno-użytkowego.</w:t>
      </w:r>
    </w:p>
    <w:p w:rsidR="00811FA3" w:rsidRPr="00F46998" w:rsidRDefault="00811FA3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46998">
        <w:rPr>
          <w:rFonts w:ascii="Times New Roman" w:hAnsi="Times New Roman" w:cs="Times New Roman"/>
          <w:b/>
          <w:bCs/>
        </w:rPr>
        <w:t xml:space="preserve">Dział  754 – Bezpieczeństwo publiczne i ochrona przeciwpożarowa </w:t>
      </w:r>
    </w:p>
    <w:p w:rsidR="00811FA3" w:rsidRDefault="00811FA3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1.Udziela się pomocy rzeczowej</w:t>
      </w:r>
      <w:r w:rsidRPr="00F46998">
        <w:rPr>
          <w:rFonts w:ascii="Times New Roman" w:hAnsi="Times New Roman" w:cs="Times New Roman"/>
        </w:rPr>
        <w:t xml:space="preserve"> dla Komendy Powiatowej Policji</w:t>
      </w:r>
      <w:r>
        <w:rPr>
          <w:rFonts w:ascii="Times New Roman" w:hAnsi="Times New Roman" w:cs="Times New Roman"/>
        </w:rPr>
        <w:t xml:space="preserve"> w Oleśnicy w kwocie 10 000 zł na zakup komputera, peryferiów komputerowych oraz wyposażenia (m.in. aparat cyfrowy, latarki, dysk zewnętrzny). </w:t>
      </w:r>
    </w:p>
    <w:p w:rsidR="00811FA3" w:rsidRDefault="00811FA3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U</w:t>
      </w:r>
      <w:r w:rsidRPr="007A397F">
        <w:rPr>
          <w:rFonts w:ascii="Times New Roman" w:hAnsi="Times New Roman" w:cs="Times New Roman"/>
        </w:rPr>
        <w:t>dziela si</w:t>
      </w:r>
      <w:r>
        <w:rPr>
          <w:rFonts w:ascii="Times New Roman" w:hAnsi="Times New Roman" w:cs="Times New Roman"/>
        </w:rPr>
        <w:t>ę pomocy rzeczowej dla Komendy P</w:t>
      </w:r>
      <w:r w:rsidRPr="007A397F">
        <w:rPr>
          <w:rFonts w:ascii="Times New Roman" w:hAnsi="Times New Roman" w:cs="Times New Roman"/>
        </w:rPr>
        <w:t>owiatowej Państwow</w:t>
      </w:r>
      <w:r>
        <w:rPr>
          <w:rFonts w:ascii="Times New Roman" w:hAnsi="Times New Roman" w:cs="Times New Roman"/>
        </w:rPr>
        <w:t>ej Straży Pożarnej w kwocie 50 0</w:t>
      </w:r>
      <w:r w:rsidRPr="007A397F">
        <w:rPr>
          <w:rFonts w:ascii="Times New Roman" w:hAnsi="Times New Roman" w:cs="Times New Roman"/>
        </w:rPr>
        <w:t xml:space="preserve">00 zł z przeznaczeniem na </w:t>
      </w:r>
      <w:r>
        <w:rPr>
          <w:rFonts w:ascii="Times New Roman" w:hAnsi="Times New Roman" w:cs="Times New Roman"/>
        </w:rPr>
        <w:t>zakup środków ochrony indywidualnej ( m.in. hełmy, latarki, uchwyty do latarek).</w:t>
      </w:r>
    </w:p>
    <w:p w:rsidR="00811FA3" w:rsidRDefault="00811FA3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Dział  758 – Różne rozliczenia</w:t>
      </w:r>
    </w:p>
    <w:p w:rsidR="00811FA3" w:rsidRPr="009A277D" w:rsidRDefault="00811FA3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Dokonuje się korekty klasyfikacji rezerwy celowej na inwestycje i zadania inwestycyjne.</w:t>
      </w:r>
    </w:p>
    <w:p w:rsidR="00811FA3" w:rsidRPr="00F46998" w:rsidRDefault="00811FA3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46998">
        <w:rPr>
          <w:rFonts w:ascii="Times New Roman" w:hAnsi="Times New Roman" w:cs="Times New Roman"/>
          <w:b/>
          <w:bCs/>
        </w:rPr>
        <w:t>Dział 801 - Oświata i wychowanie</w:t>
      </w:r>
    </w:p>
    <w:p w:rsidR="00811FA3" w:rsidRPr="009A277D" w:rsidRDefault="00811FA3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F46998">
        <w:rPr>
          <w:rFonts w:ascii="Times New Roman" w:hAnsi="Times New Roman" w:cs="Times New Roman"/>
        </w:rPr>
        <w:t>Wprowadza</w:t>
      </w:r>
      <w:r>
        <w:rPr>
          <w:rFonts w:ascii="Times New Roman" w:hAnsi="Times New Roman" w:cs="Times New Roman"/>
        </w:rPr>
        <w:t xml:space="preserve"> się środki w kwocie </w:t>
      </w:r>
      <w:r w:rsidRPr="00CA5F52">
        <w:rPr>
          <w:rFonts w:ascii="Times New Roman" w:hAnsi="Times New Roman" w:cs="Times New Roman"/>
        </w:rPr>
        <w:t>155 270,35</w:t>
      </w:r>
      <w:r>
        <w:rPr>
          <w:rFonts w:ascii="Times New Roman" w:hAnsi="Times New Roman" w:cs="Times New Roman"/>
        </w:rPr>
        <w:t xml:space="preserve"> </w:t>
      </w:r>
      <w:r w:rsidRPr="00F46998">
        <w:rPr>
          <w:rFonts w:ascii="Times New Roman" w:hAnsi="Times New Roman" w:cs="Times New Roman"/>
        </w:rPr>
        <w:t>zł na projekt</w:t>
      </w:r>
      <w:r>
        <w:rPr>
          <w:rFonts w:ascii="Times New Roman" w:hAnsi="Times New Roman" w:cs="Times New Roman"/>
        </w:rPr>
        <w:t>y realizowane</w:t>
      </w:r>
      <w:r w:rsidRPr="00F46998">
        <w:rPr>
          <w:rFonts w:ascii="Times New Roman" w:hAnsi="Times New Roman" w:cs="Times New Roman"/>
        </w:rPr>
        <w:t xml:space="preserve"> przez Szkołę Podstawową</w:t>
      </w:r>
      <w:r>
        <w:rPr>
          <w:rFonts w:ascii="Times New Roman" w:hAnsi="Times New Roman" w:cs="Times New Roman"/>
        </w:rPr>
        <w:t xml:space="preserve"> nr 1       w Sycowie oraz Szkołę Podstawową w Drołtowicach.</w:t>
      </w:r>
    </w:p>
    <w:p w:rsidR="00811FA3" w:rsidRDefault="00811FA3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35F6D">
        <w:rPr>
          <w:rFonts w:ascii="Times New Roman" w:hAnsi="Times New Roman" w:cs="Times New Roman"/>
          <w:b/>
          <w:bCs/>
        </w:rPr>
        <w:t>Dział  900 – Gospodarka komunalna i ochrona środowiska</w:t>
      </w:r>
    </w:p>
    <w:p w:rsidR="00811FA3" w:rsidRDefault="00811FA3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811FA3" w:rsidRPr="008C0E57" w:rsidRDefault="00811FA3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0E57">
        <w:rPr>
          <w:rFonts w:ascii="Times New Roman" w:hAnsi="Times New Roman" w:cs="Times New Roman"/>
        </w:rPr>
        <w:t>Udziela się dotacji celowej na dofinansowanie kosztów wymiany</w:t>
      </w:r>
      <w:r w:rsidRPr="008C0E57">
        <w:rPr>
          <w:rFonts w:ascii="Times New Roman" w:hAnsi="Times New Roman" w:cs="Times New Roman"/>
          <w:color w:val="000000"/>
        </w:rPr>
        <w:t xml:space="preserve"> systemu ogrzewania na ekologiczne źródła ciepła</w:t>
      </w:r>
      <w:r w:rsidRPr="008C0E57">
        <w:rPr>
          <w:rFonts w:ascii="Times New Roman" w:hAnsi="Times New Roman" w:cs="Times New Roman"/>
        </w:rPr>
        <w:t xml:space="preserve"> w budynkach mieszkalnych położonych na terenie Miasta i Gminy Syców. Dotacja stanowi kwotę 90 000 zł.</w:t>
      </w:r>
    </w:p>
    <w:p w:rsidR="00811FA3" w:rsidRPr="00FC347D" w:rsidRDefault="00811FA3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</w:p>
    <w:p w:rsidR="00811FA3" w:rsidRPr="00FC347D" w:rsidRDefault="00811FA3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Dział -  921 Kultura i ochrona dziedzictwa narodowego</w:t>
      </w:r>
    </w:p>
    <w:p w:rsidR="00811FA3" w:rsidRPr="00163BAD" w:rsidRDefault="00811FA3" w:rsidP="009A2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63BAD">
        <w:rPr>
          <w:rFonts w:ascii="Times New Roman" w:hAnsi="Times New Roman" w:cs="Times New Roman"/>
        </w:rPr>
        <w:t>Zwiększeniu ulega plan wydatków na zadanie inwestycyjne pn. " Świetlica w Drołtowicach bazą szlaku rowerowego " do źródeł Widawy</w:t>
      </w:r>
      <w:r>
        <w:rPr>
          <w:rFonts w:ascii="Times New Roman" w:hAnsi="Times New Roman" w:cs="Times New Roman"/>
        </w:rPr>
        <w:t>.”</w:t>
      </w:r>
      <w:r w:rsidRPr="00163BAD">
        <w:rPr>
          <w:rFonts w:ascii="Times New Roman" w:hAnsi="Times New Roman" w:cs="Times New Roman"/>
          <w:color w:val="000000"/>
        </w:rPr>
        <w:t xml:space="preserve"> Zwiększenie środków wynika z kwoty zadania po przetargu publicznym oraz uwzględni</w:t>
      </w:r>
      <w:r>
        <w:rPr>
          <w:rFonts w:ascii="Times New Roman" w:hAnsi="Times New Roman" w:cs="Times New Roman"/>
          <w:color w:val="000000"/>
        </w:rPr>
        <w:t>eniu kosztów dodatkowych typu: p</w:t>
      </w:r>
      <w:r w:rsidRPr="00163BAD">
        <w:rPr>
          <w:rFonts w:ascii="Times New Roman" w:hAnsi="Times New Roman" w:cs="Times New Roman"/>
          <w:color w:val="000000"/>
        </w:rPr>
        <w:t>romocja projektu, nadzór inwestorsk</w:t>
      </w:r>
      <w:r>
        <w:rPr>
          <w:rFonts w:ascii="Times New Roman" w:hAnsi="Times New Roman" w:cs="Times New Roman"/>
          <w:color w:val="000000"/>
        </w:rPr>
        <w:t>i, nadzór autorski, aktualizację</w:t>
      </w:r>
      <w:r w:rsidRPr="00163BAD">
        <w:rPr>
          <w:rFonts w:ascii="Times New Roman" w:hAnsi="Times New Roman" w:cs="Times New Roman"/>
          <w:color w:val="000000"/>
        </w:rPr>
        <w:t xml:space="preserve"> dokumentacji projektowe</w:t>
      </w:r>
      <w:r>
        <w:rPr>
          <w:rFonts w:ascii="Times New Roman" w:hAnsi="Times New Roman" w:cs="Times New Roman"/>
          <w:color w:val="000000"/>
        </w:rPr>
        <w:t>j.</w:t>
      </w:r>
    </w:p>
    <w:p w:rsidR="00811FA3" w:rsidRPr="00FC347D" w:rsidRDefault="00811FA3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811FA3" w:rsidRPr="00FC347D" w:rsidRDefault="00811FA3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811FA3" w:rsidRPr="00FC347D" w:rsidRDefault="00811FA3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C347D">
        <w:rPr>
          <w:rFonts w:ascii="Times New Roman" w:hAnsi="Times New Roman" w:cs="Times New Roman"/>
        </w:rPr>
        <w:t>Projekt uchwały przewiduje zwiększenie</w:t>
      </w:r>
      <w:r>
        <w:rPr>
          <w:rFonts w:ascii="Times New Roman" w:hAnsi="Times New Roman" w:cs="Times New Roman"/>
        </w:rPr>
        <w:t xml:space="preserve"> planowanych wydatków o kwotę 515 270,35</w:t>
      </w:r>
      <w:r w:rsidRPr="00FC347D">
        <w:rPr>
          <w:rFonts w:ascii="Times New Roman" w:hAnsi="Times New Roman" w:cs="Times New Roman"/>
        </w:rPr>
        <w:t xml:space="preserve"> zł. </w:t>
      </w:r>
      <w:r>
        <w:rPr>
          <w:rFonts w:ascii="Times New Roman" w:hAnsi="Times New Roman" w:cs="Times New Roman"/>
        </w:rPr>
        <w:t>Zmniejszony zostaje również plan dochodów kwotę 32 147,75 zł.</w:t>
      </w:r>
      <w:r w:rsidRPr="00FC347D">
        <w:rPr>
          <w:rFonts w:ascii="Times New Roman" w:hAnsi="Times New Roman" w:cs="Times New Roman"/>
        </w:rPr>
        <w:t xml:space="preserve"> </w:t>
      </w:r>
      <w:r w:rsidRPr="00585315">
        <w:rPr>
          <w:rFonts w:ascii="Times New Roman" w:hAnsi="Times New Roman" w:cs="Times New Roman"/>
        </w:rPr>
        <w:t>Zwiększa się def</w:t>
      </w:r>
      <w:r>
        <w:rPr>
          <w:rFonts w:ascii="Times New Roman" w:hAnsi="Times New Roman" w:cs="Times New Roman"/>
        </w:rPr>
        <w:t xml:space="preserve">icyt budżetowy o kwotę 547 418,10 </w:t>
      </w:r>
      <w:r w:rsidRPr="00585315">
        <w:rPr>
          <w:rFonts w:ascii="Times New Roman" w:hAnsi="Times New Roman" w:cs="Times New Roman"/>
        </w:rPr>
        <w:t>zł. Źródłem sfinansowania zwiększonego deficytu są wolne środki, o których mowa w art.217 ust.2 pkt 6 ustawy o finansach</w:t>
      </w:r>
      <w:r>
        <w:rPr>
          <w:rFonts w:ascii="Times New Roman" w:hAnsi="Times New Roman" w:cs="Times New Roman"/>
        </w:rPr>
        <w:t xml:space="preserve"> </w:t>
      </w:r>
      <w:r w:rsidRPr="00585315">
        <w:rPr>
          <w:rFonts w:ascii="Times New Roman" w:hAnsi="Times New Roman" w:cs="Times New Roman"/>
        </w:rPr>
        <w:t>publicznych</w:t>
      </w:r>
      <w:r>
        <w:rPr>
          <w:rFonts w:ascii="Times New Roman" w:hAnsi="Times New Roman" w:cs="Times New Roman"/>
        </w:rPr>
        <w:t>.</w:t>
      </w:r>
    </w:p>
    <w:p w:rsidR="00811FA3" w:rsidRDefault="00811FA3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811FA3" w:rsidRDefault="00811FA3" w:rsidP="009A27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sectPr w:rsidR="00811FA3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FA3" w:rsidRDefault="00811FA3" w:rsidP="005A5962">
      <w:pPr>
        <w:spacing w:after="0" w:line="240" w:lineRule="auto"/>
      </w:pPr>
      <w:r>
        <w:separator/>
      </w:r>
    </w:p>
  </w:endnote>
  <w:endnote w:type="continuationSeparator" w:id="0">
    <w:p w:rsidR="00811FA3" w:rsidRDefault="00811FA3" w:rsidP="005A5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FA3" w:rsidRDefault="00811FA3" w:rsidP="005A5962">
      <w:pPr>
        <w:spacing w:after="0" w:line="240" w:lineRule="auto"/>
      </w:pPr>
      <w:r>
        <w:separator/>
      </w:r>
    </w:p>
  </w:footnote>
  <w:footnote w:type="continuationSeparator" w:id="0">
    <w:p w:rsidR="00811FA3" w:rsidRDefault="00811FA3" w:rsidP="005A5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010E"/>
    <w:multiLevelType w:val="hybridMultilevel"/>
    <w:tmpl w:val="FECA47E2"/>
    <w:lvl w:ilvl="0" w:tplc="4EF2EA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F4D68"/>
    <w:multiLevelType w:val="hybridMultilevel"/>
    <w:tmpl w:val="2C169E66"/>
    <w:lvl w:ilvl="0" w:tplc="B75E3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B856BCA"/>
    <w:multiLevelType w:val="hybridMultilevel"/>
    <w:tmpl w:val="05C80D8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50F0F60"/>
    <w:multiLevelType w:val="hybridMultilevel"/>
    <w:tmpl w:val="2DE412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9045715"/>
    <w:multiLevelType w:val="hybridMultilevel"/>
    <w:tmpl w:val="FDC892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FD72034"/>
    <w:multiLevelType w:val="hybridMultilevel"/>
    <w:tmpl w:val="7A2C738A"/>
    <w:lvl w:ilvl="0" w:tplc="FE7468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0442"/>
    <w:rsid w:val="0000529C"/>
    <w:rsid w:val="00012495"/>
    <w:rsid w:val="00013CE2"/>
    <w:rsid w:val="00015ABD"/>
    <w:rsid w:val="00023E1C"/>
    <w:rsid w:val="00025746"/>
    <w:rsid w:val="00027A96"/>
    <w:rsid w:val="00035626"/>
    <w:rsid w:val="0003587D"/>
    <w:rsid w:val="0003590C"/>
    <w:rsid w:val="0003663F"/>
    <w:rsid w:val="0003717B"/>
    <w:rsid w:val="00044D6B"/>
    <w:rsid w:val="000534D8"/>
    <w:rsid w:val="000544EF"/>
    <w:rsid w:val="00055094"/>
    <w:rsid w:val="00061854"/>
    <w:rsid w:val="00065F63"/>
    <w:rsid w:val="00067351"/>
    <w:rsid w:val="00070BB3"/>
    <w:rsid w:val="00072B31"/>
    <w:rsid w:val="000750AA"/>
    <w:rsid w:val="00081360"/>
    <w:rsid w:val="000816B1"/>
    <w:rsid w:val="00082FF4"/>
    <w:rsid w:val="00085411"/>
    <w:rsid w:val="00087FB4"/>
    <w:rsid w:val="0009038D"/>
    <w:rsid w:val="00092247"/>
    <w:rsid w:val="00097483"/>
    <w:rsid w:val="000A24B5"/>
    <w:rsid w:val="000A2EEF"/>
    <w:rsid w:val="000A7FC2"/>
    <w:rsid w:val="000B00AE"/>
    <w:rsid w:val="000B3433"/>
    <w:rsid w:val="000B4A43"/>
    <w:rsid w:val="000B52B3"/>
    <w:rsid w:val="000B6AFD"/>
    <w:rsid w:val="000C55CD"/>
    <w:rsid w:val="000D0854"/>
    <w:rsid w:val="000D198E"/>
    <w:rsid w:val="000D2707"/>
    <w:rsid w:val="000E2011"/>
    <w:rsid w:val="000E481B"/>
    <w:rsid w:val="000E5E75"/>
    <w:rsid w:val="000F1DFB"/>
    <w:rsid w:val="000F302E"/>
    <w:rsid w:val="00104EC1"/>
    <w:rsid w:val="001050E9"/>
    <w:rsid w:val="0010731B"/>
    <w:rsid w:val="00111216"/>
    <w:rsid w:val="001121FE"/>
    <w:rsid w:val="00115ED8"/>
    <w:rsid w:val="00117DEF"/>
    <w:rsid w:val="001208AB"/>
    <w:rsid w:val="00133DBD"/>
    <w:rsid w:val="00135C28"/>
    <w:rsid w:val="00135F6D"/>
    <w:rsid w:val="00144677"/>
    <w:rsid w:val="00147E27"/>
    <w:rsid w:val="0015085F"/>
    <w:rsid w:val="00152768"/>
    <w:rsid w:val="00152A44"/>
    <w:rsid w:val="00152B2D"/>
    <w:rsid w:val="00156573"/>
    <w:rsid w:val="00156926"/>
    <w:rsid w:val="00160036"/>
    <w:rsid w:val="00161D8B"/>
    <w:rsid w:val="00163BAD"/>
    <w:rsid w:val="0016449A"/>
    <w:rsid w:val="00165534"/>
    <w:rsid w:val="001678E9"/>
    <w:rsid w:val="00170856"/>
    <w:rsid w:val="00172C9B"/>
    <w:rsid w:val="00174560"/>
    <w:rsid w:val="00175778"/>
    <w:rsid w:val="00176CE3"/>
    <w:rsid w:val="0018243B"/>
    <w:rsid w:val="00185196"/>
    <w:rsid w:val="00186F3E"/>
    <w:rsid w:val="00190C06"/>
    <w:rsid w:val="0019126F"/>
    <w:rsid w:val="0019328F"/>
    <w:rsid w:val="00193690"/>
    <w:rsid w:val="001945A8"/>
    <w:rsid w:val="00196182"/>
    <w:rsid w:val="00197FE3"/>
    <w:rsid w:val="001A541F"/>
    <w:rsid w:val="001B0F51"/>
    <w:rsid w:val="001B17D9"/>
    <w:rsid w:val="001B6176"/>
    <w:rsid w:val="001B682F"/>
    <w:rsid w:val="001C1B32"/>
    <w:rsid w:val="001C3264"/>
    <w:rsid w:val="001C4530"/>
    <w:rsid w:val="001C5898"/>
    <w:rsid w:val="001C7344"/>
    <w:rsid w:val="001D10DE"/>
    <w:rsid w:val="001D4E90"/>
    <w:rsid w:val="001E527C"/>
    <w:rsid w:val="001E6A48"/>
    <w:rsid w:val="001F6C13"/>
    <w:rsid w:val="001F79F3"/>
    <w:rsid w:val="00202E7F"/>
    <w:rsid w:val="002045FF"/>
    <w:rsid w:val="002048BF"/>
    <w:rsid w:val="00206EAC"/>
    <w:rsid w:val="002072A1"/>
    <w:rsid w:val="00207AB2"/>
    <w:rsid w:val="00212AFC"/>
    <w:rsid w:val="00217FD4"/>
    <w:rsid w:val="00221EAF"/>
    <w:rsid w:val="0022374F"/>
    <w:rsid w:val="0022572B"/>
    <w:rsid w:val="00225CA2"/>
    <w:rsid w:val="00230001"/>
    <w:rsid w:val="00232F25"/>
    <w:rsid w:val="00240499"/>
    <w:rsid w:val="00244151"/>
    <w:rsid w:val="00250693"/>
    <w:rsid w:val="00250E12"/>
    <w:rsid w:val="00255F8C"/>
    <w:rsid w:val="002614B8"/>
    <w:rsid w:val="00261770"/>
    <w:rsid w:val="00262DF8"/>
    <w:rsid w:val="00263E7E"/>
    <w:rsid w:val="00266EAF"/>
    <w:rsid w:val="002751F6"/>
    <w:rsid w:val="00277544"/>
    <w:rsid w:val="0028144B"/>
    <w:rsid w:val="002825CE"/>
    <w:rsid w:val="00282DC6"/>
    <w:rsid w:val="00285E67"/>
    <w:rsid w:val="00285FFA"/>
    <w:rsid w:val="0029003A"/>
    <w:rsid w:val="00290669"/>
    <w:rsid w:val="00291E96"/>
    <w:rsid w:val="002928C1"/>
    <w:rsid w:val="00293B92"/>
    <w:rsid w:val="002940C0"/>
    <w:rsid w:val="00295760"/>
    <w:rsid w:val="002976BB"/>
    <w:rsid w:val="002A08F2"/>
    <w:rsid w:val="002A228A"/>
    <w:rsid w:val="002A3AF7"/>
    <w:rsid w:val="002A62A2"/>
    <w:rsid w:val="002B50A2"/>
    <w:rsid w:val="002C072A"/>
    <w:rsid w:val="002C1229"/>
    <w:rsid w:val="002C388C"/>
    <w:rsid w:val="002C79F9"/>
    <w:rsid w:val="002C7A8E"/>
    <w:rsid w:val="002D38AD"/>
    <w:rsid w:val="002E2581"/>
    <w:rsid w:val="002E295B"/>
    <w:rsid w:val="002E462E"/>
    <w:rsid w:val="002E6356"/>
    <w:rsid w:val="002E6C3D"/>
    <w:rsid w:val="002F1B11"/>
    <w:rsid w:val="002F3955"/>
    <w:rsid w:val="002F66CB"/>
    <w:rsid w:val="002F6A19"/>
    <w:rsid w:val="00301B38"/>
    <w:rsid w:val="00304AEB"/>
    <w:rsid w:val="00305757"/>
    <w:rsid w:val="00306C17"/>
    <w:rsid w:val="00307619"/>
    <w:rsid w:val="00311436"/>
    <w:rsid w:val="00311C65"/>
    <w:rsid w:val="0031486F"/>
    <w:rsid w:val="003171CA"/>
    <w:rsid w:val="0032180F"/>
    <w:rsid w:val="003221CE"/>
    <w:rsid w:val="00327D13"/>
    <w:rsid w:val="0034448B"/>
    <w:rsid w:val="0035469D"/>
    <w:rsid w:val="00355609"/>
    <w:rsid w:val="00355694"/>
    <w:rsid w:val="00356944"/>
    <w:rsid w:val="00356E40"/>
    <w:rsid w:val="00357DBE"/>
    <w:rsid w:val="00360BD1"/>
    <w:rsid w:val="00365A62"/>
    <w:rsid w:val="00367A8E"/>
    <w:rsid w:val="00372B81"/>
    <w:rsid w:val="00373531"/>
    <w:rsid w:val="00374DBC"/>
    <w:rsid w:val="00381CCD"/>
    <w:rsid w:val="00385046"/>
    <w:rsid w:val="00386FF8"/>
    <w:rsid w:val="00387774"/>
    <w:rsid w:val="00391698"/>
    <w:rsid w:val="0039687F"/>
    <w:rsid w:val="003A0EA4"/>
    <w:rsid w:val="003A0FE0"/>
    <w:rsid w:val="003A204F"/>
    <w:rsid w:val="003A2261"/>
    <w:rsid w:val="003A297C"/>
    <w:rsid w:val="003A584D"/>
    <w:rsid w:val="003A7155"/>
    <w:rsid w:val="003B08FF"/>
    <w:rsid w:val="003B46E1"/>
    <w:rsid w:val="003B7B38"/>
    <w:rsid w:val="003C0BDB"/>
    <w:rsid w:val="003C4688"/>
    <w:rsid w:val="003C63E3"/>
    <w:rsid w:val="003C7AB0"/>
    <w:rsid w:val="003D3C42"/>
    <w:rsid w:val="003D759A"/>
    <w:rsid w:val="003D7CDF"/>
    <w:rsid w:val="003E66EE"/>
    <w:rsid w:val="003F4B75"/>
    <w:rsid w:val="003F76BC"/>
    <w:rsid w:val="00400FF1"/>
    <w:rsid w:val="0040303E"/>
    <w:rsid w:val="00406712"/>
    <w:rsid w:val="0041240A"/>
    <w:rsid w:val="00420ED8"/>
    <w:rsid w:val="004217DF"/>
    <w:rsid w:val="00422826"/>
    <w:rsid w:val="00422BD2"/>
    <w:rsid w:val="00423CF0"/>
    <w:rsid w:val="0042444F"/>
    <w:rsid w:val="00426C46"/>
    <w:rsid w:val="004312C2"/>
    <w:rsid w:val="00432D29"/>
    <w:rsid w:val="0044173F"/>
    <w:rsid w:val="00441784"/>
    <w:rsid w:val="00444769"/>
    <w:rsid w:val="004452F8"/>
    <w:rsid w:val="00445438"/>
    <w:rsid w:val="004467B1"/>
    <w:rsid w:val="00452017"/>
    <w:rsid w:val="00457710"/>
    <w:rsid w:val="00457E9E"/>
    <w:rsid w:val="00461FF6"/>
    <w:rsid w:val="00465CC9"/>
    <w:rsid w:val="00470754"/>
    <w:rsid w:val="00475D5E"/>
    <w:rsid w:val="004819E1"/>
    <w:rsid w:val="004852A8"/>
    <w:rsid w:val="00486A32"/>
    <w:rsid w:val="00486E60"/>
    <w:rsid w:val="0049247A"/>
    <w:rsid w:val="00493F77"/>
    <w:rsid w:val="00494394"/>
    <w:rsid w:val="004A0EC1"/>
    <w:rsid w:val="004A234C"/>
    <w:rsid w:val="004A69B4"/>
    <w:rsid w:val="004B3E87"/>
    <w:rsid w:val="004B573E"/>
    <w:rsid w:val="004B6782"/>
    <w:rsid w:val="004B7B87"/>
    <w:rsid w:val="004C14AD"/>
    <w:rsid w:val="004C29D5"/>
    <w:rsid w:val="004C7526"/>
    <w:rsid w:val="004D1E2F"/>
    <w:rsid w:val="004E5CAC"/>
    <w:rsid w:val="004E6D5B"/>
    <w:rsid w:val="004E7DAE"/>
    <w:rsid w:val="004F0442"/>
    <w:rsid w:val="004F0A92"/>
    <w:rsid w:val="004F2ABB"/>
    <w:rsid w:val="004F44FE"/>
    <w:rsid w:val="0050363D"/>
    <w:rsid w:val="00507622"/>
    <w:rsid w:val="00511BB5"/>
    <w:rsid w:val="00513C37"/>
    <w:rsid w:val="00515AAD"/>
    <w:rsid w:val="00520629"/>
    <w:rsid w:val="005223F2"/>
    <w:rsid w:val="00524BCA"/>
    <w:rsid w:val="00526142"/>
    <w:rsid w:val="005268B5"/>
    <w:rsid w:val="005271C6"/>
    <w:rsid w:val="0052749A"/>
    <w:rsid w:val="00530278"/>
    <w:rsid w:val="005353E2"/>
    <w:rsid w:val="00537AED"/>
    <w:rsid w:val="00543182"/>
    <w:rsid w:val="00550BCD"/>
    <w:rsid w:val="00551368"/>
    <w:rsid w:val="0055207C"/>
    <w:rsid w:val="00553F67"/>
    <w:rsid w:val="005553A6"/>
    <w:rsid w:val="005637E5"/>
    <w:rsid w:val="00563858"/>
    <w:rsid w:val="00564A72"/>
    <w:rsid w:val="005653B0"/>
    <w:rsid w:val="00565ACB"/>
    <w:rsid w:val="005718FD"/>
    <w:rsid w:val="0057330B"/>
    <w:rsid w:val="00580E8E"/>
    <w:rsid w:val="00583AC7"/>
    <w:rsid w:val="00585315"/>
    <w:rsid w:val="0058613A"/>
    <w:rsid w:val="00590DAA"/>
    <w:rsid w:val="0059119F"/>
    <w:rsid w:val="00596F76"/>
    <w:rsid w:val="005A259A"/>
    <w:rsid w:val="005A3498"/>
    <w:rsid w:val="005A5962"/>
    <w:rsid w:val="005B1717"/>
    <w:rsid w:val="005B390E"/>
    <w:rsid w:val="005B4123"/>
    <w:rsid w:val="005C00EB"/>
    <w:rsid w:val="005C31B9"/>
    <w:rsid w:val="005C74AD"/>
    <w:rsid w:val="005D0B91"/>
    <w:rsid w:val="005D194C"/>
    <w:rsid w:val="005D1BC9"/>
    <w:rsid w:val="005D1FBD"/>
    <w:rsid w:val="005D243E"/>
    <w:rsid w:val="005D419D"/>
    <w:rsid w:val="005D57F3"/>
    <w:rsid w:val="005E44F5"/>
    <w:rsid w:val="005E7565"/>
    <w:rsid w:val="005F220C"/>
    <w:rsid w:val="005F243E"/>
    <w:rsid w:val="005F55DE"/>
    <w:rsid w:val="00603191"/>
    <w:rsid w:val="006055EA"/>
    <w:rsid w:val="00611C33"/>
    <w:rsid w:val="006154A6"/>
    <w:rsid w:val="00624F1C"/>
    <w:rsid w:val="006270C2"/>
    <w:rsid w:val="00627292"/>
    <w:rsid w:val="00630B06"/>
    <w:rsid w:val="006321BB"/>
    <w:rsid w:val="006325E1"/>
    <w:rsid w:val="00637779"/>
    <w:rsid w:val="00654C3C"/>
    <w:rsid w:val="0065631B"/>
    <w:rsid w:val="0065672E"/>
    <w:rsid w:val="006568EE"/>
    <w:rsid w:val="00664DA0"/>
    <w:rsid w:val="00670E96"/>
    <w:rsid w:val="00671BDA"/>
    <w:rsid w:val="0067271E"/>
    <w:rsid w:val="00672915"/>
    <w:rsid w:val="00684B75"/>
    <w:rsid w:val="00686062"/>
    <w:rsid w:val="00696A32"/>
    <w:rsid w:val="006A1461"/>
    <w:rsid w:val="006A6170"/>
    <w:rsid w:val="006B6A2F"/>
    <w:rsid w:val="006C0EEB"/>
    <w:rsid w:val="006C1B23"/>
    <w:rsid w:val="006C400E"/>
    <w:rsid w:val="006D0F85"/>
    <w:rsid w:val="006D2605"/>
    <w:rsid w:val="006D51CF"/>
    <w:rsid w:val="006E21AC"/>
    <w:rsid w:val="006E2FA2"/>
    <w:rsid w:val="006E4231"/>
    <w:rsid w:val="006E6B56"/>
    <w:rsid w:val="006F0054"/>
    <w:rsid w:val="006F1B66"/>
    <w:rsid w:val="006F26B3"/>
    <w:rsid w:val="006F54CC"/>
    <w:rsid w:val="006F69EB"/>
    <w:rsid w:val="007006DF"/>
    <w:rsid w:val="00703B28"/>
    <w:rsid w:val="00710E45"/>
    <w:rsid w:val="00711EF1"/>
    <w:rsid w:val="007225A7"/>
    <w:rsid w:val="00725477"/>
    <w:rsid w:val="00727276"/>
    <w:rsid w:val="007274D5"/>
    <w:rsid w:val="00727CE7"/>
    <w:rsid w:val="0073125F"/>
    <w:rsid w:val="00734351"/>
    <w:rsid w:val="0074158F"/>
    <w:rsid w:val="007435E7"/>
    <w:rsid w:val="00743BBD"/>
    <w:rsid w:val="00745210"/>
    <w:rsid w:val="00751021"/>
    <w:rsid w:val="00756AF0"/>
    <w:rsid w:val="00757E6B"/>
    <w:rsid w:val="00762DE2"/>
    <w:rsid w:val="007652B7"/>
    <w:rsid w:val="00766408"/>
    <w:rsid w:val="00766B10"/>
    <w:rsid w:val="00767686"/>
    <w:rsid w:val="00771504"/>
    <w:rsid w:val="00774154"/>
    <w:rsid w:val="00777398"/>
    <w:rsid w:val="00777711"/>
    <w:rsid w:val="0079054C"/>
    <w:rsid w:val="00793ECC"/>
    <w:rsid w:val="007A397F"/>
    <w:rsid w:val="007B04DA"/>
    <w:rsid w:val="007B417D"/>
    <w:rsid w:val="007C0334"/>
    <w:rsid w:val="007C063A"/>
    <w:rsid w:val="007C0A1A"/>
    <w:rsid w:val="007C1B9B"/>
    <w:rsid w:val="007D3D46"/>
    <w:rsid w:val="007D4B49"/>
    <w:rsid w:val="007E0F42"/>
    <w:rsid w:val="007E394E"/>
    <w:rsid w:val="007E430E"/>
    <w:rsid w:val="007E6084"/>
    <w:rsid w:val="007E6925"/>
    <w:rsid w:val="007E76CC"/>
    <w:rsid w:val="007F052A"/>
    <w:rsid w:val="007F1F18"/>
    <w:rsid w:val="007F2789"/>
    <w:rsid w:val="007F51B0"/>
    <w:rsid w:val="007F7CB1"/>
    <w:rsid w:val="00804BDD"/>
    <w:rsid w:val="008112DF"/>
    <w:rsid w:val="00811FA3"/>
    <w:rsid w:val="008125F7"/>
    <w:rsid w:val="00814364"/>
    <w:rsid w:val="008155A0"/>
    <w:rsid w:val="008160F7"/>
    <w:rsid w:val="008219B3"/>
    <w:rsid w:val="00825C41"/>
    <w:rsid w:val="008300DA"/>
    <w:rsid w:val="00830A2E"/>
    <w:rsid w:val="00832921"/>
    <w:rsid w:val="0083427B"/>
    <w:rsid w:val="00843B8E"/>
    <w:rsid w:val="00843F8F"/>
    <w:rsid w:val="0084677C"/>
    <w:rsid w:val="00846984"/>
    <w:rsid w:val="00850294"/>
    <w:rsid w:val="008603D6"/>
    <w:rsid w:val="008626D7"/>
    <w:rsid w:val="00862CD7"/>
    <w:rsid w:val="00862F38"/>
    <w:rsid w:val="00865885"/>
    <w:rsid w:val="0087419E"/>
    <w:rsid w:val="00874E1B"/>
    <w:rsid w:val="0088053A"/>
    <w:rsid w:val="00881C59"/>
    <w:rsid w:val="008831DD"/>
    <w:rsid w:val="00886799"/>
    <w:rsid w:val="00890FB1"/>
    <w:rsid w:val="00891C45"/>
    <w:rsid w:val="00891C70"/>
    <w:rsid w:val="008949A7"/>
    <w:rsid w:val="00894F4C"/>
    <w:rsid w:val="00896B76"/>
    <w:rsid w:val="008A2B78"/>
    <w:rsid w:val="008A52A9"/>
    <w:rsid w:val="008A582F"/>
    <w:rsid w:val="008A639A"/>
    <w:rsid w:val="008A6538"/>
    <w:rsid w:val="008A7D33"/>
    <w:rsid w:val="008B0840"/>
    <w:rsid w:val="008B1502"/>
    <w:rsid w:val="008B74F8"/>
    <w:rsid w:val="008C0E57"/>
    <w:rsid w:val="008C321A"/>
    <w:rsid w:val="008D389A"/>
    <w:rsid w:val="008E0A09"/>
    <w:rsid w:val="008E0E15"/>
    <w:rsid w:val="008E109D"/>
    <w:rsid w:val="008E1E7D"/>
    <w:rsid w:val="008E49FC"/>
    <w:rsid w:val="008F29C2"/>
    <w:rsid w:val="009014A8"/>
    <w:rsid w:val="009014C6"/>
    <w:rsid w:val="0090169D"/>
    <w:rsid w:val="00907965"/>
    <w:rsid w:val="0091032E"/>
    <w:rsid w:val="00913F80"/>
    <w:rsid w:val="0091741B"/>
    <w:rsid w:val="00927318"/>
    <w:rsid w:val="0093074F"/>
    <w:rsid w:val="00930DDE"/>
    <w:rsid w:val="009310A9"/>
    <w:rsid w:val="009351EE"/>
    <w:rsid w:val="00935756"/>
    <w:rsid w:val="00935F22"/>
    <w:rsid w:val="0093606C"/>
    <w:rsid w:val="009509CC"/>
    <w:rsid w:val="009623E7"/>
    <w:rsid w:val="00966C42"/>
    <w:rsid w:val="0097062F"/>
    <w:rsid w:val="009717D4"/>
    <w:rsid w:val="00975D2B"/>
    <w:rsid w:val="0097761C"/>
    <w:rsid w:val="00987B14"/>
    <w:rsid w:val="00987EA6"/>
    <w:rsid w:val="009927FA"/>
    <w:rsid w:val="00993D53"/>
    <w:rsid w:val="00995787"/>
    <w:rsid w:val="00996C90"/>
    <w:rsid w:val="009A1452"/>
    <w:rsid w:val="009A22EF"/>
    <w:rsid w:val="009A277D"/>
    <w:rsid w:val="009B09C3"/>
    <w:rsid w:val="009B12CB"/>
    <w:rsid w:val="009B242F"/>
    <w:rsid w:val="009B78C0"/>
    <w:rsid w:val="009C310C"/>
    <w:rsid w:val="009C7A68"/>
    <w:rsid w:val="009D24A5"/>
    <w:rsid w:val="009D5E31"/>
    <w:rsid w:val="009D6A2D"/>
    <w:rsid w:val="009E399F"/>
    <w:rsid w:val="009E5F0E"/>
    <w:rsid w:val="009F353B"/>
    <w:rsid w:val="009F7B92"/>
    <w:rsid w:val="00A00661"/>
    <w:rsid w:val="00A02CBD"/>
    <w:rsid w:val="00A07733"/>
    <w:rsid w:val="00A104A2"/>
    <w:rsid w:val="00A136E1"/>
    <w:rsid w:val="00A14170"/>
    <w:rsid w:val="00A141B3"/>
    <w:rsid w:val="00A171B8"/>
    <w:rsid w:val="00A20A46"/>
    <w:rsid w:val="00A23BB4"/>
    <w:rsid w:val="00A2734A"/>
    <w:rsid w:val="00A33917"/>
    <w:rsid w:val="00A37707"/>
    <w:rsid w:val="00A3774E"/>
    <w:rsid w:val="00A37E55"/>
    <w:rsid w:val="00A40DD5"/>
    <w:rsid w:val="00A40F01"/>
    <w:rsid w:val="00A444B8"/>
    <w:rsid w:val="00A462B1"/>
    <w:rsid w:val="00A514F5"/>
    <w:rsid w:val="00A527E2"/>
    <w:rsid w:val="00A5506A"/>
    <w:rsid w:val="00A566FC"/>
    <w:rsid w:val="00A602F4"/>
    <w:rsid w:val="00A6536A"/>
    <w:rsid w:val="00A6596E"/>
    <w:rsid w:val="00A66C28"/>
    <w:rsid w:val="00A74916"/>
    <w:rsid w:val="00A74E90"/>
    <w:rsid w:val="00A83503"/>
    <w:rsid w:val="00A84A1B"/>
    <w:rsid w:val="00A8616B"/>
    <w:rsid w:val="00A91AC8"/>
    <w:rsid w:val="00A94011"/>
    <w:rsid w:val="00AA467B"/>
    <w:rsid w:val="00AB62DC"/>
    <w:rsid w:val="00AC1194"/>
    <w:rsid w:val="00AC2000"/>
    <w:rsid w:val="00AC743A"/>
    <w:rsid w:val="00AC7F64"/>
    <w:rsid w:val="00AD1BDD"/>
    <w:rsid w:val="00AD7AB4"/>
    <w:rsid w:val="00AE22C2"/>
    <w:rsid w:val="00AE2A31"/>
    <w:rsid w:val="00AF02C6"/>
    <w:rsid w:val="00AF1782"/>
    <w:rsid w:val="00AF2742"/>
    <w:rsid w:val="00AF2FE9"/>
    <w:rsid w:val="00AF3736"/>
    <w:rsid w:val="00AF3C49"/>
    <w:rsid w:val="00B00A83"/>
    <w:rsid w:val="00B03588"/>
    <w:rsid w:val="00B04194"/>
    <w:rsid w:val="00B05A41"/>
    <w:rsid w:val="00B11240"/>
    <w:rsid w:val="00B14907"/>
    <w:rsid w:val="00B20A6C"/>
    <w:rsid w:val="00B20D72"/>
    <w:rsid w:val="00B22343"/>
    <w:rsid w:val="00B232D6"/>
    <w:rsid w:val="00B236A1"/>
    <w:rsid w:val="00B2532F"/>
    <w:rsid w:val="00B2541D"/>
    <w:rsid w:val="00B2598B"/>
    <w:rsid w:val="00B2763C"/>
    <w:rsid w:val="00B312B2"/>
    <w:rsid w:val="00B32F32"/>
    <w:rsid w:val="00B3527F"/>
    <w:rsid w:val="00B358D0"/>
    <w:rsid w:val="00B36182"/>
    <w:rsid w:val="00B363B9"/>
    <w:rsid w:val="00B41017"/>
    <w:rsid w:val="00B509F1"/>
    <w:rsid w:val="00B568B7"/>
    <w:rsid w:val="00B600BA"/>
    <w:rsid w:val="00B61D2A"/>
    <w:rsid w:val="00B63B04"/>
    <w:rsid w:val="00B63D3A"/>
    <w:rsid w:val="00B66D6C"/>
    <w:rsid w:val="00B70BD6"/>
    <w:rsid w:val="00B7166A"/>
    <w:rsid w:val="00B74F16"/>
    <w:rsid w:val="00B7644D"/>
    <w:rsid w:val="00B802D3"/>
    <w:rsid w:val="00B81565"/>
    <w:rsid w:val="00B81B8B"/>
    <w:rsid w:val="00B8395B"/>
    <w:rsid w:val="00B93C93"/>
    <w:rsid w:val="00B94294"/>
    <w:rsid w:val="00B9496B"/>
    <w:rsid w:val="00B94D78"/>
    <w:rsid w:val="00B94E13"/>
    <w:rsid w:val="00BA1AE5"/>
    <w:rsid w:val="00BA3FA1"/>
    <w:rsid w:val="00BA7D0D"/>
    <w:rsid w:val="00BC04AD"/>
    <w:rsid w:val="00BC5161"/>
    <w:rsid w:val="00BC6D05"/>
    <w:rsid w:val="00BD0A85"/>
    <w:rsid w:val="00BD2727"/>
    <w:rsid w:val="00BD3510"/>
    <w:rsid w:val="00BD3E23"/>
    <w:rsid w:val="00BD4CD3"/>
    <w:rsid w:val="00BE7F9B"/>
    <w:rsid w:val="00BF1D0A"/>
    <w:rsid w:val="00BF1D0D"/>
    <w:rsid w:val="00BF21F6"/>
    <w:rsid w:val="00BF2594"/>
    <w:rsid w:val="00BF282E"/>
    <w:rsid w:val="00BF4248"/>
    <w:rsid w:val="00BF4FD3"/>
    <w:rsid w:val="00BF75C5"/>
    <w:rsid w:val="00C04461"/>
    <w:rsid w:val="00C0653F"/>
    <w:rsid w:val="00C068C7"/>
    <w:rsid w:val="00C2001C"/>
    <w:rsid w:val="00C21A0C"/>
    <w:rsid w:val="00C25029"/>
    <w:rsid w:val="00C3042C"/>
    <w:rsid w:val="00C30A03"/>
    <w:rsid w:val="00C30EE1"/>
    <w:rsid w:val="00C33427"/>
    <w:rsid w:val="00C3371F"/>
    <w:rsid w:val="00C43717"/>
    <w:rsid w:val="00C454FA"/>
    <w:rsid w:val="00C458B8"/>
    <w:rsid w:val="00C55B4A"/>
    <w:rsid w:val="00C56D4C"/>
    <w:rsid w:val="00C5797F"/>
    <w:rsid w:val="00C6077A"/>
    <w:rsid w:val="00C61B45"/>
    <w:rsid w:val="00C61BAB"/>
    <w:rsid w:val="00C678C4"/>
    <w:rsid w:val="00C67DAA"/>
    <w:rsid w:val="00C70840"/>
    <w:rsid w:val="00C70C7E"/>
    <w:rsid w:val="00C74FF9"/>
    <w:rsid w:val="00C75AA4"/>
    <w:rsid w:val="00C75F18"/>
    <w:rsid w:val="00C809B0"/>
    <w:rsid w:val="00C83DD5"/>
    <w:rsid w:val="00C8699F"/>
    <w:rsid w:val="00C87120"/>
    <w:rsid w:val="00C87E17"/>
    <w:rsid w:val="00C90040"/>
    <w:rsid w:val="00C90846"/>
    <w:rsid w:val="00C91FE8"/>
    <w:rsid w:val="00C948FA"/>
    <w:rsid w:val="00C96E18"/>
    <w:rsid w:val="00CA1B3E"/>
    <w:rsid w:val="00CA2586"/>
    <w:rsid w:val="00CA43F9"/>
    <w:rsid w:val="00CA5F52"/>
    <w:rsid w:val="00CA5F81"/>
    <w:rsid w:val="00CA69FD"/>
    <w:rsid w:val="00CB0193"/>
    <w:rsid w:val="00CB3542"/>
    <w:rsid w:val="00CB48FF"/>
    <w:rsid w:val="00CB4ABC"/>
    <w:rsid w:val="00CC089A"/>
    <w:rsid w:val="00CD1E34"/>
    <w:rsid w:val="00CD6DAF"/>
    <w:rsid w:val="00CE111B"/>
    <w:rsid w:val="00CE2219"/>
    <w:rsid w:val="00CE28E6"/>
    <w:rsid w:val="00CE383A"/>
    <w:rsid w:val="00CE4A40"/>
    <w:rsid w:val="00CF0C5A"/>
    <w:rsid w:val="00CF7174"/>
    <w:rsid w:val="00D042D1"/>
    <w:rsid w:val="00D06B16"/>
    <w:rsid w:val="00D16C78"/>
    <w:rsid w:val="00D23F3F"/>
    <w:rsid w:val="00D4053F"/>
    <w:rsid w:val="00D40FC7"/>
    <w:rsid w:val="00D4224D"/>
    <w:rsid w:val="00D4299F"/>
    <w:rsid w:val="00D42F02"/>
    <w:rsid w:val="00D443B0"/>
    <w:rsid w:val="00D44E60"/>
    <w:rsid w:val="00D51929"/>
    <w:rsid w:val="00D54570"/>
    <w:rsid w:val="00D558DD"/>
    <w:rsid w:val="00D57FD9"/>
    <w:rsid w:val="00D617A2"/>
    <w:rsid w:val="00D6244A"/>
    <w:rsid w:val="00D635BE"/>
    <w:rsid w:val="00D65D1A"/>
    <w:rsid w:val="00D76BFD"/>
    <w:rsid w:val="00D77F96"/>
    <w:rsid w:val="00D81F0E"/>
    <w:rsid w:val="00D82F97"/>
    <w:rsid w:val="00D84190"/>
    <w:rsid w:val="00D8613A"/>
    <w:rsid w:val="00D86FA7"/>
    <w:rsid w:val="00D87C19"/>
    <w:rsid w:val="00D92E61"/>
    <w:rsid w:val="00D93687"/>
    <w:rsid w:val="00DA01DD"/>
    <w:rsid w:val="00DA0D03"/>
    <w:rsid w:val="00DA0FA1"/>
    <w:rsid w:val="00DA2D4E"/>
    <w:rsid w:val="00DA47B6"/>
    <w:rsid w:val="00DA5BBE"/>
    <w:rsid w:val="00DA6133"/>
    <w:rsid w:val="00DA6416"/>
    <w:rsid w:val="00DB0355"/>
    <w:rsid w:val="00DB33B8"/>
    <w:rsid w:val="00DB6D52"/>
    <w:rsid w:val="00DC0CBF"/>
    <w:rsid w:val="00DC3CE6"/>
    <w:rsid w:val="00DC5257"/>
    <w:rsid w:val="00DD0046"/>
    <w:rsid w:val="00DD093E"/>
    <w:rsid w:val="00DD5530"/>
    <w:rsid w:val="00DD5D81"/>
    <w:rsid w:val="00DE39D4"/>
    <w:rsid w:val="00DE3C4E"/>
    <w:rsid w:val="00DE3EB0"/>
    <w:rsid w:val="00DF0843"/>
    <w:rsid w:val="00DF10DD"/>
    <w:rsid w:val="00DF2E9D"/>
    <w:rsid w:val="00DF360E"/>
    <w:rsid w:val="00DF61E5"/>
    <w:rsid w:val="00E02EEE"/>
    <w:rsid w:val="00E051CA"/>
    <w:rsid w:val="00E0564C"/>
    <w:rsid w:val="00E11554"/>
    <w:rsid w:val="00E11916"/>
    <w:rsid w:val="00E14B90"/>
    <w:rsid w:val="00E16DE8"/>
    <w:rsid w:val="00E17090"/>
    <w:rsid w:val="00E23F0B"/>
    <w:rsid w:val="00E31757"/>
    <w:rsid w:val="00E32370"/>
    <w:rsid w:val="00E3254E"/>
    <w:rsid w:val="00E35044"/>
    <w:rsid w:val="00E40454"/>
    <w:rsid w:val="00E40CC9"/>
    <w:rsid w:val="00E41D50"/>
    <w:rsid w:val="00E4274E"/>
    <w:rsid w:val="00E4332C"/>
    <w:rsid w:val="00E451AF"/>
    <w:rsid w:val="00E45FA7"/>
    <w:rsid w:val="00E47CC8"/>
    <w:rsid w:val="00E566B3"/>
    <w:rsid w:val="00E56C07"/>
    <w:rsid w:val="00E60236"/>
    <w:rsid w:val="00E76411"/>
    <w:rsid w:val="00E82AC9"/>
    <w:rsid w:val="00E832B5"/>
    <w:rsid w:val="00E84434"/>
    <w:rsid w:val="00E8449C"/>
    <w:rsid w:val="00E95462"/>
    <w:rsid w:val="00E95800"/>
    <w:rsid w:val="00E96277"/>
    <w:rsid w:val="00E96ABD"/>
    <w:rsid w:val="00E97035"/>
    <w:rsid w:val="00EA014B"/>
    <w:rsid w:val="00EA2D63"/>
    <w:rsid w:val="00EA4E30"/>
    <w:rsid w:val="00EB10C5"/>
    <w:rsid w:val="00EB2D19"/>
    <w:rsid w:val="00EB5595"/>
    <w:rsid w:val="00EB5F4A"/>
    <w:rsid w:val="00EC36E2"/>
    <w:rsid w:val="00EC4B0D"/>
    <w:rsid w:val="00EC5FBD"/>
    <w:rsid w:val="00ED46E0"/>
    <w:rsid w:val="00ED582E"/>
    <w:rsid w:val="00ED65C8"/>
    <w:rsid w:val="00ED7626"/>
    <w:rsid w:val="00EE0998"/>
    <w:rsid w:val="00EE1254"/>
    <w:rsid w:val="00EE385A"/>
    <w:rsid w:val="00EE7187"/>
    <w:rsid w:val="00EF04A3"/>
    <w:rsid w:val="00EF239C"/>
    <w:rsid w:val="00EF6789"/>
    <w:rsid w:val="00F07D1A"/>
    <w:rsid w:val="00F1327A"/>
    <w:rsid w:val="00F1342A"/>
    <w:rsid w:val="00F138A7"/>
    <w:rsid w:val="00F14C86"/>
    <w:rsid w:val="00F17D77"/>
    <w:rsid w:val="00F217C5"/>
    <w:rsid w:val="00F23B9C"/>
    <w:rsid w:val="00F26DDC"/>
    <w:rsid w:val="00F27102"/>
    <w:rsid w:val="00F30AB1"/>
    <w:rsid w:val="00F31B29"/>
    <w:rsid w:val="00F35226"/>
    <w:rsid w:val="00F37386"/>
    <w:rsid w:val="00F43DAF"/>
    <w:rsid w:val="00F441D3"/>
    <w:rsid w:val="00F451DC"/>
    <w:rsid w:val="00F46998"/>
    <w:rsid w:val="00F55443"/>
    <w:rsid w:val="00F561BF"/>
    <w:rsid w:val="00F56218"/>
    <w:rsid w:val="00F576B4"/>
    <w:rsid w:val="00F644D1"/>
    <w:rsid w:val="00F70DA0"/>
    <w:rsid w:val="00F74549"/>
    <w:rsid w:val="00F8135F"/>
    <w:rsid w:val="00F85CB2"/>
    <w:rsid w:val="00F872D4"/>
    <w:rsid w:val="00F91752"/>
    <w:rsid w:val="00F93ACF"/>
    <w:rsid w:val="00FA0E0B"/>
    <w:rsid w:val="00FA4631"/>
    <w:rsid w:val="00FB00BE"/>
    <w:rsid w:val="00FB3608"/>
    <w:rsid w:val="00FC347D"/>
    <w:rsid w:val="00FC53A9"/>
    <w:rsid w:val="00FD2951"/>
    <w:rsid w:val="00FD4B8D"/>
    <w:rsid w:val="00FE004B"/>
    <w:rsid w:val="00FE35D1"/>
    <w:rsid w:val="00FE5B2B"/>
    <w:rsid w:val="00FE7094"/>
    <w:rsid w:val="00FE7992"/>
    <w:rsid w:val="00FF0016"/>
    <w:rsid w:val="00FF0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120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1">
    <w:name w:val="Styl1"/>
    <w:basedOn w:val="Normal"/>
    <w:uiPriority w:val="99"/>
    <w:rsid w:val="004F0442"/>
    <w:pPr>
      <w:spacing w:after="0" w:line="240" w:lineRule="auto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BF21F6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5A596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5962"/>
    <w:rPr>
      <w:rFonts w:cs="Times New Roman"/>
    </w:rPr>
  </w:style>
  <w:style w:type="character" w:styleId="EndnoteReference">
    <w:name w:val="endnote reference"/>
    <w:basedOn w:val="DefaultParagraphFont"/>
    <w:uiPriority w:val="99"/>
    <w:semiHidden/>
    <w:rsid w:val="005A5962"/>
    <w:rPr>
      <w:rFonts w:cs="Times New Roman"/>
      <w:vertAlign w:val="superscript"/>
    </w:rPr>
  </w:style>
  <w:style w:type="paragraph" w:customStyle="1" w:styleId="Normal0">
    <w:name w:val="[Normal]"/>
    <w:uiPriority w:val="99"/>
    <w:rsid w:val="00993D5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53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191</TotalTime>
  <Pages>4</Pages>
  <Words>1148</Words>
  <Characters>6889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brmsycow@outlook.com</cp:lastModifiedBy>
  <cp:revision>43</cp:revision>
  <cp:lastPrinted>2018-03-26T07:09:00Z</cp:lastPrinted>
  <dcterms:created xsi:type="dcterms:W3CDTF">2018-02-14T12:05:00Z</dcterms:created>
  <dcterms:modified xsi:type="dcterms:W3CDTF">2018-04-03T12:05:00Z</dcterms:modified>
</cp:coreProperties>
</file>