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91" w:rsidRDefault="0021689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216891" w:rsidRPr="00F85CB2" w:rsidRDefault="0021689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216891" w:rsidRPr="00F85CB2" w:rsidRDefault="00216891" w:rsidP="00D54EA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XLVI/328/2018</w:t>
      </w:r>
    </w:p>
    <w:p w:rsidR="00216891" w:rsidRPr="00F85CB2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IEJ W SYCOWIE</w:t>
      </w:r>
      <w:r>
        <w:rPr>
          <w:rFonts w:ascii="Times New Roman" w:hAnsi="Times New Roman" w:cs="Times New Roman"/>
          <w:b/>
          <w:bCs/>
        </w:rPr>
        <w:br/>
        <w:t>z dnia 22 lutego 2018</w:t>
      </w:r>
      <w:r w:rsidRPr="00F85CB2">
        <w:rPr>
          <w:rFonts w:ascii="Times New Roman" w:hAnsi="Times New Roman" w:cs="Times New Roman"/>
          <w:b/>
          <w:bCs/>
        </w:rPr>
        <w:t xml:space="preserve"> r.</w:t>
      </w:r>
    </w:p>
    <w:p w:rsidR="00216891" w:rsidRPr="00F85CB2" w:rsidRDefault="0021689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216891" w:rsidRPr="00F85CB2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2018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podstawie art</w:t>
      </w:r>
      <w:r>
        <w:rPr>
          <w:rFonts w:ascii="Times New Roman" w:hAnsi="Times New Roman" w:cs="Times New Roman"/>
        </w:rPr>
        <w:t xml:space="preserve">.18 ust.2 pkt 4 oraz 58 ustawy </w:t>
      </w:r>
      <w:r w:rsidRPr="00F85CB2">
        <w:rPr>
          <w:rFonts w:ascii="Times New Roman" w:hAnsi="Times New Roman" w:cs="Times New Roman"/>
        </w:rPr>
        <w:t>z dnia 8 marca 1990 r.</w:t>
      </w:r>
      <w:r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o samorząd</w:t>
      </w:r>
      <w:r>
        <w:rPr>
          <w:rFonts w:ascii="Times New Roman" w:hAnsi="Times New Roman" w:cs="Times New Roman"/>
        </w:rPr>
        <w:t>zie gminnym                (tj. Dz. U. z 2017 r. poz.1875 ze zm.</w:t>
      </w:r>
      <w:r w:rsidRPr="00F85CB2">
        <w:rPr>
          <w:rFonts w:ascii="Times New Roman" w:hAnsi="Times New Roman" w:cs="Times New Roman"/>
        </w:rPr>
        <w:t>) art. 212, art. 216 ust.2  pkt 5 ustawy z dnia 27 sierpnia 2009 r</w:t>
      </w:r>
      <w:r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 xml:space="preserve"> o finansac</w:t>
      </w:r>
      <w:r>
        <w:rPr>
          <w:rFonts w:ascii="Times New Roman" w:hAnsi="Times New Roman" w:cs="Times New Roman"/>
        </w:rPr>
        <w:t xml:space="preserve">h publicznych (tj. Dz. U. z 2017 r., poz.2077 ) Rada Miejska </w:t>
      </w:r>
      <w:r w:rsidRPr="00F85CB2">
        <w:rPr>
          <w:rFonts w:ascii="Times New Roman" w:hAnsi="Times New Roman" w:cs="Times New Roman"/>
        </w:rPr>
        <w:t>w  Sycowie uchwala  co następuje: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W  załączniku  nr 2</w:t>
      </w:r>
      <w:r w:rsidRPr="00F85CB2">
        <w:rPr>
          <w:rFonts w:ascii="Times New Roman" w:hAnsi="Times New Roman" w:cs="Times New Roman"/>
        </w:rPr>
        <w:t xml:space="preserve"> do uchwały Rady Mi</w:t>
      </w:r>
      <w:r>
        <w:rPr>
          <w:rFonts w:ascii="Times New Roman" w:hAnsi="Times New Roman" w:cs="Times New Roman"/>
        </w:rPr>
        <w:t>ejskiej w Sycowie  nr  XLIV/321/2017 z dnia 21 grudnia  2017 r</w:t>
      </w:r>
      <w:r w:rsidRPr="00F85CB2">
        <w:rPr>
          <w:rFonts w:ascii="Times New Roman" w:hAnsi="Times New Roman" w:cs="Times New Roman"/>
        </w:rPr>
        <w:t>. pn." Wydatki budżetu Miasta</w:t>
      </w:r>
      <w:r>
        <w:rPr>
          <w:rFonts w:ascii="Times New Roman" w:hAnsi="Times New Roman" w:cs="Times New Roman"/>
        </w:rPr>
        <w:t xml:space="preserve"> i Gminy Syców na rok 2018</w:t>
      </w:r>
      <w:r w:rsidRPr="00F85CB2">
        <w:rPr>
          <w:rFonts w:ascii="Times New Roman" w:hAnsi="Times New Roman" w:cs="Times New Roman"/>
        </w:rPr>
        <w:t xml:space="preserve">" wprowadza się zmiany jak </w:t>
      </w:r>
      <w:r>
        <w:rPr>
          <w:rFonts w:ascii="Times New Roman" w:hAnsi="Times New Roman" w:cs="Times New Roman"/>
        </w:rPr>
        <w:t xml:space="preserve">                  w załączniku nr 1</w:t>
      </w:r>
      <w:r w:rsidRPr="00F85CB2">
        <w:rPr>
          <w:rFonts w:ascii="Times New Roman" w:hAnsi="Times New Roman" w:cs="Times New Roman"/>
        </w:rPr>
        <w:t xml:space="preserve"> do niniejszej uchwały.   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85CB2">
        <w:rPr>
          <w:rFonts w:ascii="Times New Roman" w:hAnsi="Times New Roman" w:cs="Times New Roman"/>
        </w:rPr>
        <w:t xml:space="preserve">. Plan wydatków Miasta i Gminy po zmianie wynosi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>65 413 342,00</w:t>
      </w:r>
      <w:r w:rsidRPr="00F85CB2">
        <w:rPr>
          <w:rFonts w:ascii="Times New Roman" w:hAnsi="Times New Roman" w:cs="Times New Roman"/>
        </w:rPr>
        <w:t xml:space="preserve"> zł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54 674 876,00</w:t>
      </w:r>
      <w:r w:rsidRPr="00F85CB2">
        <w:rPr>
          <w:rFonts w:ascii="Times New Roman" w:hAnsi="Times New Roman" w:cs="Times New Roman"/>
        </w:rPr>
        <w:t xml:space="preserve"> zł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 10 738 466</w:t>
      </w:r>
      <w:r w:rsidRPr="00F85CB2">
        <w:rPr>
          <w:rFonts w:ascii="Times New Roman" w:hAnsi="Times New Roman" w:cs="Times New Roman"/>
        </w:rPr>
        <w:t>,00 zł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2.</w:t>
      </w:r>
    </w:p>
    <w:p w:rsidR="00216891" w:rsidRPr="00CE2219" w:rsidRDefault="0021689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środków, o których mowa                              w </w:t>
      </w:r>
      <w:r w:rsidRPr="00CE2219">
        <w:rPr>
          <w:rFonts w:ascii="Times New Roman" w:hAnsi="Times New Roman" w:cs="Times New Roman"/>
        </w:rPr>
        <w:t xml:space="preserve">art.217 ust.2 </w:t>
      </w:r>
      <w:r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pkt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64 000</w:t>
      </w:r>
      <w:r w:rsidRPr="00CE2219">
        <w:rPr>
          <w:rFonts w:ascii="Times New Roman" w:hAnsi="Times New Roman" w:cs="Times New Roman"/>
        </w:rPr>
        <w:t>,00 zł</w:t>
      </w:r>
    </w:p>
    <w:p w:rsidR="00216891" w:rsidRPr="00CE2219" w:rsidRDefault="0021689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5 064 000</w:t>
      </w:r>
      <w:r w:rsidRPr="00CE2219">
        <w:rPr>
          <w:rFonts w:ascii="Times New Roman" w:hAnsi="Times New Roman" w:cs="Times New Roman"/>
        </w:rPr>
        <w:t>,00 zł</w:t>
      </w:r>
    </w:p>
    <w:p w:rsidR="00216891" w:rsidRPr="00CE2219" w:rsidRDefault="0021689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 3 0</w:t>
      </w:r>
      <w:r w:rsidRPr="00CE2219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216891" w:rsidRPr="00CE2219" w:rsidRDefault="0021689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Różnica między dochodami i wydatkami stanowi  deficyt  w wysokości                       </w:t>
      </w:r>
      <w:r>
        <w:rPr>
          <w:rFonts w:ascii="Times New Roman" w:hAnsi="Times New Roman" w:cs="Times New Roman"/>
        </w:rPr>
        <w:t xml:space="preserve">   2 064 000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216891" w:rsidRPr="00585315" w:rsidRDefault="00216891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</w:t>
      </w:r>
      <w:r w:rsidRPr="00585315">
        <w:rPr>
          <w:rFonts w:ascii="Times New Roman" w:hAnsi="Times New Roman" w:cs="Times New Roman"/>
        </w:rPr>
        <w:t>.  Zwiększa się deficyt budżetowy o kwotę 64 000,00 zł. Źródłem sfinansowania zwiększonego</w:t>
      </w:r>
    </w:p>
    <w:p w:rsidR="00216891" w:rsidRPr="00585315" w:rsidRDefault="00216891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315">
        <w:rPr>
          <w:rFonts w:ascii="Times New Roman" w:hAnsi="Times New Roman" w:cs="Times New Roman"/>
        </w:rPr>
        <w:t xml:space="preserve">    deficytu są wolne środki, o których mowa w art.217 ust.2 pkt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publicznych.</w:t>
      </w:r>
    </w:p>
    <w:p w:rsidR="00216891" w:rsidRPr="00CE2219" w:rsidRDefault="00216891" w:rsidP="0019618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16891" w:rsidRPr="00F85CB2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16891" w:rsidRPr="00F85CB2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3.</w:t>
      </w:r>
    </w:p>
    <w:p w:rsidR="00216891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Pr="00CE2219" w:rsidRDefault="0021689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Załącznik nr  3 uchwały Rady Mi</w:t>
      </w:r>
      <w:r>
        <w:rPr>
          <w:rFonts w:ascii="Times New Roman" w:hAnsi="Times New Roman" w:cs="Times New Roman"/>
        </w:rPr>
        <w:t>ejskiej w Sycowie  nr  XLIV/3212017 z dnia 21 grudnia 2017</w:t>
      </w:r>
      <w:r w:rsidRPr="00CE2219">
        <w:rPr>
          <w:rFonts w:ascii="Times New Roman" w:hAnsi="Times New Roman" w:cs="Times New Roman"/>
        </w:rPr>
        <w:t xml:space="preserve"> r. pn."Plan przychodów i rozchodów budżetu </w:t>
      </w:r>
      <w:r>
        <w:rPr>
          <w:rFonts w:ascii="Times New Roman" w:hAnsi="Times New Roman" w:cs="Times New Roman"/>
        </w:rPr>
        <w:t>Miasta i Gminy Syców na rok 2018</w:t>
      </w:r>
      <w:r w:rsidRPr="00CE2219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 xml:space="preserve">zymuje brzmienie załącznika    nr 2 </w:t>
      </w:r>
      <w:r w:rsidRPr="00CE2219">
        <w:rPr>
          <w:rFonts w:ascii="Times New Roman" w:hAnsi="Times New Roman" w:cs="Times New Roman"/>
        </w:rPr>
        <w:t>do niniejszej uchwały.</w:t>
      </w:r>
    </w:p>
    <w:p w:rsidR="00216891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Pr="00F85CB2" w:rsidRDefault="0021689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Default="0021689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  <w:r w:rsidRPr="00F85CB2">
        <w:rPr>
          <w:rFonts w:ascii="Times New Roman" w:hAnsi="Times New Roman" w:cs="Times New Roman"/>
        </w:rPr>
        <w:t>.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Załącznik nr 4 do uchwały Rady Mi</w:t>
      </w:r>
      <w:r>
        <w:rPr>
          <w:rFonts w:ascii="Times New Roman" w:hAnsi="Times New Roman" w:cs="Times New Roman"/>
        </w:rPr>
        <w:t>ejskiej w Sycowie nr XLIV/321/2017 z dnia 21 grudnia 2017 r.         pn.</w:t>
      </w:r>
      <w:r w:rsidRPr="00F85CB2">
        <w:rPr>
          <w:rFonts w:ascii="Times New Roman" w:hAnsi="Times New Roman" w:cs="Times New Roman"/>
        </w:rPr>
        <w:t>"Wykaz wydatków majątkowych oraz za</w:t>
      </w:r>
      <w:r>
        <w:rPr>
          <w:rFonts w:ascii="Times New Roman" w:hAnsi="Times New Roman" w:cs="Times New Roman"/>
        </w:rPr>
        <w:t>dań inwestycyjnych na rok 2018</w:t>
      </w:r>
      <w:r w:rsidRPr="00F85CB2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3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216891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Pr="00F85CB2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Pr="00F85CB2" w:rsidRDefault="0021689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F85CB2">
        <w:rPr>
          <w:rFonts w:ascii="Times New Roman" w:hAnsi="Times New Roman" w:cs="Times New Roman"/>
        </w:rPr>
        <w:t>.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Pr="00F85CB2" w:rsidRDefault="0021689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 do uchwały Rady Miejski</w:t>
      </w:r>
      <w:r>
        <w:rPr>
          <w:rFonts w:ascii="Times New Roman" w:hAnsi="Times New Roman" w:cs="Times New Roman"/>
          <w:sz w:val="22"/>
          <w:szCs w:val="22"/>
        </w:rPr>
        <w:t>ej w Sycowie nr XLIV/321/2017 z dnia 21 grudnia 2017</w:t>
      </w:r>
      <w:r w:rsidRPr="00F85CB2">
        <w:rPr>
          <w:rFonts w:ascii="Times New Roman" w:hAnsi="Times New Roman" w:cs="Times New Roman"/>
          <w:sz w:val="22"/>
          <w:szCs w:val="22"/>
        </w:rPr>
        <w:t xml:space="preserve"> r.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4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216891" w:rsidRPr="00F85CB2" w:rsidRDefault="0021689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216891" w:rsidRDefault="0021689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§ 6.</w:t>
      </w:r>
    </w:p>
    <w:p w:rsidR="00216891" w:rsidRPr="00F85CB2" w:rsidRDefault="0021689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216891" w:rsidRPr="00F85CB2" w:rsidRDefault="00216891" w:rsidP="000417CF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>
        <w:rPr>
          <w:rFonts w:ascii="Times New Roman" w:hAnsi="Times New Roman" w:cs="Times New Roman"/>
          <w:sz w:val="22"/>
          <w:szCs w:val="22"/>
        </w:rPr>
        <w:t>etu gminy w wysokości  2 934 115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uchwały, w tym;</w:t>
      </w:r>
    </w:p>
    <w:p w:rsidR="00216891" w:rsidRPr="00F85CB2" w:rsidRDefault="0021689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408 000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216891" w:rsidRPr="00F85CB2" w:rsidRDefault="0021689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1 554 015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1 030 250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343 6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273 6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MOSiR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70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216891" w:rsidRPr="00F85CB2" w:rsidRDefault="00216891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478 500 </w:t>
      </w:r>
      <w:r w:rsidRPr="00F85CB2">
        <w:rPr>
          <w:rFonts w:ascii="Times New Roman" w:hAnsi="Times New Roman" w:cs="Times New Roman"/>
          <w:sz w:val="22"/>
          <w:szCs w:val="22"/>
        </w:rPr>
        <w:t>zł,</w:t>
      </w:r>
    </w:p>
    <w:p w:rsidR="00216891" w:rsidRPr="00F85CB2" w:rsidRDefault="0021689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</w:t>
      </w:r>
      <w:r>
        <w:rPr>
          <w:rFonts w:ascii="Times New Roman" w:hAnsi="Times New Roman" w:cs="Times New Roman"/>
          <w:sz w:val="22"/>
          <w:szCs w:val="22"/>
        </w:rPr>
        <w:t>kwocie                       150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zł.</w:t>
      </w:r>
    </w:p>
    <w:p w:rsidR="00216891" w:rsidRPr="00F85CB2" w:rsidRDefault="00216891" w:rsidP="00C2502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216891" w:rsidRPr="00F85CB2" w:rsidRDefault="00216891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F85CB2">
        <w:rPr>
          <w:rFonts w:ascii="Times New Roman" w:hAnsi="Times New Roman" w:cs="Times New Roman"/>
        </w:rPr>
        <w:t>.</w:t>
      </w:r>
    </w:p>
    <w:p w:rsidR="00216891" w:rsidRPr="00F85CB2" w:rsidRDefault="00216891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Pr="00F85CB2">
        <w:rPr>
          <w:rFonts w:ascii="Times New Roman" w:hAnsi="Times New Roman" w:cs="Times New Roman"/>
        </w:rPr>
        <w:t>.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</w:t>
      </w:r>
      <w:r>
        <w:rPr>
          <w:rFonts w:ascii="Times New Roman" w:hAnsi="Times New Roman" w:cs="Times New Roman"/>
        </w:rPr>
        <w:t>.</w:t>
      </w: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Pr="00F85CB2" w:rsidRDefault="0021689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91" w:rsidRPr="00D54EA3" w:rsidRDefault="00216891" w:rsidP="00D54EA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D54EA3">
        <w:rPr>
          <w:rFonts w:ascii="Times New Roman" w:hAnsi="Times New Roman" w:cs="Times New Roman"/>
        </w:rPr>
        <w:t>Przewodniczący Rady Miejskiej w Sycowie</w:t>
      </w:r>
    </w:p>
    <w:p w:rsidR="00216891" w:rsidRPr="00D54EA3" w:rsidRDefault="00216891" w:rsidP="00D54EA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D54EA3">
        <w:rPr>
          <w:rFonts w:ascii="Times New Roman" w:hAnsi="Times New Roman" w:cs="Times New Roman"/>
        </w:rPr>
        <w:t>Bolesław Moniuszko</w:t>
      </w:r>
    </w:p>
    <w:p w:rsidR="00216891" w:rsidRDefault="00216891" w:rsidP="00D54EA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Pr="00830A2E" w:rsidRDefault="0021689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16891" w:rsidRPr="00FC347D" w:rsidRDefault="00216891" w:rsidP="00D54EA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FC347D">
        <w:rPr>
          <w:rFonts w:ascii="Times New Roman" w:hAnsi="Times New Roman" w:cs="Times New Roman"/>
          <w:b/>
          <w:bCs/>
        </w:rPr>
        <w:t>Uzasadnienie do uchwały Rady Miejskiej w Sycowie n</w:t>
      </w:r>
      <w:r>
        <w:rPr>
          <w:rFonts w:ascii="Times New Roman" w:hAnsi="Times New Roman" w:cs="Times New Roman"/>
          <w:b/>
          <w:bCs/>
        </w:rPr>
        <w:t>r XLVI/328</w:t>
      </w:r>
      <w:r w:rsidRPr="00FC347D">
        <w:rPr>
          <w:rFonts w:ascii="Times New Roman" w:hAnsi="Times New Roman" w:cs="Times New Roman"/>
          <w:b/>
          <w:bCs/>
        </w:rPr>
        <w:t>/2018 z dnia 22</w:t>
      </w:r>
      <w:r>
        <w:rPr>
          <w:rFonts w:ascii="Times New Roman" w:hAnsi="Times New Roman" w:cs="Times New Roman"/>
          <w:b/>
          <w:bCs/>
        </w:rPr>
        <w:t xml:space="preserve"> </w:t>
      </w:r>
      <w:r w:rsidRPr="00FC347D">
        <w:rPr>
          <w:rFonts w:ascii="Times New Roman" w:hAnsi="Times New Roman" w:cs="Times New Roman"/>
          <w:b/>
          <w:bCs/>
        </w:rPr>
        <w:t>lutego 2018 r.           w sprawie zmiany budżetu Miasta i Gminy Syców na rok 2018 r.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II. Wydatki:</w:t>
      </w:r>
    </w:p>
    <w:p w:rsidR="00216891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710 – Działalność usługowa</w:t>
      </w:r>
    </w:p>
    <w:p w:rsidR="00216891" w:rsidRDefault="00216891" w:rsidP="00494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Zwiększony zostaje plan wydatków </w:t>
      </w:r>
      <w:r w:rsidRPr="00FC347D">
        <w:rPr>
          <w:rFonts w:ascii="Times New Roman" w:hAnsi="Times New Roman" w:cs="Times New Roman"/>
          <w:color w:val="000000"/>
        </w:rPr>
        <w:t>na</w:t>
      </w:r>
      <w:r>
        <w:rPr>
          <w:rFonts w:ascii="Times New Roman" w:hAnsi="Times New Roman" w:cs="Times New Roman"/>
          <w:color w:val="000000"/>
        </w:rPr>
        <w:t xml:space="preserve"> obsługę </w:t>
      </w:r>
      <w:r w:rsidRPr="00FC347D">
        <w:rPr>
          <w:rFonts w:ascii="Times New Roman" w:hAnsi="Times New Roman" w:cs="Times New Roman"/>
          <w:color w:val="000000"/>
        </w:rPr>
        <w:t>cmentarza k</w:t>
      </w:r>
      <w:r>
        <w:rPr>
          <w:rFonts w:ascii="Times New Roman" w:hAnsi="Times New Roman" w:cs="Times New Roman"/>
          <w:color w:val="000000"/>
        </w:rPr>
        <w:t>omunalnego w Sycowie o 8 000 zł</w:t>
      </w:r>
      <w:r w:rsidRPr="00FC347D">
        <w:rPr>
          <w:rFonts w:ascii="Times New Roman" w:hAnsi="Times New Roman" w:cs="Times New Roman"/>
          <w:color w:val="000000"/>
        </w:rPr>
        <w:t xml:space="preserve"> tj. pielęgnację drzew w zakresie cięć redukcyjnych koron i likwidacji posuszu.</w:t>
      </w:r>
    </w:p>
    <w:p w:rsidR="00216891" w:rsidRPr="00494394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750 – Administracja publiczna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Zmniejszony zostaje plan wydatków na administrację publiczną w kwocie 2 600 zł środki zostają przesunięte do działu 926-Kultura Fizyczna</w:t>
      </w:r>
      <w:r>
        <w:rPr>
          <w:rFonts w:ascii="Times New Roman" w:hAnsi="Times New Roman" w:cs="Times New Roman"/>
        </w:rPr>
        <w:t xml:space="preserve"> - na rządowy program OSA.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 851 – Ochrona zdrowia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 xml:space="preserve">Zabezpieczone zostają środki w wysokości 35 000 zł  na realizację "Gminnego programu zdrowotnego </w:t>
      </w:r>
      <w:r>
        <w:rPr>
          <w:rFonts w:ascii="Times New Roman" w:hAnsi="Times New Roman" w:cs="Times New Roman"/>
        </w:rPr>
        <w:t xml:space="preserve">     </w:t>
      </w:r>
      <w:r w:rsidRPr="00FC347D">
        <w:rPr>
          <w:rFonts w:ascii="Times New Roman" w:hAnsi="Times New Roman" w:cs="Times New Roman"/>
        </w:rPr>
        <w:t>w zakresie profilaktyki zakażeń wirusami brodawczaka ludzkiego HPV" -</w:t>
      </w:r>
      <w:r>
        <w:rPr>
          <w:rFonts w:ascii="Times New Roman" w:hAnsi="Times New Roman" w:cs="Times New Roman"/>
        </w:rPr>
        <w:t xml:space="preserve"> </w:t>
      </w:r>
      <w:r w:rsidRPr="00FC347D">
        <w:rPr>
          <w:rFonts w:ascii="Times New Roman" w:hAnsi="Times New Roman" w:cs="Times New Roman"/>
        </w:rPr>
        <w:t>zakup szczepionek. Program realizowany jest od 2014 roku.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16891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900 Gospodarka komunalna i ochrona środowiska</w:t>
      </w:r>
    </w:p>
    <w:p w:rsidR="00216891" w:rsidRPr="002928C1" w:rsidRDefault="00216891" w:rsidP="002928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8C1">
        <w:rPr>
          <w:rFonts w:ascii="Times New Roman" w:hAnsi="Times New Roman" w:cs="Times New Roman"/>
        </w:rPr>
        <w:t>Zwiększony zostaje plan wydatków na zadanie inwestycyjne pn. " Budowa kanalizacji sanitarnej</w:t>
      </w:r>
      <w:r>
        <w:rPr>
          <w:rFonts w:ascii="Times New Roman" w:hAnsi="Times New Roman" w:cs="Times New Roman"/>
        </w:rPr>
        <w:t xml:space="preserve">             </w:t>
      </w:r>
      <w:r w:rsidRPr="002928C1">
        <w:rPr>
          <w:rFonts w:ascii="Times New Roman" w:hAnsi="Times New Roman" w:cs="Times New Roman"/>
        </w:rPr>
        <w:t xml:space="preserve"> w m.</w:t>
      </w:r>
      <w:r>
        <w:rPr>
          <w:rFonts w:ascii="Times New Roman" w:hAnsi="Times New Roman" w:cs="Times New Roman"/>
        </w:rPr>
        <w:t xml:space="preserve"> </w:t>
      </w:r>
      <w:r w:rsidRPr="002928C1">
        <w:rPr>
          <w:rFonts w:ascii="Times New Roman" w:hAnsi="Times New Roman" w:cs="Times New Roman"/>
        </w:rPr>
        <w:t xml:space="preserve">Wioska" w kwocie 70 200 zł ( koszt nadzoru archeologicznego oraz koszt dokumentacji projektowej). Zmniejszone zostają natomiast środki na zadanie pn. " Wniesienie udziałów do SGK </w:t>
      </w:r>
      <w:r>
        <w:rPr>
          <w:rFonts w:ascii="Times New Roman" w:hAnsi="Times New Roman" w:cs="Times New Roman"/>
        </w:rPr>
        <w:t xml:space="preserve">        </w:t>
      </w:r>
      <w:r w:rsidRPr="002928C1">
        <w:rPr>
          <w:rFonts w:ascii="Times New Roman" w:hAnsi="Times New Roman" w:cs="Times New Roman"/>
        </w:rPr>
        <w:t xml:space="preserve">Sp. z o.o. </w:t>
      </w:r>
    </w:p>
    <w:p w:rsidR="00216891" w:rsidRPr="00FC347D" w:rsidRDefault="00216891" w:rsidP="00564A7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-  926 Kultura fizyczna</w:t>
      </w: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Zwiększeniu ulega plan wydatków na dotacje celowe w kwocie 15 000 zł na dofinansowanie zadań zleconych do realizacji stowarzyszeniom</w:t>
      </w:r>
      <w:r>
        <w:rPr>
          <w:rFonts w:ascii="Times New Roman" w:hAnsi="Times New Roman" w:cs="Times New Roman"/>
        </w:rPr>
        <w:t>.</w:t>
      </w:r>
    </w:p>
    <w:p w:rsidR="00216891" w:rsidRPr="00FC347D" w:rsidRDefault="00216891" w:rsidP="00FC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347D">
        <w:rPr>
          <w:rFonts w:ascii="Times New Roman" w:hAnsi="Times New Roman" w:cs="Times New Roman"/>
          <w:color w:val="000000"/>
        </w:rPr>
        <w:t xml:space="preserve">W związku z naborem projektów Otwartych Stref Aktywności </w:t>
      </w:r>
      <w:r>
        <w:rPr>
          <w:rFonts w:ascii="Times New Roman" w:hAnsi="Times New Roman" w:cs="Times New Roman"/>
          <w:color w:val="000000"/>
        </w:rPr>
        <w:t>zabezpieczone zostają środki</w:t>
      </w:r>
      <w:r w:rsidRPr="00FC347D">
        <w:rPr>
          <w:rFonts w:ascii="Times New Roman" w:hAnsi="Times New Roman" w:cs="Times New Roman"/>
          <w:color w:val="000000"/>
        </w:rPr>
        <w:t xml:space="preserve"> na wykonanie mapy do celów projektowych oraz </w:t>
      </w:r>
      <w:r>
        <w:rPr>
          <w:rFonts w:ascii="Times New Roman" w:hAnsi="Times New Roman" w:cs="Times New Roman"/>
          <w:color w:val="000000"/>
        </w:rPr>
        <w:t>dokumentację projektową związaną</w:t>
      </w:r>
      <w:r w:rsidRPr="00FC347D">
        <w:rPr>
          <w:rFonts w:ascii="Times New Roman" w:hAnsi="Times New Roman" w:cs="Times New Roman"/>
          <w:color w:val="000000"/>
        </w:rPr>
        <w:t xml:space="preserve"> z ww. zadaniem.</w:t>
      </w:r>
      <w:r>
        <w:rPr>
          <w:rFonts w:ascii="Times New Roman" w:hAnsi="Times New Roman" w:cs="Times New Roman"/>
          <w:color w:val="000000"/>
        </w:rPr>
        <w:t xml:space="preserve"> </w:t>
      </w:r>
      <w:r w:rsidRPr="00FC347D">
        <w:rPr>
          <w:rFonts w:ascii="Times New Roman" w:hAnsi="Times New Roman" w:cs="Times New Roman"/>
          <w:color w:val="000000"/>
        </w:rPr>
        <w:t>Program Rządowy OSA umożliwia ubieganie się o dofinansowanie 50% kosztów bud</w:t>
      </w:r>
      <w:r>
        <w:rPr>
          <w:rFonts w:ascii="Times New Roman" w:hAnsi="Times New Roman" w:cs="Times New Roman"/>
          <w:color w:val="000000"/>
        </w:rPr>
        <w:t>owy ww. obiektu (</w:t>
      </w:r>
      <w:r w:rsidRPr="00FC347D">
        <w:rPr>
          <w:rFonts w:ascii="Times New Roman" w:hAnsi="Times New Roman" w:cs="Times New Roman"/>
          <w:color w:val="000000"/>
        </w:rPr>
        <w:t xml:space="preserve"> nie </w:t>
      </w:r>
      <w:r>
        <w:rPr>
          <w:rFonts w:ascii="Times New Roman" w:hAnsi="Times New Roman" w:cs="Times New Roman"/>
          <w:color w:val="000000"/>
        </w:rPr>
        <w:t xml:space="preserve">więcej niż 25 000 złotych). </w:t>
      </w:r>
    </w:p>
    <w:p w:rsidR="00216891" w:rsidRPr="00FC347D" w:rsidRDefault="00216891" w:rsidP="00FC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16891" w:rsidRPr="00FC347D" w:rsidRDefault="0021689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16891" w:rsidRPr="00FC347D" w:rsidRDefault="00216891" w:rsidP="00564A7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 xml:space="preserve">Projekt uchwały przewiduje zwiększenie planowanych wydatków o kwotę 64 000 zł. </w:t>
      </w:r>
      <w:r>
        <w:rPr>
          <w:rFonts w:ascii="Times New Roman" w:hAnsi="Times New Roman" w:cs="Times New Roman"/>
        </w:rPr>
        <w:t>Kwota dochodów pozostaje bez zmian</w:t>
      </w:r>
      <w:r w:rsidRPr="00FC347D">
        <w:rPr>
          <w:rFonts w:ascii="Times New Roman" w:hAnsi="Times New Roman" w:cs="Times New Roman"/>
        </w:rPr>
        <w:t xml:space="preserve">. </w:t>
      </w:r>
      <w:r w:rsidRPr="00585315">
        <w:rPr>
          <w:rFonts w:ascii="Times New Roman" w:hAnsi="Times New Roman" w:cs="Times New Roman"/>
        </w:rPr>
        <w:t>Zwiększa się def</w:t>
      </w:r>
      <w:r>
        <w:rPr>
          <w:rFonts w:ascii="Times New Roman" w:hAnsi="Times New Roman" w:cs="Times New Roman"/>
        </w:rPr>
        <w:t xml:space="preserve">icyt budżetowy o kwotę 64 000 </w:t>
      </w:r>
      <w:r w:rsidRPr="00585315">
        <w:rPr>
          <w:rFonts w:ascii="Times New Roman" w:hAnsi="Times New Roman" w:cs="Times New Roman"/>
        </w:rPr>
        <w:t>zł. Źródłem sfinansowania zwiększonego deficytu są wolne środki, o których mowa w art.217 ust.2 pkt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</w:t>
      </w:r>
      <w:r>
        <w:rPr>
          <w:rFonts w:ascii="Times New Roman" w:hAnsi="Times New Roman" w:cs="Times New Roman"/>
        </w:rPr>
        <w:t>.</w:t>
      </w:r>
    </w:p>
    <w:sectPr w:rsidR="00216891" w:rsidRPr="00FC347D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891" w:rsidRDefault="00216891" w:rsidP="005A5962">
      <w:pPr>
        <w:spacing w:after="0" w:line="240" w:lineRule="auto"/>
      </w:pPr>
      <w:r>
        <w:separator/>
      </w:r>
    </w:p>
  </w:endnote>
  <w:endnote w:type="continuationSeparator" w:id="0">
    <w:p w:rsidR="00216891" w:rsidRDefault="00216891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891" w:rsidRDefault="00216891" w:rsidP="005A5962">
      <w:pPr>
        <w:spacing w:after="0" w:line="240" w:lineRule="auto"/>
      </w:pPr>
      <w:r>
        <w:separator/>
      </w:r>
    </w:p>
  </w:footnote>
  <w:footnote w:type="continuationSeparator" w:id="0">
    <w:p w:rsidR="00216891" w:rsidRDefault="00216891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529C"/>
    <w:rsid w:val="00012495"/>
    <w:rsid w:val="00013CE2"/>
    <w:rsid w:val="00015ABD"/>
    <w:rsid w:val="00023E1C"/>
    <w:rsid w:val="00027A96"/>
    <w:rsid w:val="00035626"/>
    <w:rsid w:val="0003587D"/>
    <w:rsid w:val="0003590C"/>
    <w:rsid w:val="0003663F"/>
    <w:rsid w:val="0003717B"/>
    <w:rsid w:val="000417CF"/>
    <w:rsid w:val="00044D6B"/>
    <w:rsid w:val="000534D8"/>
    <w:rsid w:val="000544EF"/>
    <w:rsid w:val="00061854"/>
    <w:rsid w:val="00065F63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A24B5"/>
    <w:rsid w:val="000A2EEF"/>
    <w:rsid w:val="000A7FC2"/>
    <w:rsid w:val="000B00AE"/>
    <w:rsid w:val="000B3433"/>
    <w:rsid w:val="000B4A43"/>
    <w:rsid w:val="000B52B3"/>
    <w:rsid w:val="000B6AFD"/>
    <w:rsid w:val="000C55CD"/>
    <w:rsid w:val="000D0854"/>
    <w:rsid w:val="000D198E"/>
    <w:rsid w:val="000D2707"/>
    <w:rsid w:val="000E481B"/>
    <w:rsid w:val="000E5E75"/>
    <w:rsid w:val="000F1DFB"/>
    <w:rsid w:val="000F302E"/>
    <w:rsid w:val="00104EC1"/>
    <w:rsid w:val="001050E9"/>
    <w:rsid w:val="0010731B"/>
    <w:rsid w:val="00111216"/>
    <w:rsid w:val="001121FE"/>
    <w:rsid w:val="00115ED8"/>
    <w:rsid w:val="00117DEF"/>
    <w:rsid w:val="001208AB"/>
    <w:rsid w:val="00133DBD"/>
    <w:rsid w:val="00135F6D"/>
    <w:rsid w:val="00144677"/>
    <w:rsid w:val="00147E27"/>
    <w:rsid w:val="0015085F"/>
    <w:rsid w:val="00152A44"/>
    <w:rsid w:val="00152B2D"/>
    <w:rsid w:val="00156573"/>
    <w:rsid w:val="00156926"/>
    <w:rsid w:val="00160036"/>
    <w:rsid w:val="00161D8B"/>
    <w:rsid w:val="0016449A"/>
    <w:rsid w:val="00165534"/>
    <w:rsid w:val="001678E9"/>
    <w:rsid w:val="00170856"/>
    <w:rsid w:val="00172C9B"/>
    <w:rsid w:val="00174560"/>
    <w:rsid w:val="00175778"/>
    <w:rsid w:val="00176CE3"/>
    <w:rsid w:val="0018243B"/>
    <w:rsid w:val="00185196"/>
    <w:rsid w:val="00186F3E"/>
    <w:rsid w:val="00190C06"/>
    <w:rsid w:val="0019126F"/>
    <w:rsid w:val="0019328F"/>
    <w:rsid w:val="00193690"/>
    <w:rsid w:val="001945A8"/>
    <w:rsid w:val="00196182"/>
    <w:rsid w:val="00197FE3"/>
    <w:rsid w:val="001A541F"/>
    <w:rsid w:val="001B0F51"/>
    <w:rsid w:val="001B17D9"/>
    <w:rsid w:val="001B6176"/>
    <w:rsid w:val="001B682F"/>
    <w:rsid w:val="001C1B32"/>
    <w:rsid w:val="001C3264"/>
    <w:rsid w:val="001C4530"/>
    <w:rsid w:val="001C5898"/>
    <w:rsid w:val="001C7344"/>
    <w:rsid w:val="001D10DE"/>
    <w:rsid w:val="001D4E90"/>
    <w:rsid w:val="001E527C"/>
    <w:rsid w:val="001E6A48"/>
    <w:rsid w:val="001F6C13"/>
    <w:rsid w:val="001F79F3"/>
    <w:rsid w:val="00202E7F"/>
    <w:rsid w:val="002045FF"/>
    <w:rsid w:val="002048BF"/>
    <w:rsid w:val="00206EAC"/>
    <w:rsid w:val="002072A1"/>
    <w:rsid w:val="00207AB2"/>
    <w:rsid w:val="00212AFC"/>
    <w:rsid w:val="00216891"/>
    <w:rsid w:val="00217FD4"/>
    <w:rsid w:val="00221EAF"/>
    <w:rsid w:val="0022374F"/>
    <w:rsid w:val="0022572B"/>
    <w:rsid w:val="00225CA2"/>
    <w:rsid w:val="00225D45"/>
    <w:rsid w:val="00230001"/>
    <w:rsid w:val="00232F25"/>
    <w:rsid w:val="00240499"/>
    <w:rsid w:val="00244151"/>
    <w:rsid w:val="00250693"/>
    <w:rsid w:val="002614B8"/>
    <w:rsid w:val="00262DF8"/>
    <w:rsid w:val="00263E7E"/>
    <w:rsid w:val="00266EAF"/>
    <w:rsid w:val="0028144B"/>
    <w:rsid w:val="002825CE"/>
    <w:rsid w:val="00282DC6"/>
    <w:rsid w:val="00285E67"/>
    <w:rsid w:val="00285FFA"/>
    <w:rsid w:val="0029003A"/>
    <w:rsid w:val="00290669"/>
    <w:rsid w:val="00291E96"/>
    <w:rsid w:val="002928C1"/>
    <w:rsid w:val="002940C0"/>
    <w:rsid w:val="00295760"/>
    <w:rsid w:val="002976BB"/>
    <w:rsid w:val="002A08F2"/>
    <w:rsid w:val="002A228A"/>
    <w:rsid w:val="002A62A2"/>
    <w:rsid w:val="002B50A2"/>
    <w:rsid w:val="002C072A"/>
    <w:rsid w:val="002C1229"/>
    <w:rsid w:val="002C388C"/>
    <w:rsid w:val="002C79F9"/>
    <w:rsid w:val="002C7A8E"/>
    <w:rsid w:val="002D38AD"/>
    <w:rsid w:val="002E2581"/>
    <w:rsid w:val="002E462E"/>
    <w:rsid w:val="002E6356"/>
    <w:rsid w:val="002E6C3D"/>
    <w:rsid w:val="002F1B11"/>
    <w:rsid w:val="002F3955"/>
    <w:rsid w:val="002F66CB"/>
    <w:rsid w:val="002F6A19"/>
    <w:rsid w:val="00301B38"/>
    <w:rsid w:val="00304AEB"/>
    <w:rsid w:val="00305757"/>
    <w:rsid w:val="00306C17"/>
    <w:rsid w:val="00307619"/>
    <w:rsid w:val="00311436"/>
    <w:rsid w:val="0031174A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5694"/>
    <w:rsid w:val="00356944"/>
    <w:rsid w:val="00356E40"/>
    <w:rsid w:val="00357DBE"/>
    <w:rsid w:val="00360BD1"/>
    <w:rsid w:val="00365A62"/>
    <w:rsid w:val="00367A8E"/>
    <w:rsid w:val="00372B81"/>
    <w:rsid w:val="00373531"/>
    <w:rsid w:val="00374DBC"/>
    <w:rsid w:val="00381CCD"/>
    <w:rsid w:val="00385046"/>
    <w:rsid w:val="00386FF8"/>
    <w:rsid w:val="00387774"/>
    <w:rsid w:val="00391698"/>
    <w:rsid w:val="0039687F"/>
    <w:rsid w:val="003A0EA4"/>
    <w:rsid w:val="003A0FE0"/>
    <w:rsid w:val="003A204F"/>
    <w:rsid w:val="003A2261"/>
    <w:rsid w:val="003A297C"/>
    <w:rsid w:val="003A584D"/>
    <w:rsid w:val="003A7155"/>
    <w:rsid w:val="003B08FF"/>
    <w:rsid w:val="003B46E1"/>
    <w:rsid w:val="003B7B38"/>
    <w:rsid w:val="003C0BDB"/>
    <w:rsid w:val="003C4688"/>
    <w:rsid w:val="003C63E3"/>
    <w:rsid w:val="003C7AB0"/>
    <w:rsid w:val="003D3C42"/>
    <w:rsid w:val="003D759A"/>
    <w:rsid w:val="003D7CDF"/>
    <w:rsid w:val="003F4B75"/>
    <w:rsid w:val="003F76BC"/>
    <w:rsid w:val="00400FF1"/>
    <w:rsid w:val="0040303E"/>
    <w:rsid w:val="0041240A"/>
    <w:rsid w:val="004217DF"/>
    <w:rsid w:val="00422826"/>
    <w:rsid w:val="00422BD2"/>
    <w:rsid w:val="00423CF0"/>
    <w:rsid w:val="0042444F"/>
    <w:rsid w:val="00426C46"/>
    <w:rsid w:val="004312C2"/>
    <w:rsid w:val="00432D29"/>
    <w:rsid w:val="0044173F"/>
    <w:rsid w:val="00441784"/>
    <w:rsid w:val="00444769"/>
    <w:rsid w:val="004452F8"/>
    <w:rsid w:val="00445438"/>
    <w:rsid w:val="004467B1"/>
    <w:rsid w:val="00452017"/>
    <w:rsid w:val="00457710"/>
    <w:rsid w:val="00457E9E"/>
    <w:rsid w:val="00461FF6"/>
    <w:rsid w:val="00465CC9"/>
    <w:rsid w:val="00470754"/>
    <w:rsid w:val="00475D5E"/>
    <w:rsid w:val="004819E1"/>
    <w:rsid w:val="004852A8"/>
    <w:rsid w:val="00486A32"/>
    <w:rsid w:val="00486E60"/>
    <w:rsid w:val="0049247A"/>
    <w:rsid w:val="00493F77"/>
    <w:rsid w:val="00494394"/>
    <w:rsid w:val="004A0EC1"/>
    <w:rsid w:val="004A234C"/>
    <w:rsid w:val="004A69B4"/>
    <w:rsid w:val="004B573E"/>
    <w:rsid w:val="004B6782"/>
    <w:rsid w:val="004C14AD"/>
    <w:rsid w:val="004C29D5"/>
    <w:rsid w:val="004C7526"/>
    <w:rsid w:val="004D1E2F"/>
    <w:rsid w:val="004E5CAC"/>
    <w:rsid w:val="004E6D5B"/>
    <w:rsid w:val="004E7DAE"/>
    <w:rsid w:val="004F0442"/>
    <w:rsid w:val="004F0A92"/>
    <w:rsid w:val="004F2ABB"/>
    <w:rsid w:val="004F44FE"/>
    <w:rsid w:val="0050363D"/>
    <w:rsid w:val="00507622"/>
    <w:rsid w:val="00511BB5"/>
    <w:rsid w:val="00513C37"/>
    <w:rsid w:val="00520629"/>
    <w:rsid w:val="005223F2"/>
    <w:rsid w:val="00524BCA"/>
    <w:rsid w:val="00526142"/>
    <w:rsid w:val="005268B5"/>
    <w:rsid w:val="005271C6"/>
    <w:rsid w:val="0052749A"/>
    <w:rsid w:val="00530278"/>
    <w:rsid w:val="005353E2"/>
    <w:rsid w:val="00537AED"/>
    <w:rsid w:val="00542BDC"/>
    <w:rsid w:val="00543182"/>
    <w:rsid w:val="00550BCD"/>
    <w:rsid w:val="00551368"/>
    <w:rsid w:val="0055207C"/>
    <w:rsid w:val="00553F67"/>
    <w:rsid w:val="005553A6"/>
    <w:rsid w:val="005637E5"/>
    <w:rsid w:val="00563858"/>
    <w:rsid w:val="00564A72"/>
    <w:rsid w:val="005653B0"/>
    <w:rsid w:val="00565ACB"/>
    <w:rsid w:val="005718FD"/>
    <w:rsid w:val="0057330B"/>
    <w:rsid w:val="00580E8E"/>
    <w:rsid w:val="00583AC7"/>
    <w:rsid w:val="00585315"/>
    <w:rsid w:val="0058613A"/>
    <w:rsid w:val="0059119F"/>
    <w:rsid w:val="00596F76"/>
    <w:rsid w:val="005A259A"/>
    <w:rsid w:val="005A3498"/>
    <w:rsid w:val="005A5962"/>
    <w:rsid w:val="005B1717"/>
    <w:rsid w:val="005B390E"/>
    <w:rsid w:val="005B4123"/>
    <w:rsid w:val="005C00EB"/>
    <w:rsid w:val="005C31B9"/>
    <w:rsid w:val="005C74AD"/>
    <w:rsid w:val="005D0B91"/>
    <w:rsid w:val="005D1BC9"/>
    <w:rsid w:val="005D243E"/>
    <w:rsid w:val="005D419D"/>
    <w:rsid w:val="005D57F3"/>
    <w:rsid w:val="005E44F5"/>
    <w:rsid w:val="005E7565"/>
    <w:rsid w:val="005F220C"/>
    <w:rsid w:val="005F243E"/>
    <w:rsid w:val="005F55DE"/>
    <w:rsid w:val="00603191"/>
    <w:rsid w:val="006055EA"/>
    <w:rsid w:val="00611C33"/>
    <w:rsid w:val="0061419E"/>
    <w:rsid w:val="006154A6"/>
    <w:rsid w:val="00624F1C"/>
    <w:rsid w:val="006270C2"/>
    <w:rsid w:val="00630B06"/>
    <w:rsid w:val="006321BB"/>
    <w:rsid w:val="006325E1"/>
    <w:rsid w:val="00637779"/>
    <w:rsid w:val="00654C3C"/>
    <w:rsid w:val="0065631B"/>
    <w:rsid w:val="0065672E"/>
    <w:rsid w:val="006568EE"/>
    <w:rsid w:val="00664DA0"/>
    <w:rsid w:val="00670E96"/>
    <w:rsid w:val="00671BDA"/>
    <w:rsid w:val="0067271E"/>
    <w:rsid w:val="00672915"/>
    <w:rsid w:val="00684B75"/>
    <w:rsid w:val="00686062"/>
    <w:rsid w:val="00696A32"/>
    <w:rsid w:val="006A1461"/>
    <w:rsid w:val="006A6170"/>
    <w:rsid w:val="006B6A2F"/>
    <w:rsid w:val="006C0EEB"/>
    <w:rsid w:val="006C1B23"/>
    <w:rsid w:val="006C400E"/>
    <w:rsid w:val="006D0F85"/>
    <w:rsid w:val="006D2605"/>
    <w:rsid w:val="006D51CF"/>
    <w:rsid w:val="006E2FA2"/>
    <w:rsid w:val="006E4231"/>
    <w:rsid w:val="006F0054"/>
    <w:rsid w:val="006F1B66"/>
    <w:rsid w:val="006F26B3"/>
    <w:rsid w:val="006F54CC"/>
    <w:rsid w:val="006F69EB"/>
    <w:rsid w:val="007006DF"/>
    <w:rsid w:val="00710E45"/>
    <w:rsid w:val="00711EF1"/>
    <w:rsid w:val="007225A7"/>
    <w:rsid w:val="00725477"/>
    <w:rsid w:val="00727276"/>
    <w:rsid w:val="007274D5"/>
    <w:rsid w:val="00727CE7"/>
    <w:rsid w:val="0073125F"/>
    <w:rsid w:val="00734351"/>
    <w:rsid w:val="0074158F"/>
    <w:rsid w:val="007435E7"/>
    <w:rsid w:val="00743BBD"/>
    <w:rsid w:val="00745210"/>
    <w:rsid w:val="00751021"/>
    <w:rsid w:val="00756AF0"/>
    <w:rsid w:val="00757E6B"/>
    <w:rsid w:val="00762DE2"/>
    <w:rsid w:val="007652B7"/>
    <w:rsid w:val="00766408"/>
    <w:rsid w:val="00766B10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C1B9B"/>
    <w:rsid w:val="007D3D46"/>
    <w:rsid w:val="007D4B49"/>
    <w:rsid w:val="007E0F42"/>
    <w:rsid w:val="007E394E"/>
    <w:rsid w:val="007E430E"/>
    <w:rsid w:val="007E6084"/>
    <w:rsid w:val="007E6925"/>
    <w:rsid w:val="007E76CC"/>
    <w:rsid w:val="007F052A"/>
    <w:rsid w:val="007F1F18"/>
    <w:rsid w:val="007F2789"/>
    <w:rsid w:val="007F51B0"/>
    <w:rsid w:val="007F7CB1"/>
    <w:rsid w:val="00804BDD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43B8E"/>
    <w:rsid w:val="00843F8F"/>
    <w:rsid w:val="0084677C"/>
    <w:rsid w:val="00846984"/>
    <w:rsid w:val="00850294"/>
    <w:rsid w:val="008603D6"/>
    <w:rsid w:val="008626D7"/>
    <w:rsid w:val="00862CD7"/>
    <w:rsid w:val="00862F38"/>
    <w:rsid w:val="00865885"/>
    <w:rsid w:val="0087419E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52A9"/>
    <w:rsid w:val="008A582F"/>
    <w:rsid w:val="008A639A"/>
    <w:rsid w:val="008A6538"/>
    <w:rsid w:val="008A7D33"/>
    <w:rsid w:val="008B1502"/>
    <w:rsid w:val="008B74F8"/>
    <w:rsid w:val="008C061D"/>
    <w:rsid w:val="008C321A"/>
    <w:rsid w:val="008D389A"/>
    <w:rsid w:val="008E0A09"/>
    <w:rsid w:val="008E0E15"/>
    <w:rsid w:val="008E109D"/>
    <w:rsid w:val="008E1E7D"/>
    <w:rsid w:val="008E49FC"/>
    <w:rsid w:val="009014A8"/>
    <w:rsid w:val="009014C6"/>
    <w:rsid w:val="0090169D"/>
    <w:rsid w:val="0090491E"/>
    <w:rsid w:val="00907965"/>
    <w:rsid w:val="0091032E"/>
    <w:rsid w:val="00913F80"/>
    <w:rsid w:val="0091741B"/>
    <w:rsid w:val="00927318"/>
    <w:rsid w:val="0093074F"/>
    <w:rsid w:val="00930DDE"/>
    <w:rsid w:val="009310A9"/>
    <w:rsid w:val="009351EE"/>
    <w:rsid w:val="00935756"/>
    <w:rsid w:val="00935F22"/>
    <w:rsid w:val="0093606C"/>
    <w:rsid w:val="009509CC"/>
    <w:rsid w:val="009623E7"/>
    <w:rsid w:val="00966C42"/>
    <w:rsid w:val="0097062F"/>
    <w:rsid w:val="009717D4"/>
    <w:rsid w:val="00975D2B"/>
    <w:rsid w:val="0097761C"/>
    <w:rsid w:val="00987B14"/>
    <w:rsid w:val="00987EA6"/>
    <w:rsid w:val="009927FA"/>
    <w:rsid w:val="00993D53"/>
    <w:rsid w:val="00995787"/>
    <w:rsid w:val="00996C90"/>
    <w:rsid w:val="009A1452"/>
    <w:rsid w:val="009A22EF"/>
    <w:rsid w:val="009B09C3"/>
    <w:rsid w:val="009B12CB"/>
    <w:rsid w:val="009B242F"/>
    <w:rsid w:val="009B78C0"/>
    <w:rsid w:val="009C310C"/>
    <w:rsid w:val="009C7A68"/>
    <w:rsid w:val="009D24A5"/>
    <w:rsid w:val="009D5E31"/>
    <w:rsid w:val="009D6A2D"/>
    <w:rsid w:val="009E5F0E"/>
    <w:rsid w:val="009F353B"/>
    <w:rsid w:val="00A00661"/>
    <w:rsid w:val="00A02CBD"/>
    <w:rsid w:val="00A07733"/>
    <w:rsid w:val="00A104A2"/>
    <w:rsid w:val="00A136E1"/>
    <w:rsid w:val="00A14170"/>
    <w:rsid w:val="00A141B3"/>
    <w:rsid w:val="00A171B8"/>
    <w:rsid w:val="00A20A46"/>
    <w:rsid w:val="00A23BB4"/>
    <w:rsid w:val="00A2734A"/>
    <w:rsid w:val="00A33917"/>
    <w:rsid w:val="00A37707"/>
    <w:rsid w:val="00A3774E"/>
    <w:rsid w:val="00A40DD5"/>
    <w:rsid w:val="00A444B8"/>
    <w:rsid w:val="00A462B1"/>
    <w:rsid w:val="00A514F5"/>
    <w:rsid w:val="00A527E2"/>
    <w:rsid w:val="00A5506A"/>
    <w:rsid w:val="00A566FC"/>
    <w:rsid w:val="00A6536A"/>
    <w:rsid w:val="00A6596E"/>
    <w:rsid w:val="00A66C28"/>
    <w:rsid w:val="00A74916"/>
    <w:rsid w:val="00A74E90"/>
    <w:rsid w:val="00A83503"/>
    <w:rsid w:val="00A84A1B"/>
    <w:rsid w:val="00A91AC8"/>
    <w:rsid w:val="00AA467B"/>
    <w:rsid w:val="00AB62DC"/>
    <w:rsid w:val="00AC2000"/>
    <w:rsid w:val="00AC743A"/>
    <w:rsid w:val="00AC7F64"/>
    <w:rsid w:val="00AD1BDD"/>
    <w:rsid w:val="00AD7AB4"/>
    <w:rsid w:val="00AE214B"/>
    <w:rsid w:val="00AE22C2"/>
    <w:rsid w:val="00AE2A31"/>
    <w:rsid w:val="00AF02C6"/>
    <w:rsid w:val="00AF1782"/>
    <w:rsid w:val="00AF2742"/>
    <w:rsid w:val="00AF2FE9"/>
    <w:rsid w:val="00AF3736"/>
    <w:rsid w:val="00AF3C49"/>
    <w:rsid w:val="00B00A83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2541D"/>
    <w:rsid w:val="00B312B2"/>
    <w:rsid w:val="00B32F32"/>
    <w:rsid w:val="00B3527F"/>
    <w:rsid w:val="00B358D0"/>
    <w:rsid w:val="00B36182"/>
    <w:rsid w:val="00B363B9"/>
    <w:rsid w:val="00B41017"/>
    <w:rsid w:val="00B509F1"/>
    <w:rsid w:val="00B568B7"/>
    <w:rsid w:val="00B600BA"/>
    <w:rsid w:val="00B61D2A"/>
    <w:rsid w:val="00B63D3A"/>
    <w:rsid w:val="00B66D6C"/>
    <w:rsid w:val="00B70BD6"/>
    <w:rsid w:val="00B7166A"/>
    <w:rsid w:val="00B74F16"/>
    <w:rsid w:val="00B802D3"/>
    <w:rsid w:val="00B81565"/>
    <w:rsid w:val="00B8395B"/>
    <w:rsid w:val="00B93C93"/>
    <w:rsid w:val="00B94294"/>
    <w:rsid w:val="00B9496B"/>
    <w:rsid w:val="00B94D78"/>
    <w:rsid w:val="00B94E13"/>
    <w:rsid w:val="00BA1AE5"/>
    <w:rsid w:val="00BA3FA1"/>
    <w:rsid w:val="00BA7D0D"/>
    <w:rsid w:val="00BC04AD"/>
    <w:rsid w:val="00BC5161"/>
    <w:rsid w:val="00BC6D05"/>
    <w:rsid w:val="00BD0A85"/>
    <w:rsid w:val="00BD2727"/>
    <w:rsid w:val="00BD3510"/>
    <w:rsid w:val="00BD3E23"/>
    <w:rsid w:val="00BD4CD3"/>
    <w:rsid w:val="00BE7F9B"/>
    <w:rsid w:val="00BF1D0A"/>
    <w:rsid w:val="00BF1D0D"/>
    <w:rsid w:val="00BF21F6"/>
    <w:rsid w:val="00BF2594"/>
    <w:rsid w:val="00BF282E"/>
    <w:rsid w:val="00BF4FD3"/>
    <w:rsid w:val="00BF75C5"/>
    <w:rsid w:val="00C04461"/>
    <w:rsid w:val="00C0653F"/>
    <w:rsid w:val="00C068C7"/>
    <w:rsid w:val="00C2001C"/>
    <w:rsid w:val="00C21A0C"/>
    <w:rsid w:val="00C25029"/>
    <w:rsid w:val="00C3042C"/>
    <w:rsid w:val="00C30A03"/>
    <w:rsid w:val="00C30EE1"/>
    <w:rsid w:val="00C3371F"/>
    <w:rsid w:val="00C43717"/>
    <w:rsid w:val="00C454FA"/>
    <w:rsid w:val="00C458B8"/>
    <w:rsid w:val="00C55B4A"/>
    <w:rsid w:val="00C56D4C"/>
    <w:rsid w:val="00C5797F"/>
    <w:rsid w:val="00C61B45"/>
    <w:rsid w:val="00C61BAB"/>
    <w:rsid w:val="00C678C4"/>
    <w:rsid w:val="00C67DAA"/>
    <w:rsid w:val="00C70840"/>
    <w:rsid w:val="00C74FF9"/>
    <w:rsid w:val="00C75F18"/>
    <w:rsid w:val="00C83DD5"/>
    <w:rsid w:val="00C87120"/>
    <w:rsid w:val="00C87E17"/>
    <w:rsid w:val="00C90040"/>
    <w:rsid w:val="00C90846"/>
    <w:rsid w:val="00C91FE8"/>
    <w:rsid w:val="00CA1B3E"/>
    <w:rsid w:val="00CA2586"/>
    <w:rsid w:val="00CA43F9"/>
    <w:rsid w:val="00CB0193"/>
    <w:rsid w:val="00CB3542"/>
    <w:rsid w:val="00CB48FF"/>
    <w:rsid w:val="00CB4ABC"/>
    <w:rsid w:val="00CC089A"/>
    <w:rsid w:val="00CD1E34"/>
    <w:rsid w:val="00CD6DAF"/>
    <w:rsid w:val="00CE2219"/>
    <w:rsid w:val="00CE28E6"/>
    <w:rsid w:val="00CE383A"/>
    <w:rsid w:val="00CE4A40"/>
    <w:rsid w:val="00CF0C5A"/>
    <w:rsid w:val="00CF7174"/>
    <w:rsid w:val="00D042D1"/>
    <w:rsid w:val="00D06B16"/>
    <w:rsid w:val="00D16C78"/>
    <w:rsid w:val="00D23F3F"/>
    <w:rsid w:val="00D40FC7"/>
    <w:rsid w:val="00D4224D"/>
    <w:rsid w:val="00D4299F"/>
    <w:rsid w:val="00D42F02"/>
    <w:rsid w:val="00D443B0"/>
    <w:rsid w:val="00D44E60"/>
    <w:rsid w:val="00D51929"/>
    <w:rsid w:val="00D54570"/>
    <w:rsid w:val="00D54EA3"/>
    <w:rsid w:val="00D558DD"/>
    <w:rsid w:val="00D57FD9"/>
    <w:rsid w:val="00D617A2"/>
    <w:rsid w:val="00D6244A"/>
    <w:rsid w:val="00D635BE"/>
    <w:rsid w:val="00D65D1A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0D03"/>
    <w:rsid w:val="00DA0FA1"/>
    <w:rsid w:val="00DA2D4E"/>
    <w:rsid w:val="00DA47B6"/>
    <w:rsid w:val="00DA5BBE"/>
    <w:rsid w:val="00DA6133"/>
    <w:rsid w:val="00DA6416"/>
    <w:rsid w:val="00DB0355"/>
    <w:rsid w:val="00DB33B8"/>
    <w:rsid w:val="00DB6D52"/>
    <w:rsid w:val="00DC0CBF"/>
    <w:rsid w:val="00DC3CE6"/>
    <w:rsid w:val="00DC5257"/>
    <w:rsid w:val="00DD0046"/>
    <w:rsid w:val="00DD093E"/>
    <w:rsid w:val="00DD5530"/>
    <w:rsid w:val="00DD5D81"/>
    <w:rsid w:val="00DE39D4"/>
    <w:rsid w:val="00DE3C4E"/>
    <w:rsid w:val="00DE3EB0"/>
    <w:rsid w:val="00DF0843"/>
    <w:rsid w:val="00DF10DD"/>
    <w:rsid w:val="00DF2E9D"/>
    <w:rsid w:val="00DF360E"/>
    <w:rsid w:val="00DF61E5"/>
    <w:rsid w:val="00E051CA"/>
    <w:rsid w:val="00E0564C"/>
    <w:rsid w:val="00E11554"/>
    <w:rsid w:val="00E11916"/>
    <w:rsid w:val="00E14B90"/>
    <w:rsid w:val="00E16DE8"/>
    <w:rsid w:val="00E17090"/>
    <w:rsid w:val="00E23F0B"/>
    <w:rsid w:val="00E32370"/>
    <w:rsid w:val="00E3254E"/>
    <w:rsid w:val="00E35044"/>
    <w:rsid w:val="00E40454"/>
    <w:rsid w:val="00E40CC9"/>
    <w:rsid w:val="00E41D50"/>
    <w:rsid w:val="00E4274E"/>
    <w:rsid w:val="00E4332C"/>
    <w:rsid w:val="00E451AF"/>
    <w:rsid w:val="00E45FA7"/>
    <w:rsid w:val="00E47CC8"/>
    <w:rsid w:val="00E566B3"/>
    <w:rsid w:val="00E56C07"/>
    <w:rsid w:val="00E60236"/>
    <w:rsid w:val="00E76411"/>
    <w:rsid w:val="00E82AC9"/>
    <w:rsid w:val="00E832B5"/>
    <w:rsid w:val="00E84434"/>
    <w:rsid w:val="00E8449C"/>
    <w:rsid w:val="00E856A2"/>
    <w:rsid w:val="00E95462"/>
    <w:rsid w:val="00E95800"/>
    <w:rsid w:val="00E96277"/>
    <w:rsid w:val="00E96ABD"/>
    <w:rsid w:val="00E97035"/>
    <w:rsid w:val="00EA014B"/>
    <w:rsid w:val="00EA2D63"/>
    <w:rsid w:val="00EA4E30"/>
    <w:rsid w:val="00EB2D19"/>
    <w:rsid w:val="00EB5595"/>
    <w:rsid w:val="00EB5F4A"/>
    <w:rsid w:val="00EC36E2"/>
    <w:rsid w:val="00EC4B0D"/>
    <w:rsid w:val="00EC5FBD"/>
    <w:rsid w:val="00ED46E0"/>
    <w:rsid w:val="00ED582E"/>
    <w:rsid w:val="00ED65C8"/>
    <w:rsid w:val="00ED7626"/>
    <w:rsid w:val="00EE0998"/>
    <w:rsid w:val="00EE1254"/>
    <w:rsid w:val="00EE385A"/>
    <w:rsid w:val="00EE7187"/>
    <w:rsid w:val="00EF239C"/>
    <w:rsid w:val="00EF6789"/>
    <w:rsid w:val="00F07D1A"/>
    <w:rsid w:val="00F1327A"/>
    <w:rsid w:val="00F1342A"/>
    <w:rsid w:val="00F138A7"/>
    <w:rsid w:val="00F217C5"/>
    <w:rsid w:val="00F23B9C"/>
    <w:rsid w:val="00F26DDC"/>
    <w:rsid w:val="00F27102"/>
    <w:rsid w:val="00F31B29"/>
    <w:rsid w:val="00F35226"/>
    <w:rsid w:val="00F43DAF"/>
    <w:rsid w:val="00F441D3"/>
    <w:rsid w:val="00F451DC"/>
    <w:rsid w:val="00F46998"/>
    <w:rsid w:val="00F55443"/>
    <w:rsid w:val="00F561BF"/>
    <w:rsid w:val="00F56218"/>
    <w:rsid w:val="00F576B4"/>
    <w:rsid w:val="00F644D1"/>
    <w:rsid w:val="00F70DA0"/>
    <w:rsid w:val="00F8135F"/>
    <w:rsid w:val="00F85CB2"/>
    <w:rsid w:val="00F872D4"/>
    <w:rsid w:val="00F91752"/>
    <w:rsid w:val="00F93ACF"/>
    <w:rsid w:val="00FA0E0B"/>
    <w:rsid w:val="00FA4631"/>
    <w:rsid w:val="00FB00BE"/>
    <w:rsid w:val="00FB3608"/>
    <w:rsid w:val="00FC347D"/>
    <w:rsid w:val="00FC53A9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836</Words>
  <Characters>5021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cp:lastPrinted>2018-02-26T09:36:00Z</cp:lastPrinted>
  <dcterms:created xsi:type="dcterms:W3CDTF">2018-02-22T16:22:00Z</dcterms:created>
  <dcterms:modified xsi:type="dcterms:W3CDTF">2018-02-27T11:28:00Z</dcterms:modified>
</cp:coreProperties>
</file>