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3CA" w:rsidRPr="009E34C7" w:rsidRDefault="004F53CA" w:rsidP="00371C6E">
      <w:pPr>
        <w:spacing w:after="0"/>
        <w:jc w:val="center"/>
        <w:rPr>
          <w:rFonts w:ascii="Times New Roman" w:hAnsi="Times New Roman"/>
          <w:b/>
          <w:smallCaps/>
          <w:color w:val="FF0000"/>
          <w:sz w:val="24"/>
          <w:szCs w:val="24"/>
        </w:rPr>
      </w:pPr>
      <w:r w:rsidRPr="009E34C7">
        <w:rPr>
          <w:rFonts w:ascii="Times New Roman" w:hAnsi="Times New Roman"/>
          <w:b/>
          <w:smallCaps/>
          <w:color w:val="FF0000"/>
          <w:sz w:val="24"/>
          <w:szCs w:val="24"/>
        </w:rPr>
        <w:t xml:space="preserve">brka quorum </w:t>
      </w:r>
    </w:p>
    <w:p w:rsidR="004F53CA" w:rsidRDefault="004F53CA" w:rsidP="00371C6E">
      <w:pPr>
        <w:spacing w:after="0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4F53CA" w:rsidRPr="009E34C7" w:rsidRDefault="004F53CA" w:rsidP="00371C6E">
      <w:pPr>
        <w:spacing w:after="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E34C7">
        <w:rPr>
          <w:rFonts w:ascii="Times New Roman" w:hAnsi="Times New Roman"/>
          <w:b/>
          <w:smallCaps/>
          <w:sz w:val="24"/>
          <w:szCs w:val="24"/>
        </w:rPr>
        <w:t>protokół</w:t>
      </w:r>
    </w:p>
    <w:p w:rsidR="004F53CA" w:rsidRPr="009E34C7" w:rsidRDefault="004F53CA" w:rsidP="00371C6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E34C7">
        <w:rPr>
          <w:rFonts w:ascii="Times New Roman" w:hAnsi="Times New Roman"/>
          <w:sz w:val="24"/>
          <w:szCs w:val="24"/>
        </w:rPr>
        <w:t>ze spotkania</w:t>
      </w:r>
    </w:p>
    <w:p w:rsidR="004F53CA" w:rsidRPr="009E34C7" w:rsidRDefault="004F53CA" w:rsidP="00371C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34C7">
        <w:rPr>
          <w:rFonts w:ascii="Times New Roman" w:hAnsi="Times New Roman"/>
          <w:b/>
          <w:sz w:val="24"/>
          <w:szCs w:val="24"/>
        </w:rPr>
        <w:t xml:space="preserve">Komisji Infrastruktury </w:t>
      </w:r>
    </w:p>
    <w:p w:rsidR="004F53CA" w:rsidRPr="009E34C7" w:rsidRDefault="004F53CA" w:rsidP="00371C6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E34C7">
        <w:rPr>
          <w:rFonts w:ascii="Times New Roman" w:hAnsi="Times New Roman"/>
          <w:sz w:val="24"/>
          <w:szCs w:val="24"/>
        </w:rPr>
        <w:t>w dniu 22 czerwca 2015 r.</w:t>
      </w:r>
    </w:p>
    <w:p w:rsidR="004F53CA" w:rsidRPr="009E34C7" w:rsidRDefault="004F53CA" w:rsidP="00371C6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F53CA" w:rsidRPr="009E34C7" w:rsidRDefault="004F53CA" w:rsidP="00371C6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E34C7">
        <w:rPr>
          <w:rFonts w:ascii="Times New Roman" w:hAnsi="Times New Roman"/>
          <w:b/>
          <w:sz w:val="24"/>
          <w:szCs w:val="24"/>
        </w:rPr>
        <w:t>Temat spotkania:</w:t>
      </w:r>
    </w:p>
    <w:p w:rsidR="004F53CA" w:rsidRPr="009E34C7" w:rsidRDefault="004F53CA" w:rsidP="003151E8">
      <w:pPr>
        <w:pStyle w:val="ListParagraph"/>
        <w:spacing w:after="0"/>
        <w:rPr>
          <w:rFonts w:ascii="Times New Roman" w:hAnsi="Times New Roman"/>
          <w:sz w:val="24"/>
          <w:szCs w:val="24"/>
        </w:rPr>
      </w:pPr>
      <w:r w:rsidRPr="009E34C7">
        <w:rPr>
          <w:rFonts w:ascii="Times New Roman" w:hAnsi="Times New Roman"/>
          <w:sz w:val="24"/>
          <w:szCs w:val="24"/>
        </w:rPr>
        <w:t>Spotkanie w terenie – wyjazd do Drołtowic.</w:t>
      </w:r>
    </w:p>
    <w:p w:rsidR="004F53CA" w:rsidRPr="009E34C7" w:rsidRDefault="004F53CA" w:rsidP="001268F1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9E34C7">
        <w:rPr>
          <w:rFonts w:ascii="Times New Roman" w:hAnsi="Times New Roman"/>
          <w:sz w:val="24"/>
          <w:szCs w:val="24"/>
        </w:rPr>
        <w:t>Do Burmistrza MiG Syców dotarła ustna prośba mieszkańca Drołtowic o zamontowanie dodatkowej lampy ulicznej (oświetlenie liniowe) przy jego posesji.</w:t>
      </w:r>
    </w:p>
    <w:p w:rsidR="004F53CA" w:rsidRPr="009E34C7" w:rsidRDefault="004F53CA" w:rsidP="00371C6E">
      <w:pPr>
        <w:spacing w:after="0"/>
        <w:rPr>
          <w:rFonts w:ascii="Times New Roman" w:hAnsi="Times New Roman"/>
          <w:sz w:val="24"/>
          <w:szCs w:val="24"/>
        </w:rPr>
      </w:pPr>
    </w:p>
    <w:p w:rsidR="004F53CA" w:rsidRPr="009E34C7" w:rsidRDefault="004F53CA" w:rsidP="00371C6E">
      <w:pPr>
        <w:spacing w:after="0"/>
        <w:rPr>
          <w:rFonts w:ascii="Times New Roman" w:hAnsi="Times New Roman"/>
          <w:sz w:val="24"/>
          <w:szCs w:val="24"/>
        </w:rPr>
      </w:pPr>
    </w:p>
    <w:p w:rsidR="004F53CA" w:rsidRPr="009E34C7" w:rsidRDefault="004F53CA" w:rsidP="00371C6E">
      <w:pPr>
        <w:spacing w:after="0"/>
        <w:rPr>
          <w:rFonts w:ascii="Times New Roman" w:hAnsi="Times New Roman"/>
          <w:b/>
          <w:sz w:val="24"/>
          <w:szCs w:val="24"/>
        </w:rPr>
      </w:pPr>
      <w:r w:rsidRPr="009E34C7">
        <w:rPr>
          <w:rFonts w:ascii="Times New Roman" w:hAnsi="Times New Roman"/>
          <w:b/>
          <w:sz w:val="24"/>
          <w:szCs w:val="24"/>
        </w:rPr>
        <w:t>Obecni:</w:t>
      </w:r>
    </w:p>
    <w:p w:rsidR="004F53CA" w:rsidRPr="009E34C7" w:rsidRDefault="004F53CA" w:rsidP="00371C6E">
      <w:pPr>
        <w:spacing w:after="0"/>
        <w:rPr>
          <w:rFonts w:ascii="Times New Roman" w:hAnsi="Times New Roman"/>
          <w:sz w:val="24"/>
          <w:szCs w:val="24"/>
        </w:rPr>
      </w:pPr>
      <w:r w:rsidRPr="009E34C7">
        <w:rPr>
          <w:rFonts w:ascii="Times New Roman" w:hAnsi="Times New Roman"/>
          <w:sz w:val="24"/>
          <w:szCs w:val="24"/>
        </w:rPr>
        <w:t>Członkowie Komisji Infrastruktury:</w:t>
      </w:r>
    </w:p>
    <w:p w:rsidR="004F53CA" w:rsidRPr="009E34C7" w:rsidRDefault="004F53CA" w:rsidP="003151E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E34C7">
        <w:rPr>
          <w:rFonts w:ascii="Times New Roman" w:hAnsi="Times New Roman"/>
          <w:sz w:val="24"/>
          <w:szCs w:val="24"/>
        </w:rPr>
        <w:t>Mieczysław Troska</w:t>
      </w:r>
    </w:p>
    <w:p w:rsidR="004F53CA" w:rsidRPr="009E34C7" w:rsidRDefault="004F53CA" w:rsidP="003151E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E34C7">
        <w:rPr>
          <w:rFonts w:ascii="Times New Roman" w:hAnsi="Times New Roman"/>
          <w:sz w:val="24"/>
          <w:szCs w:val="24"/>
        </w:rPr>
        <w:t>Jerzy Piecuch</w:t>
      </w:r>
    </w:p>
    <w:p w:rsidR="004F53CA" w:rsidRPr="009E34C7" w:rsidRDefault="004F53CA" w:rsidP="003151E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E34C7">
        <w:rPr>
          <w:rFonts w:ascii="Times New Roman" w:hAnsi="Times New Roman"/>
          <w:sz w:val="24"/>
          <w:szCs w:val="24"/>
        </w:rPr>
        <w:t xml:space="preserve">Marian Lempert </w:t>
      </w:r>
    </w:p>
    <w:p w:rsidR="004F53CA" w:rsidRPr="009E34C7" w:rsidRDefault="004F53CA" w:rsidP="003151E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34C7">
        <w:rPr>
          <w:rFonts w:ascii="Times New Roman" w:hAnsi="Times New Roman"/>
          <w:sz w:val="24"/>
          <w:szCs w:val="24"/>
        </w:rPr>
        <w:t>oraz:</w:t>
      </w:r>
    </w:p>
    <w:p w:rsidR="004F53CA" w:rsidRPr="009E34C7" w:rsidRDefault="004F53CA" w:rsidP="003151E8">
      <w:pPr>
        <w:pStyle w:val="ListParagraph"/>
        <w:numPr>
          <w:ilvl w:val="0"/>
          <w:numId w:val="5"/>
        </w:numPr>
        <w:tabs>
          <w:tab w:val="left" w:pos="426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E34C7">
        <w:rPr>
          <w:rFonts w:ascii="Times New Roman" w:hAnsi="Times New Roman"/>
          <w:sz w:val="24"/>
          <w:szCs w:val="24"/>
        </w:rPr>
        <w:t xml:space="preserve">Marek Grenda  - Naczelnik Wydziału Infrastruktury Technicznej i Inwestycji </w:t>
      </w:r>
    </w:p>
    <w:p w:rsidR="004F53CA" w:rsidRPr="009E34C7" w:rsidRDefault="004F53CA" w:rsidP="003151E8">
      <w:pPr>
        <w:pStyle w:val="ListParagraph"/>
        <w:numPr>
          <w:ilvl w:val="0"/>
          <w:numId w:val="5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E34C7">
        <w:rPr>
          <w:rFonts w:ascii="Times New Roman" w:hAnsi="Times New Roman"/>
          <w:sz w:val="24"/>
          <w:szCs w:val="24"/>
        </w:rPr>
        <w:t>Marek Nowiki – Zastępca Naczelnika Wydziału Infrastruktury Technicznej i Inwestycji</w:t>
      </w:r>
    </w:p>
    <w:p w:rsidR="004F53CA" w:rsidRPr="009E34C7" w:rsidRDefault="004F53CA" w:rsidP="00371C6E">
      <w:pPr>
        <w:spacing w:after="0"/>
        <w:rPr>
          <w:rFonts w:ascii="Times New Roman" w:hAnsi="Times New Roman"/>
          <w:sz w:val="24"/>
          <w:szCs w:val="24"/>
        </w:rPr>
      </w:pPr>
    </w:p>
    <w:p w:rsidR="004F53CA" w:rsidRPr="009E34C7" w:rsidRDefault="004F53CA" w:rsidP="003151E8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9E34C7">
        <w:rPr>
          <w:rFonts w:ascii="Times New Roman" w:hAnsi="Times New Roman"/>
          <w:sz w:val="24"/>
          <w:szCs w:val="24"/>
        </w:rPr>
        <w:t xml:space="preserve"> Po zapoznaniu się na miejscu (Drołtowice) z sytuacją uznano, że montaż dodatkowej lampy nie jest uzasadniony.</w:t>
      </w:r>
    </w:p>
    <w:p w:rsidR="004F53CA" w:rsidRPr="009E34C7" w:rsidRDefault="004F53CA" w:rsidP="006352FE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4F53CA" w:rsidRPr="009E34C7" w:rsidRDefault="004F53CA" w:rsidP="009D158F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E34C7">
        <w:rPr>
          <w:rFonts w:ascii="Times New Roman" w:hAnsi="Times New Roman"/>
          <w:sz w:val="24"/>
          <w:szCs w:val="24"/>
        </w:rPr>
        <w:t>Istniejące oświetlenie (gęstość rozmieszczonych lamp) jest zgodne z obowiązującymi normami. Nie ma żadnych nadzwyczajnych powodów ,  by dokładać jeszcze jedną lampę.</w:t>
      </w:r>
    </w:p>
    <w:p w:rsidR="004F53CA" w:rsidRPr="009E34C7" w:rsidRDefault="004F53CA" w:rsidP="006352FE">
      <w:pPr>
        <w:spacing w:after="0"/>
        <w:rPr>
          <w:rFonts w:ascii="Times New Roman" w:hAnsi="Times New Roman"/>
          <w:sz w:val="24"/>
          <w:szCs w:val="24"/>
        </w:rPr>
      </w:pPr>
    </w:p>
    <w:p w:rsidR="004F53CA" w:rsidRPr="009E34C7" w:rsidRDefault="004F53CA" w:rsidP="006352FE">
      <w:pPr>
        <w:spacing w:after="0"/>
        <w:rPr>
          <w:rFonts w:ascii="Times New Roman" w:hAnsi="Times New Roman"/>
          <w:sz w:val="24"/>
          <w:szCs w:val="24"/>
        </w:rPr>
      </w:pPr>
    </w:p>
    <w:p w:rsidR="004F53CA" w:rsidRPr="009E34C7" w:rsidRDefault="004F53CA" w:rsidP="006352FE">
      <w:pPr>
        <w:spacing w:after="0"/>
        <w:rPr>
          <w:rFonts w:ascii="Times New Roman" w:hAnsi="Times New Roman"/>
          <w:sz w:val="24"/>
          <w:szCs w:val="24"/>
        </w:rPr>
      </w:pPr>
    </w:p>
    <w:p w:rsidR="004F53CA" w:rsidRPr="009E34C7" w:rsidRDefault="004F53CA" w:rsidP="006352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E34C7">
        <w:rPr>
          <w:rFonts w:ascii="Times New Roman" w:hAnsi="Times New Roman"/>
          <w:sz w:val="24"/>
          <w:szCs w:val="24"/>
        </w:rPr>
        <w:t>Przewodniczący Komisji Infrastruktury …………………………………………………………………………………………</w:t>
      </w:r>
    </w:p>
    <w:p w:rsidR="004F53CA" w:rsidRPr="009E34C7" w:rsidRDefault="004F53CA" w:rsidP="006352FE">
      <w:pPr>
        <w:spacing w:after="0"/>
        <w:ind w:left="4956"/>
        <w:rPr>
          <w:rFonts w:ascii="Times New Roman" w:hAnsi="Times New Roman"/>
          <w:sz w:val="24"/>
          <w:szCs w:val="24"/>
        </w:rPr>
      </w:pPr>
    </w:p>
    <w:p w:rsidR="004F53CA" w:rsidRPr="009E34C7" w:rsidRDefault="004F53CA" w:rsidP="003151E8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sectPr w:rsidR="004F53CA" w:rsidRPr="009E34C7" w:rsidSect="003630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78BD"/>
    <w:multiLevelType w:val="hybridMultilevel"/>
    <w:tmpl w:val="5DE0BF88"/>
    <w:lvl w:ilvl="0" w:tplc="0415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6857393"/>
    <w:multiLevelType w:val="hybridMultilevel"/>
    <w:tmpl w:val="531E2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91EF9"/>
    <w:multiLevelType w:val="hybridMultilevel"/>
    <w:tmpl w:val="C5C0F0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0059E1"/>
    <w:multiLevelType w:val="hybridMultilevel"/>
    <w:tmpl w:val="85A46F62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35937F3A"/>
    <w:multiLevelType w:val="hybridMultilevel"/>
    <w:tmpl w:val="64C2D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C86B99"/>
    <w:multiLevelType w:val="hybridMultilevel"/>
    <w:tmpl w:val="720EE9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7C8336E"/>
    <w:multiLevelType w:val="hybridMultilevel"/>
    <w:tmpl w:val="A328B15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6F473D46"/>
    <w:multiLevelType w:val="hybridMultilevel"/>
    <w:tmpl w:val="2F3462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738"/>
    <w:rsid w:val="000C7768"/>
    <w:rsid w:val="001268F1"/>
    <w:rsid w:val="003151E8"/>
    <w:rsid w:val="003630E9"/>
    <w:rsid w:val="00371C6E"/>
    <w:rsid w:val="004F53CA"/>
    <w:rsid w:val="00521E66"/>
    <w:rsid w:val="00626738"/>
    <w:rsid w:val="00630865"/>
    <w:rsid w:val="006352FE"/>
    <w:rsid w:val="00770B37"/>
    <w:rsid w:val="009D158F"/>
    <w:rsid w:val="009E34C7"/>
    <w:rsid w:val="00B22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C6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268F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130</Words>
  <Characters>781</Characters>
  <Application>Microsoft Office Outlook</Application>
  <DocSecurity>0</DocSecurity>
  <Lines>0</Lines>
  <Paragraphs>0</Paragraphs>
  <ScaleCrop>false</ScaleCrop>
  <Company>priv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brmsycow@outlook.com</cp:lastModifiedBy>
  <cp:revision>5</cp:revision>
  <dcterms:created xsi:type="dcterms:W3CDTF">2015-07-01T17:17:00Z</dcterms:created>
  <dcterms:modified xsi:type="dcterms:W3CDTF">2016-04-13T11:39:00Z</dcterms:modified>
</cp:coreProperties>
</file>