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62C" w:rsidRPr="0068159A" w:rsidRDefault="0013562C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Uchwała Nr XL/271/2017</w:t>
      </w:r>
    </w:p>
    <w:p w:rsidR="0013562C" w:rsidRPr="0068159A" w:rsidRDefault="0013562C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8159A">
        <w:rPr>
          <w:rFonts w:ascii="Times New Roman" w:hAnsi="Times New Roman"/>
          <w:b/>
          <w:bCs/>
          <w:sz w:val="24"/>
          <w:szCs w:val="24"/>
        </w:rPr>
        <w:t>Rady Miejskiej w Sycowie</w:t>
      </w:r>
    </w:p>
    <w:p w:rsidR="0013562C" w:rsidRPr="0068159A" w:rsidRDefault="0013562C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 dnia 24 sierpnia 2017 </w:t>
      </w:r>
      <w:r w:rsidRPr="0068159A">
        <w:rPr>
          <w:rFonts w:ascii="Times New Roman" w:hAnsi="Times New Roman"/>
          <w:b/>
          <w:bCs/>
          <w:sz w:val="24"/>
          <w:szCs w:val="24"/>
        </w:rPr>
        <w:t>r.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562C" w:rsidRPr="00A774D4" w:rsidRDefault="0013562C" w:rsidP="005873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 sprawie zmiany </w:t>
      </w:r>
      <w:r w:rsidRPr="00D57DD0">
        <w:rPr>
          <w:rFonts w:ascii="Times New Roman" w:hAnsi="Times New Roman"/>
          <w:sz w:val="24"/>
          <w:szCs w:val="24"/>
        </w:rPr>
        <w:t xml:space="preserve">uchwały </w:t>
      </w:r>
      <w:r w:rsidRPr="00A774D4">
        <w:rPr>
          <w:rFonts w:ascii="Times New Roman" w:hAnsi="Times New Roman"/>
          <w:sz w:val="24"/>
          <w:szCs w:val="24"/>
        </w:rPr>
        <w:t xml:space="preserve">Nr XXXXVIII/264/2017 Rady Miejskiej w Sycowie z dnia </w:t>
      </w:r>
      <w:r>
        <w:rPr>
          <w:rFonts w:ascii="Times New Roman" w:hAnsi="Times New Roman"/>
          <w:sz w:val="24"/>
          <w:szCs w:val="24"/>
        </w:rPr>
        <w:br/>
      </w:r>
      <w:r w:rsidRPr="00A774D4">
        <w:rPr>
          <w:rFonts w:ascii="Times New Roman" w:hAnsi="Times New Roman"/>
          <w:sz w:val="24"/>
          <w:szCs w:val="24"/>
        </w:rPr>
        <w:t>22 czerwca 2017 roku w sprawie wieloletniej prognozy finansowej Miasta i Gminy Syców.</w:t>
      </w:r>
    </w:p>
    <w:p w:rsidR="0013562C" w:rsidRPr="00A774D4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3562C" w:rsidRPr="00A774D4" w:rsidRDefault="0013562C" w:rsidP="00EF2B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/>
          <w:sz w:val="24"/>
          <w:szCs w:val="24"/>
        </w:rPr>
      </w:pPr>
      <w:r w:rsidRPr="00A774D4">
        <w:rPr>
          <w:rFonts w:ascii="Times New Roman" w:hAnsi="Times New Roman"/>
          <w:sz w:val="24"/>
          <w:szCs w:val="24"/>
        </w:rPr>
        <w:t>Na podstawie art. 18 ust. 2 pkt. 15 ustawy z dnia 08 marca 1990 r. o samorządzie gminnym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A774D4">
        <w:rPr>
          <w:rFonts w:ascii="Times New Roman" w:hAnsi="Times New Roman"/>
          <w:sz w:val="24"/>
          <w:szCs w:val="24"/>
        </w:rPr>
        <w:t xml:space="preserve">(tj. Dz. U. z 2016 poz. 446 z późn.zm.), art. 226, art. 227, art. 228, art.230 ust.6 ustawy z dnia </w:t>
      </w:r>
      <w:r>
        <w:rPr>
          <w:rFonts w:ascii="Times New Roman" w:hAnsi="Times New Roman"/>
          <w:sz w:val="24"/>
          <w:szCs w:val="24"/>
        </w:rPr>
        <w:br/>
      </w:r>
      <w:r w:rsidRPr="00A774D4">
        <w:rPr>
          <w:rFonts w:ascii="Times New Roman" w:hAnsi="Times New Roman"/>
          <w:sz w:val="24"/>
          <w:szCs w:val="24"/>
        </w:rPr>
        <w:t>27 sierpnia 2009 r. o finansach publicznych (tj. Dz.U.</w:t>
      </w:r>
      <w:r>
        <w:rPr>
          <w:rFonts w:ascii="Times New Roman" w:hAnsi="Times New Roman"/>
          <w:sz w:val="24"/>
          <w:szCs w:val="24"/>
        </w:rPr>
        <w:t xml:space="preserve"> z 2016 r, poz. 1870 z późn.zm.</w:t>
      </w:r>
      <w:r w:rsidRPr="00A774D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br/>
      </w:r>
      <w:r w:rsidRPr="00A774D4">
        <w:rPr>
          <w:rFonts w:ascii="Times New Roman" w:hAnsi="Times New Roman"/>
          <w:sz w:val="24"/>
          <w:szCs w:val="24"/>
        </w:rPr>
        <w:t>Rada Miejska w Sycowie uchwala co następuje:</w:t>
      </w:r>
    </w:p>
    <w:p w:rsidR="0013562C" w:rsidRPr="0068159A" w:rsidRDefault="0013562C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§1</w:t>
      </w:r>
      <w:r>
        <w:rPr>
          <w:rFonts w:ascii="Times New Roman" w:hAnsi="Times New Roman"/>
          <w:sz w:val="24"/>
          <w:szCs w:val="24"/>
        </w:rPr>
        <w:t>.</w:t>
      </w: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Zmienia się wieloletnią</w:t>
      </w:r>
      <w:r>
        <w:rPr>
          <w:rFonts w:ascii="Times New Roman" w:hAnsi="Times New Roman"/>
          <w:sz w:val="24"/>
          <w:szCs w:val="24"/>
        </w:rPr>
        <w:t xml:space="preserve"> prognozę finansową na lata 2017-2022 w zakresie</w:t>
      </w:r>
      <w:r w:rsidRPr="0016103C">
        <w:rPr>
          <w:rFonts w:ascii="Times New Roman" w:hAnsi="Times New Roman"/>
          <w:sz w:val="24"/>
          <w:szCs w:val="24"/>
        </w:rPr>
        <w:t xml:space="preserve"> lat 2017 - 2022</w:t>
      </w:r>
      <w:r w:rsidRPr="0068159A">
        <w:rPr>
          <w:rFonts w:ascii="Times New Roman" w:hAnsi="Times New Roman"/>
          <w:sz w:val="24"/>
          <w:szCs w:val="24"/>
        </w:rPr>
        <w:t xml:space="preserve"> zgodnie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159A">
        <w:rPr>
          <w:rFonts w:ascii="Times New Roman" w:hAnsi="Times New Roman"/>
          <w:sz w:val="24"/>
          <w:szCs w:val="24"/>
        </w:rPr>
        <w:t xml:space="preserve">z treścią załącznika nr </w:t>
      </w:r>
      <w:r>
        <w:rPr>
          <w:rFonts w:ascii="Times New Roman" w:hAnsi="Times New Roman"/>
          <w:sz w:val="24"/>
          <w:szCs w:val="24"/>
        </w:rPr>
        <w:t xml:space="preserve">1 do niniejszej uchwały wraz z </w:t>
      </w:r>
      <w:r w:rsidRPr="0068159A">
        <w:rPr>
          <w:rFonts w:ascii="Times New Roman" w:hAnsi="Times New Roman"/>
          <w:sz w:val="24"/>
          <w:szCs w:val="24"/>
        </w:rPr>
        <w:t>objaśnieniami stanowiącymi załącznik Nr 2 do niniejszej uchwały</w:t>
      </w:r>
      <w:r>
        <w:rPr>
          <w:rFonts w:ascii="Times New Roman" w:hAnsi="Times New Roman"/>
          <w:sz w:val="24"/>
          <w:szCs w:val="24"/>
        </w:rPr>
        <w:t>.</w:t>
      </w: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§2.</w:t>
      </w: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Wykonanie uchwały powierza się Burmistrzowi Miasta i Gminy Syców.</w:t>
      </w: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§3</w:t>
      </w:r>
      <w:r>
        <w:rPr>
          <w:rFonts w:ascii="Times New Roman" w:hAnsi="Times New Roman"/>
          <w:sz w:val="24"/>
          <w:szCs w:val="24"/>
        </w:rPr>
        <w:t>.</w:t>
      </w:r>
    </w:p>
    <w:p w:rsidR="0013562C" w:rsidRPr="0068159A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562C" w:rsidRDefault="0013562C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Uchwała wchodzi w życie z dniem podjęcia.</w:t>
      </w:r>
    </w:p>
    <w:p w:rsidR="0013562C" w:rsidRDefault="0013562C" w:rsidP="00EF2B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720"/>
        <w:rPr>
          <w:rFonts w:ascii="Times New Roman" w:hAnsi="Times New Roman"/>
          <w:sz w:val="24"/>
          <w:szCs w:val="24"/>
        </w:rPr>
      </w:pPr>
    </w:p>
    <w:p w:rsidR="0013562C" w:rsidRDefault="0013562C" w:rsidP="00EF2B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720"/>
        <w:rPr>
          <w:rFonts w:ascii="Times New Roman" w:hAnsi="Times New Roman"/>
          <w:sz w:val="24"/>
          <w:szCs w:val="24"/>
        </w:rPr>
      </w:pPr>
    </w:p>
    <w:p w:rsidR="0013562C" w:rsidRPr="00EF2B12" w:rsidRDefault="0013562C" w:rsidP="00EF2B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140" w:right="720"/>
        <w:jc w:val="center"/>
        <w:rPr>
          <w:rFonts w:ascii="Times New Roman" w:hAnsi="Times New Roman"/>
          <w:sz w:val="24"/>
          <w:szCs w:val="24"/>
        </w:rPr>
      </w:pPr>
      <w:r w:rsidRPr="00EF2B12">
        <w:rPr>
          <w:rFonts w:ascii="Times New Roman" w:hAnsi="Times New Roman"/>
          <w:sz w:val="24"/>
          <w:szCs w:val="24"/>
        </w:rPr>
        <w:t>Przewodniczący Rady Miejskiej w Sycowie</w:t>
      </w:r>
    </w:p>
    <w:p w:rsidR="0013562C" w:rsidRPr="00EF2B12" w:rsidRDefault="0013562C" w:rsidP="00EF2B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140" w:right="440"/>
        <w:jc w:val="center"/>
        <w:rPr>
          <w:rFonts w:ascii="Times New Roman" w:hAnsi="Times New Roman"/>
          <w:sz w:val="24"/>
          <w:szCs w:val="24"/>
        </w:rPr>
      </w:pPr>
      <w:r w:rsidRPr="00EF2B12">
        <w:rPr>
          <w:rFonts w:ascii="Times New Roman" w:hAnsi="Times New Roman"/>
          <w:sz w:val="24"/>
          <w:szCs w:val="24"/>
        </w:rPr>
        <w:t>Bolesław Moniuszko</w:t>
      </w:r>
    </w:p>
    <w:p w:rsidR="0013562C" w:rsidRDefault="0013562C" w:rsidP="0058730F">
      <w:pPr>
        <w:jc w:val="both"/>
      </w:pPr>
    </w:p>
    <w:p w:rsidR="0013562C" w:rsidRDefault="0013562C" w:rsidP="0058730F">
      <w:pPr>
        <w:jc w:val="both"/>
      </w:pPr>
    </w:p>
    <w:p w:rsidR="0013562C" w:rsidRDefault="0013562C" w:rsidP="0058730F">
      <w:pPr>
        <w:jc w:val="both"/>
      </w:pPr>
    </w:p>
    <w:p w:rsidR="0013562C" w:rsidRPr="00C00BEA" w:rsidRDefault="0013562C" w:rsidP="0058730F">
      <w:pPr>
        <w:jc w:val="both"/>
        <w:rPr>
          <w:rFonts w:ascii="Times New Roman" w:hAnsi="Times New Roman"/>
          <w:sz w:val="16"/>
          <w:szCs w:val="16"/>
        </w:rPr>
      </w:pPr>
    </w:p>
    <w:sectPr w:rsidR="0013562C" w:rsidRPr="00C00BE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80564"/>
    <w:rsid w:val="0013562C"/>
    <w:rsid w:val="0016103C"/>
    <w:rsid w:val="001F0447"/>
    <w:rsid w:val="00373163"/>
    <w:rsid w:val="00475D5E"/>
    <w:rsid w:val="004A7522"/>
    <w:rsid w:val="0055329C"/>
    <w:rsid w:val="0058730F"/>
    <w:rsid w:val="0068159A"/>
    <w:rsid w:val="006F0D61"/>
    <w:rsid w:val="00744DFA"/>
    <w:rsid w:val="008150CD"/>
    <w:rsid w:val="008F43BD"/>
    <w:rsid w:val="00A774D4"/>
    <w:rsid w:val="00C00BEA"/>
    <w:rsid w:val="00CA4C91"/>
    <w:rsid w:val="00D45D15"/>
    <w:rsid w:val="00D57DD0"/>
    <w:rsid w:val="00EF2B12"/>
    <w:rsid w:val="00F74804"/>
    <w:rsid w:val="00FC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2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139</Words>
  <Characters>836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10</cp:revision>
  <dcterms:created xsi:type="dcterms:W3CDTF">2017-08-07T12:48:00Z</dcterms:created>
  <dcterms:modified xsi:type="dcterms:W3CDTF">2017-08-29T09:02:00Z</dcterms:modified>
</cp:coreProperties>
</file>