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5B1" w:rsidRDefault="002B05B1" w:rsidP="00A42752">
      <w:pPr>
        <w:ind w:left="9204"/>
      </w:pPr>
    </w:p>
    <w:p w:rsidR="002B05B1" w:rsidRDefault="002B05B1" w:rsidP="00A42752">
      <w:pPr>
        <w:ind w:left="9204"/>
      </w:pPr>
    </w:p>
    <w:p w:rsidR="002B05B1" w:rsidRDefault="002B05B1" w:rsidP="00A42752">
      <w:pPr>
        <w:ind w:left="9204"/>
      </w:pPr>
    </w:p>
    <w:p w:rsidR="002B05B1" w:rsidRDefault="002B05B1" w:rsidP="00A42752">
      <w:pPr>
        <w:ind w:left="9204"/>
      </w:pPr>
    </w:p>
    <w:p w:rsidR="002B05B1" w:rsidRDefault="002B05B1" w:rsidP="00A42752">
      <w:pPr>
        <w:ind w:left="9204"/>
      </w:pPr>
    </w:p>
    <w:p w:rsidR="002B05B1" w:rsidRPr="00BA6B12" w:rsidRDefault="002B05B1" w:rsidP="008B06FE">
      <w:pPr>
        <w:ind w:left="9204"/>
        <w:rPr>
          <w:b/>
          <w:bCs/>
          <w:sz w:val="20"/>
        </w:rPr>
      </w:pPr>
      <w:r>
        <w:t xml:space="preserve"> </w:t>
      </w:r>
      <w:r w:rsidRPr="00BA6B12">
        <w:rPr>
          <w:b/>
          <w:bCs/>
          <w:sz w:val="20"/>
        </w:rPr>
        <w:t>Załącznik nr 6</w:t>
      </w:r>
    </w:p>
    <w:p w:rsidR="002B05B1" w:rsidRPr="00BA6B12" w:rsidRDefault="002B05B1" w:rsidP="008B06FE">
      <w:pPr>
        <w:ind w:left="9204"/>
      </w:pPr>
      <w:r w:rsidRPr="00BA6B12">
        <w:t>do uchwały Rady Miejskiej w Sycowie</w:t>
      </w:r>
    </w:p>
    <w:p w:rsidR="002B05B1" w:rsidRPr="00BA6B12" w:rsidRDefault="002B05B1" w:rsidP="008B06FE">
      <w:pPr>
        <w:ind w:left="9204"/>
      </w:pPr>
      <w:r>
        <w:t>NR XL/270</w:t>
      </w:r>
      <w:r w:rsidRPr="00BA6B12">
        <w:t xml:space="preserve">/2017 </w:t>
      </w:r>
    </w:p>
    <w:p w:rsidR="002B05B1" w:rsidRPr="00BA6B12" w:rsidRDefault="002B05B1" w:rsidP="008B06FE">
      <w:pPr>
        <w:ind w:left="9204"/>
      </w:pPr>
      <w:r w:rsidRPr="00BA6B12">
        <w:t xml:space="preserve"> z dnia 24 sierpnia 2017 roku.</w:t>
      </w:r>
    </w:p>
    <w:p w:rsidR="002B05B1" w:rsidRPr="004661EF" w:rsidRDefault="002B05B1" w:rsidP="00B01CD8">
      <w:pPr>
        <w:ind w:left="9204"/>
        <w:rPr>
          <w:color w:val="FF0000"/>
        </w:rPr>
      </w:pPr>
      <w:r w:rsidRPr="004661EF">
        <w:rPr>
          <w:color w:val="FF0000"/>
        </w:rPr>
        <w:t xml:space="preserve">     </w:t>
      </w:r>
    </w:p>
    <w:p w:rsidR="002B05B1" w:rsidRDefault="002B05B1" w:rsidP="00A42752">
      <w:pPr>
        <w:pStyle w:val="Styl1"/>
      </w:pPr>
    </w:p>
    <w:p w:rsidR="002B05B1" w:rsidRDefault="002B05B1" w:rsidP="00A42752"/>
    <w:p w:rsidR="002B05B1" w:rsidRDefault="002B05B1" w:rsidP="00A42752">
      <w:pPr>
        <w:pStyle w:val="Heading3"/>
      </w:pPr>
      <w:r>
        <w:t>Przychody i koszty samorządowego zakładu budżetowego na 2017 rok</w:t>
      </w:r>
    </w:p>
    <w:p w:rsidR="002B05B1" w:rsidRDefault="002B05B1" w:rsidP="00A42752">
      <w:pPr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Miejski Ośrodek Sportu i Rekreacji w Sycowie</w:t>
      </w:r>
    </w:p>
    <w:p w:rsidR="002B05B1" w:rsidRDefault="002B05B1" w:rsidP="00A42752">
      <w:pPr>
        <w:ind w:left="360"/>
        <w:jc w:val="center"/>
        <w:rPr>
          <w:b/>
          <w:bCs/>
        </w:rPr>
      </w:pPr>
    </w:p>
    <w:p w:rsidR="002B05B1" w:rsidRDefault="002B05B1" w:rsidP="00A42752">
      <w:pPr>
        <w:jc w:val="center"/>
        <w:rPr>
          <w:b/>
          <w:bCs/>
        </w:rPr>
      </w:pPr>
    </w:p>
    <w:p w:rsidR="002B05B1" w:rsidRDefault="002B05B1" w:rsidP="00A42752">
      <w:pPr>
        <w:jc w:val="center"/>
        <w:rPr>
          <w:b/>
          <w:bCs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74"/>
        <w:gridCol w:w="980"/>
        <w:gridCol w:w="4342"/>
        <w:gridCol w:w="2801"/>
        <w:gridCol w:w="2522"/>
      </w:tblGrid>
      <w:tr w:rsidR="002B05B1">
        <w:trPr>
          <w:trHeight w:val="269"/>
        </w:trPr>
        <w:tc>
          <w:tcPr>
            <w:tcW w:w="574" w:type="dxa"/>
          </w:tcPr>
          <w:p w:rsidR="002B05B1" w:rsidRDefault="002B05B1" w:rsidP="00A42752">
            <w:pPr>
              <w:rPr>
                <w:b/>
                <w:bCs/>
              </w:rPr>
            </w:pPr>
            <w:r>
              <w:rPr>
                <w:b/>
                <w:bCs/>
              </w:rPr>
              <w:t>Dz.</w:t>
            </w:r>
          </w:p>
        </w:tc>
        <w:tc>
          <w:tcPr>
            <w:tcW w:w="980" w:type="dxa"/>
          </w:tcPr>
          <w:p w:rsidR="002B05B1" w:rsidRDefault="002B05B1" w:rsidP="00A42752">
            <w:pPr>
              <w:rPr>
                <w:b/>
                <w:bCs/>
              </w:rPr>
            </w:pPr>
            <w:r>
              <w:rPr>
                <w:b/>
                <w:bCs/>
              </w:rPr>
              <w:t>Rozdz.</w:t>
            </w:r>
          </w:p>
        </w:tc>
        <w:tc>
          <w:tcPr>
            <w:tcW w:w="4342" w:type="dxa"/>
          </w:tcPr>
          <w:p w:rsidR="002B05B1" w:rsidRDefault="002B05B1" w:rsidP="00A42752">
            <w:pPr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2801" w:type="dxa"/>
          </w:tcPr>
          <w:p w:rsidR="002B05B1" w:rsidRDefault="002B05B1" w:rsidP="00A42752">
            <w:pPr>
              <w:pStyle w:val="Heading3"/>
            </w:pPr>
            <w:r>
              <w:t>Przychody</w:t>
            </w:r>
          </w:p>
        </w:tc>
        <w:tc>
          <w:tcPr>
            <w:tcW w:w="2522" w:type="dxa"/>
          </w:tcPr>
          <w:p w:rsidR="002B05B1" w:rsidRDefault="002B05B1" w:rsidP="00A42752">
            <w:pPr>
              <w:pStyle w:val="Heading3"/>
            </w:pPr>
            <w:r>
              <w:t>koszty</w:t>
            </w:r>
          </w:p>
        </w:tc>
      </w:tr>
      <w:tr w:rsidR="002B05B1">
        <w:trPr>
          <w:trHeight w:val="1655"/>
        </w:trPr>
        <w:tc>
          <w:tcPr>
            <w:tcW w:w="574" w:type="dxa"/>
          </w:tcPr>
          <w:p w:rsidR="002B05B1" w:rsidRDefault="002B05B1" w:rsidP="00A42752"/>
          <w:p w:rsidR="002B05B1" w:rsidRDefault="002B05B1" w:rsidP="00A42752">
            <w:r>
              <w:t>926</w:t>
            </w:r>
          </w:p>
          <w:p w:rsidR="002B05B1" w:rsidRDefault="002B05B1" w:rsidP="00A42752"/>
        </w:tc>
        <w:tc>
          <w:tcPr>
            <w:tcW w:w="980" w:type="dxa"/>
          </w:tcPr>
          <w:p w:rsidR="002B05B1" w:rsidRDefault="002B05B1" w:rsidP="00A42752"/>
          <w:p w:rsidR="002B05B1" w:rsidRDefault="002B05B1" w:rsidP="00A42752">
            <w:r>
              <w:t>92604</w:t>
            </w:r>
          </w:p>
          <w:p w:rsidR="002B05B1" w:rsidRDefault="002B05B1" w:rsidP="00A42752"/>
        </w:tc>
        <w:tc>
          <w:tcPr>
            <w:tcW w:w="4342" w:type="dxa"/>
          </w:tcPr>
          <w:p w:rsidR="002B05B1" w:rsidRDefault="002B05B1" w:rsidP="00A42752">
            <w:pPr>
              <w:pStyle w:val="Styl1"/>
            </w:pPr>
          </w:p>
          <w:p w:rsidR="002B05B1" w:rsidRDefault="002B05B1" w:rsidP="00A42752">
            <w:pPr>
              <w:pStyle w:val="Styl1"/>
              <w:rPr>
                <w:b/>
                <w:bCs/>
              </w:rPr>
            </w:pPr>
            <w:r>
              <w:rPr>
                <w:b/>
                <w:bCs/>
              </w:rPr>
              <w:t>Przychody ogółem</w:t>
            </w:r>
          </w:p>
          <w:p w:rsidR="002B05B1" w:rsidRDefault="002B05B1" w:rsidP="00A42752">
            <w:r>
              <w:t>w tym:</w:t>
            </w:r>
          </w:p>
          <w:p w:rsidR="002B05B1" w:rsidRDefault="002B05B1" w:rsidP="00A42752">
            <w:pPr>
              <w:pStyle w:val="Styl1"/>
              <w:numPr>
                <w:ilvl w:val="0"/>
                <w:numId w:val="1"/>
              </w:numPr>
            </w:pPr>
            <w:r>
              <w:t>dotacja przedmiotowa</w:t>
            </w:r>
          </w:p>
          <w:p w:rsidR="002B05B1" w:rsidRDefault="002B05B1" w:rsidP="00A42752">
            <w:pPr>
              <w:pStyle w:val="Styl1"/>
              <w:ind w:left="360"/>
            </w:pPr>
            <w:r>
              <w:t>-     dotacja celowa na inwestycje</w:t>
            </w:r>
          </w:p>
        </w:tc>
        <w:tc>
          <w:tcPr>
            <w:tcW w:w="2801" w:type="dxa"/>
          </w:tcPr>
          <w:p w:rsidR="002B05B1" w:rsidRDefault="002B05B1" w:rsidP="00A42752">
            <w:pPr>
              <w:jc w:val="right"/>
              <w:rPr>
                <w:b/>
                <w:bCs/>
              </w:rPr>
            </w:pPr>
          </w:p>
          <w:p w:rsidR="002B05B1" w:rsidRDefault="002B05B1" w:rsidP="00A427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911 855,00</w:t>
            </w:r>
          </w:p>
          <w:p w:rsidR="002B05B1" w:rsidRDefault="002B05B1" w:rsidP="00A42752">
            <w:pPr>
              <w:jc w:val="right"/>
            </w:pPr>
          </w:p>
          <w:p w:rsidR="002B05B1" w:rsidRDefault="002B05B1" w:rsidP="00A42752">
            <w:pPr>
              <w:jc w:val="right"/>
            </w:pPr>
            <w:r>
              <w:t>326 355,00</w:t>
            </w:r>
          </w:p>
          <w:p w:rsidR="002B05B1" w:rsidRDefault="002B05B1" w:rsidP="00A42752">
            <w:pPr>
              <w:jc w:val="right"/>
            </w:pPr>
            <w:r>
              <w:t>54 000,00</w:t>
            </w:r>
          </w:p>
        </w:tc>
        <w:tc>
          <w:tcPr>
            <w:tcW w:w="2522" w:type="dxa"/>
          </w:tcPr>
          <w:p w:rsidR="002B05B1" w:rsidRDefault="002B05B1" w:rsidP="00A42752">
            <w:pPr>
              <w:jc w:val="right"/>
            </w:pPr>
          </w:p>
        </w:tc>
      </w:tr>
      <w:tr w:rsidR="002B05B1">
        <w:trPr>
          <w:trHeight w:val="1092"/>
        </w:trPr>
        <w:tc>
          <w:tcPr>
            <w:tcW w:w="574" w:type="dxa"/>
          </w:tcPr>
          <w:p w:rsidR="002B05B1" w:rsidRDefault="002B05B1" w:rsidP="00A42752"/>
          <w:p w:rsidR="002B05B1" w:rsidRDefault="002B05B1" w:rsidP="00A42752">
            <w:r>
              <w:t>926</w:t>
            </w:r>
          </w:p>
        </w:tc>
        <w:tc>
          <w:tcPr>
            <w:tcW w:w="980" w:type="dxa"/>
          </w:tcPr>
          <w:p w:rsidR="002B05B1" w:rsidRDefault="002B05B1" w:rsidP="00A42752"/>
          <w:p w:rsidR="002B05B1" w:rsidRDefault="002B05B1" w:rsidP="00A42752">
            <w:r>
              <w:t>92604</w:t>
            </w:r>
          </w:p>
        </w:tc>
        <w:tc>
          <w:tcPr>
            <w:tcW w:w="4342" w:type="dxa"/>
          </w:tcPr>
          <w:p w:rsidR="002B05B1" w:rsidRDefault="002B05B1" w:rsidP="00A42752">
            <w:pPr>
              <w:pStyle w:val="Styl1"/>
            </w:pPr>
          </w:p>
          <w:p w:rsidR="002B05B1" w:rsidRDefault="002B05B1" w:rsidP="00A42752">
            <w:pPr>
              <w:pStyle w:val="Styl1"/>
              <w:rPr>
                <w:b/>
                <w:bCs/>
              </w:rPr>
            </w:pPr>
            <w:r>
              <w:rPr>
                <w:b/>
                <w:bCs/>
              </w:rPr>
              <w:t>Koszty ogółem</w:t>
            </w:r>
          </w:p>
          <w:p w:rsidR="002B05B1" w:rsidRDefault="002B05B1" w:rsidP="00A42752">
            <w:pPr>
              <w:pStyle w:val="Styl1"/>
            </w:pPr>
            <w:r>
              <w:t>w tym:</w:t>
            </w:r>
          </w:p>
          <w:p w:rsidR="002B05B1" w:rsidRDefault="002B05B1" w:rsidP="00A42752">
            <w:pPr>
              <w:pStyle w:val="Styl1"/>
              <w:numPr>
                <w:ilvl w:val="0"/>
                <w:numId w:val="1"/>
              </w:numPr>
            </w:pPr>
            <w:r>
              <w:t>wynagrodzenia i pochodne</w:t>
            </w:r>
          </w:p>
          <w:p w:rsidR="002B05B1" w:rsidRDefault="002B05B1" w:rsidP="00A42752">
            <w:pPr>
              <w:pStyle w:val="Styl1"/>
              <w:ind w:left="360"/>
            </w:pPr>
          </w:p>
        </w:tc>
        <w:tc>
          <w:tcPr>
            <w:tcW w:w="2801" w:type="dxa"/>
          </w:tcPr>
          <w:p w:rsidR="002B05B1" w:rsidRDefault="002B05B1" w:rsidP="00A42752">
            <w:pPr>
              <w:jc w:val="right"/>
            </w:pPr>
          </w:p>
        </w:tc>
        <w:tc>
          <w:tcPr>
            <w:tcW w:w="2522" w:type="dxa"/>
          </w:tcPr>
          <w:p w:rsidR="002B05B1" w:rsidRDefault="002B05B1" w:rsidP="00A41BB9">
            <w:pPr>
              <w:jc w:val="right"/>
              <w:rPr>
                <w:b/>
                <w:bCs/>
              </w:rPr>
            </w:pPr>
          </w:p>
          <w:p w:rsidR="002B05B1" w:rsidRDefault="002B05B1" w:rsidP="00A41B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911 855,00</w:t>
            </w:r>
          </w:p>
          <w:p w:rsidR="002B05B1" w:rsidRDefault="002B05B1" w:rsidP="00A42752">
            <w:pPr>
              <w:jc w:val="right"/>
            </w:pPr>
          </w:p>
          <w:p w:rsidR="002B05B1" w:rsidRPr="00BA6B12" w:rsidRDefault="002B05B1" w:rsidP="00A42752">
            <w:pPr>
              <w:jc w:val="right"/>
            </w:pPr>
            <w:r w:rsidRPr="00BA6B12">
              <w:t>544 000.00</w:t>
            </w:r>
          </w:p>
        </w:tc>
      </w:tr>
    </w:tbl>
    <w:p w:rsidR="002B05B1" w:rsidRDefault="002B05B1" w:rsidP="00A42752">
      <w:pPr>
        <w:ind w:left="7080" w:firstLine="708"/>
        <w:jc w:val="center"/>
        <w:rPr>
          <w:b/>
          <w:bCs/>
          <w:sz w:val="20"/>
        </w:rPr>
      </w:pPr>
      <w:r>
        <w:rPr>
          <w:b/>
          <w:bCs/>
          <w:sz w:val="20"/>
        </w:rPr>
        <w:t xml:space="preserve"> </w:t>
      </w:r>
    </w:p>
    <w:p w:rsidR="002B05B1" w:rsidRDefault="002B05B1">
      <w:pPr>
        <w:jc w:val="center"/>
      </w:pPr>
    </w:p>
    <w:sectPr w:rsidR="002B05B1" w:rsidSect="00FB062A">
      <w:pgSz w:w="16840" w:h="11907" w:orient="landscape" w:code="9"/>
      <w:pgMar w:top="1021" w:right="907" w:bottom="907" w:left="226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9B7"/>
    <w:multiLevelType w:val="hybridMultilevel"/>
    <w:tmpl w:val="CC5CA07C"/>
    <w:lvl w:ilvl="0" w:tplc="1CC28690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93634D"/>
    <w:multiLevelType w:val="hybridMultilevel"/>
    <w:tmpl w:val="0BA4DB7A"/>
    <w:lvl w:ilvl="0" w:tplc="6D3E6DEA">
      <w:start w:val="18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3B7"/>
    <w:rsid w:val="000031D9"/>
    <w:rsid w:val="000067F9"/>
    <w:rsid w:val="000249B7"/>
    <w:rsid w:val="00051DC3"/>
    <w:rsid w:val="0013342C"/>
    <w:rsid w:val="00147066"/>
    <w:rsid w:val="001A29F5"/>
    <w:rsid w:val="001C0CF4"/>
    <w:rsid w:val="001D0C36"/>
    <w:rsid w:val="002450D4"/>
    <w:rsid w:val="002A165A"/>
    <w:rsid w:val="002B05B1"/>
    <w:rsid w:val="002B13B7"/>
    <w:rsid w:val="002D1ECD"/>
    <w:rsid w:val="002E1B1F"/>
    <w:rsid w:val="003A206D"/>
    <w:rsid w:val="004661EF"/>
    <w:rsid w:val="004D10E3"/>
    <w:rsid w:val="004E424E"/>
    <w:rsid w:val="00507930"/>
    <w:rsid w:val="00661132"/>
    <w:rsid w:val="006E073A"/>
    <w:rsid w:val="00747B15"/>
    <w:rsid w:val="00794470"/>
    <w:rsid w:val="007D03DD"/>
    <w:rsid w:val="008823A6"/>
    <w:rsid w:val="0089632D"/>
    <w:rsid w:val="008B06FE"/>
    <w:rsid w:val="009076E4"/>
    <w:rsid w:val="009928CA"/>
    <w:rsid w:val="009E4821"/>
    <w:rsid w:val="00A41BB9"/>
    <w:rsid w:val="00A42752"/>
    <w:rsid w:val="00B01CD8"/>
    <w:rsid w:val="00B6701E"/>
    <w:rsid w:val="00BA6B12"/>
    <w:rsid w:val="00BB2C4A"/>
    <w:rsid w:val="00BE3312"/>
    <w:rsid w:val="00BE4234"/>
    <w:rsid w:val="00C07205"/>
    <w:rsid w:val="00C731AF"/>
    <w:rsid w:val="00CC04BE"/>
    <w:rsid w:val="00CC0762"/>
    <w:rsid w:val="00CF1DCA"/>
    <w:rsid w:val="00D71D79"/>
    <w:rsid w:val="00D75086"/>
    <w:rsid w:val="00DD07B5"/>
    <w:rsid w:val="00F971B6"/>
    <w:rsid w:val="00FB0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62A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B062A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62A"/>
    <w:pPr>
      <w:keepNext/>
      <w:jc w:val="center"/>
      <w:outlineLvl w:val="1"/>
    </w:pPr>
    <w:rPr>
      <w:i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B062A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FB062A"/>
    <w:pPr>
      <w:keepNext/>
      <w:ind w:firstLine="708"/>
      <w:jc w:val="right"/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0D6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0D6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0D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0D65"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Styl1">
    <w:name w:val="Styl1"/>
    <w:basedOn w:val="Normal"/>
    <w:uiPriority w:val="99"/>
    <w:rsid w:val="00FB062A"/>
  </w:style>
  <w:style w:type="paragraph" w:styleId="BodyTextIndent">
    <w:name w:val="Body Text Indent"/>
    <w:basedOn w:val="Normal"/>
    <w:link w:val="BodyTextIndentChar"/>
    <w:uiPriority w:val="99"/>
    <w:semiHidden/>
    <w:rsid w:val="00FB062A"/>
    <w:pPr>
      <w:ind w:left="11328" w:firstLine="708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00D65"/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1</Pages>
  <Words>70</Words>
  <Characters>421</Characters>
  <Application>Microsoft Office Outlook</Application>
  <DocSecurity>0</DocSecurity>
  <Lines>0</Lines>
  <Paragraphs>0</Paragraphs>
  <ScaleCrop>false</ScaleCrop>
  <Company>WOPiK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10</cp:revision>
  <cp:lastPrinted>2015-12-23T09:58:00Z</cp:lastPrinted>
  <dcterms:created xsi:type="dcterms:W3CDTF">2016-12-07T07:27:00Z</dcterms:created>
  <dcterms:modified xsi:type="dcterms:W3CDTF">2017-08-29T09:26:00Z</dcterms:modified>
</cp:coreProperties>
</file>