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479" w:rsidRPr="00A73D26" w:rsidRDefault="00923479" w:rsidP="000A14CE">
      <w:pPr>
        <w:jc w:val="center"/>
        <w:rPr>
          <w:sz w:val="24"/>
          <w:szCs w:val="24"/>
        </w:rPr>
      </w:pPr>
      <w:r w:rsidRPr="00A73D26">
        <w:rPr>
          <w:sz w:val="24"/>
          <w:szCs w:val="24"/>
        </w:rPr>
        <w:t>UCHWAŁA Nr</w:t>
      </w:r>
      <w:r>
        <w:rPr>
          <w:sz w:val="24"/>
          <w:szCs w:val="24"/>
        </w:rPr>
        <w:t xml:space="preserve"> ………………………………</w:t>
      </w:r>
    </w:p>
    <w:p w:rsidR="00923479" w:rsidRPr="00A73D26" w:rsidRDefault="00923479" w:rsidP="000A14CE">
      <w:pPr>
        <w:jc w:val="center"/>
        <w:rPr>
          <w:sz w:val="24"/>
          <w:szCs w:val="24"/>
        </w:rPr>
      </w:pPr>
      <w:r w:rsidRPr="00A73D26">
        <w:rPr>
          <w:sz w:val="24"/>
          <w:szCs w:val="24"/>
        </w:rPr>
        <w:t>Rady Miejskiej w Sycowie</w:t>
      </w:r>
    </w:p>
    <w:p w:rsidR="00923479" w:rsidRDefault="00923479" w:rsidP="000A14CE">
      <w:pPr>
        <w:jc w:val="center"/>
        <w:rPr>
          <w:sz w:val="24"/>
          <w:szCs w:val="24"/>
        </w:rPr>
      </w:pPr>
      <w:r w:rsidRPr="00A73D26">
        <w:rPr>
          <w:sz w:val="24"/>
          <w:szCs w:val="24"/>
        </w:rPr>
        <w:t>z dnia</w:t>
      </w:r>
      <w:r>
        <w:rPr>
          <w:sz w:val="24"/>
          <w:szCs w:val="24"/>
        </w:rPr>
        <w:t>………………………..</w:t>
      </w:r>
    </w:p>
    <w:p w:rsidR="00923479" w:rsidRPr="00A73D26" w:rsidRDefault="00923479" w:rsidP="000A14CE">
      <w:pPr>
        <w:jc w:val="center"/>
        <w:rPr>
          <w:sz w:val="24"/>
          <w:szCs w:val="24"/>
        </w:rPr>
      </w:pPr>
    </w:p>
    <w:p w:rsidR="00923479" w:rsidRPr="00A73D26" w:rsidRDefault="00923479" w:rsidP="000A14CE">
      <w:pPr>
        <w:jc w:val="center"/>
        <w:rPr>
          <w:sz w:val="24"/>
          <w:szCs w:val="24"/>
        </w:rPr>
      </w:pPr>
      <w:r w:rsidRPr="00A73D26">
        <w:rPr>
          <w:sz w:val="24"/>
          <w:szCs w:val="24"/>
        </w:rPr>
        <w:t>w sprawie ustalenia ekwiwalentu pieniężnego dla członków OSP uczestniczących w działaniu ratowniczym lub szkoleniu pożarniczym w 2016 roku.</w:t>
      </w:r>
    </w:p>
    <w:p w:rsidR="00923479" w:rsidRPr="00A73D26" w:rsidRDefault="00923479" w:rsidP="000A14CE">
      <w:pPr>
        <w:rPr>
          <w:sz w:val="24"/>
          <w:szCs w:val="24"/>
        </w:rPr>
      </w:pPr>
    </w:p>
    <w:p w:rsidR="00923479" w:rsidRPr="00A73D26" w:rsidRDefault="00923479" w:rsidP="000A14CE">
      <w:pPr>
        <w:rPr>
          <w:sz w:val="24"/>
          <w:szCs w:val="24"/>
        </w:rPr>
      </w:pPr>
    </w:p>
    <w:p w:rsidR="00923479" w:rsidRDefault="00923479" w:rsidP="000A14C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73D26">
        <w:rPr>
          <w:sz w:val="24"/>
          <w:szCs w:val="24"/>
        </w:rPr>
        <w:t xml:space="preserve">Działając na podstawie art. 18 ust. 2 pkt 15 ustawy z dnia 8 marca 1990 roku </w:t>
      </w:r>
    </w:p>
    <w:p w:rsidR="00923479" w:rsidRDefault="00923479" w:rsidP="000A14CE">
      <w:pPr>
        <w:rPr>
          <w:sz w:val="24"/>
          <w:szCs w:val="24"/>
        </w:rPr>
      </w:pPr>
      <w:r w:rsidRPr="00A73D26">
        <w:rPr>
          <w:sz w:val="24"/>
          <w:szCs w:val="24"/>
        </w:rPr>
        <w:t>o samorządzie gminn</w:t>
      </w:r>
      <w:r>
        <w:rPr>
          <w:sz w:val="24"/>
          <w:szCs w:val="24"/>
        </w:rPr>
        <w:t>ym tj. ( Dz.U. z 2015 r. poz. 1515 )</w:t>
      </w:r>
      <w:r w:rsidRPr="00A73D26">
        <w:rPr>
          <w:sz w:val="24"/>
          <w:szCs w:val="24"/>
        </w:rPr>
        <w:t xml:space="preserve">, art. 28 ust. 1 i 2 ustawy z dnia </w:t>
      </w:r>
    </w:p>
    <w:p w:rsidR="00923479" w:rsidRDefault="00923479" w:rsidP="000A14CE">
      <w:pPr>
        <w:rPr>
          <w:sz w:val="24"/>
          <w:szCs w:val="24"/>
        </w:rPr>
      </w:pPr>
      <w:r w:rsidRPr="00A73D26">
        <w:rPr>
          <w:sz w:val="24"/>
          <w:szCs w:val="24"/>
        </w:rPr>
        <w:t>24 sierpnia 1991 r. o ochronie  przeciwpożarowej</w:t>
      </w:r>
      <w:r>
        <w:rPr>
          <w:sz w:val="24"/>
          <w:szCs w:val="24"/>
        </w:rPr>
        <w:t xml:space="preserve"> tj.</w:t>
      </w:r>
      <w:r w:rsidRPr="00A73D26">
        <w:rPr>
          <w:sz w:val="24"/>
          <w:szCs w:val="24"/>
        </w:rPr>
        <w:t xml:space="preserve"> ( Dz</w:t>
      </w:r>
      <w:r>
        <w:rPr>
          <w:sz w:val="24"/>
          <w:szCs w:val="24"/>
        </w:rPr>
        <w:t>.U. z 2009 r. Nr 178, poz. 1380</w:t>
      </w:r>
    </w:p>
    <w:p w:rsidR="00923479" w:rsidRDefault="00923479" w:rsidP="000A14CE">
      <w:pPr>
        <w:rPr>
          <w:sz w:val="24"/>
          <w:szCs w:val="24"/>
        </w:rPr>
      </w:pPr>
      <w:r w:rsidRPr="00A73D26">
        <w:rPr>
          <w:sz w:val="24"/>
          <w:szCs w:val="24"/>
        </w:rPr>
        <w:t>z</w:t>
      </w:r>
      <w:r>
        <w:rPr>
          <w:sz w:val="24"/>
          <w:szCs w:val="24"/>
        </w:rPr>
        <w:t xml:space="preserve"> późn. </w:t>
      </w:r>
      <w:r w:rsidRPr="00A73D26">
        <w:rPr>
          <w:sz w:val="24"/>
          <w:szCs w:val="24"/>
        </w:rPr>
        <w:t>zm. ) Rada Miejska w Sycowie uchwala co następuje :</w:t>
      </w:r>
    </w:p>
    <w:p w:rsidR="00923479" w:rsidRPr="00A73D26" w:rsidRDefault="00923479" w:rsidP="000A14CE">
      <w:pPr>
        <w:rPr>
          <w:sz w:val="24"/>
          <w:szCs w:val="24"/>
        </w:rPr>
      </w:pPr>
    </w:p>
    <w:p w:rsidR="00923479" w:rsidRDefault="00923479" w:rsidP="007D5BA7">
      <w:pPr>
        <w:jc w:val="center"/>
        <w:rPr>
          <w:sz w:val="24"/>
          <w:szCs w:val="24"/>
        </w:rPr>
      </w:pPr>
      <w:r w:rsidRPr="00A73D26">
        <w:rPr>
          <w:sz w:val="24"/>
          <w:szCs w:val="24"/>
        </w:rPr>
        <w:t>§1.</w:t>
      </w:r>
    </w:p>
    <w:p w:rsidR="00923479" w:rsidRPr="00A73D26" w:rsidRDefault="00923479" w:rsidP="000A14CE">
      <w:pPr>
        <w:rPr>
          <w:sz w:val="24"/>
          <w:szCs w:val="24"/>
        </w:rPr>
      </w:pPr>
      <w:r w:rsidRPr="00A73D26">
        <w:rPr>
          <w:sz w:val="24"/>
          <w:szCs w:val="24"/>
        </w:rPr>
        <w:t>Ustala się ekwiwalent pieniężny dla członków OSP w 2016 roku w wysokości :</w:t>
      </w:r>
    </w:p>
    <w:p w:rsidR="00923479" w:rsidRPr="00A73D26" w:rsidRDefault="00923479" w:rsidP="000A14CE">
      <w:pPr>
        <w:rPr>
          <w:sz w:val="24"/>
          <w:szCs w:val="24"/>
        </w:rPr>
      </w:pPr>
      <w:r>
        <w:rPr>
          <w:sz w:val="24"/>
          <w:szCs w:val="24"/>
        </w:rPr>
        <w:t xml:space="preserve">1/  </w:t>
      </w:r>
      <w:r w:rsidRPr="00A73D26">
        <w:rPr>
          <w:sz w:val="24"/>
          <w:szCs w:val="24"/>
        </w:rPr>
        <w:t xml:space="preserve"> 20 zł za 1 godzinę udziału w działaniu ratowniczym,</w:t>
      </w:r>
    </w:p>
    <w:p w:rsidR="00923479" w:rsidRPr="00A73D26" w:rsidRDefault="00923479" w:rsidP="000A14CE">
      <w:pPr>
        <w:rPr>
          <w:sz w:val="24"/>
          <w:szCs w:val="24"/>
        </w:rPr>
      </w:pPr>
      <w:r>
        <w:rPr>
          <w:sz w:val="24"/>
          <w:szCs w:val="24"/>
        </w:rPr>
        <w:t xml:space="preserve">2/  </w:t>
      </w:r>
      <w:r w:rsidRPr="00A73D26">
        <w:rPr>
          <w:sz w:val="24"/>
          <w:szCs w:val="24"/>
        </w:rPr>
        <w:t xml:space="preserve"> 10 zł za 1 godzinę udziału w szkoleniu pożarniczym.</w:t>
      </w:r>
    </w:p>
    <w:p w:rsidR="00923479" w:rsidRDefault="00923479" w:rsidP="007D5BA7">
      <w:pPr>
        <w:jc w:val="center"/>
        <w:rPr>
          <w:sz w:val="24"/>
          <w:szCs w:val="24"/>
        </w:rPr>
      </w:pPr>
      <w:r w:rsidRPr="00A73D26">
        <w:rPr>
          <w:sz w:val="24"/>
          <w:szCs w:val="24"/>
        </w:rPr>
        <w:t>§2.</w:t>
      </w:r>
    </w:p>
    <w:p w:rsidR="00923479" w:rsidRPr="00A73D26" w:rsidRDefault="00923479" w:rsidP="000A14CE">
      <w:pPr>
        <w:rPr>
          <w:sz w:val="24"/>
          <w:szCs w:val="24"/>
        </w:rPr>
      </w:pPr>
      <w:r w:rsidRPr="00A73D26">
        <w:rPr>
          <w:sz w:val="24"/>
          <w:szCs w:val="24"/>
        </w:rPr>
        <w:t xml:space="preserve"> Wykona</w:t>
      </w:r>
      <w:r>
        <w:rPr>
          <w:sz w:val="24"/>
          <w:szCs w:val="24"/>
        </w:rPr>
        <w:t>nie uchwały powierza się</w:t>
      </w:r>
      <w:r w:rsidRPr="00A73D26">
        <w:rPr>
          <w:sz w:val="24"/>
          <w:szCs w:val="24"/>
        </w:rPr>
        <w:t xml:space="preserve"> Burmistrzowi Miasta i Gminy Syców.</w:t>
      </w:r>
    </w:p>
    <w:p w:rsidR="00923479" w:rsidRDefault="00923479" w:rsidP="007D5BA7">
      <w:pPr>
        <w:jc w:val="center"/>
        <w:rPr>
          <w:sz w:val="24"/>
          <w:szCs w:val="24"/>
        </w:rPr>
      </w:pPr>
      <w:r w:rsidRPr="00A73D26">
        <w:rPr>
          <w:sz w:val="24"/>
          <w:szCs w:val="24"/>
        </w:rPr>
        <w:t>§3.</w:t>
      </w:r>
    </w:p>
    <w:p w:rsidR="00923479" w:rsidRDefault="00923479" w:rsidP="000A14CE">
      <w:pPr>
        <w:rPr>
          <w:sz w:val="24"/>
          <w:szCs w:val="24"/>
        </w:rPr>
      </w:pPr>
      <w:r>
        <w:rPr>
          <w:sz w:val="24"/>
          <w:szCs w:val="24"/>
        </w:rPr>
        <w:t xml:space="preserve"> Uchwała wchodzi w życie po upływie 14 dni od daty ogłoszenia w Dzienniku Urzędowym </w:t>
      </w:r>
    </w:p>
    <w:p w:rsidR="00923479" w:rsidRPr="00A73D26" w:rsidRDefault="00923479" w:rsidP="000A14CE">
      <w:pPr>
        <w:rPr>
          <w:sz w:val="24"/>
          <w:szCs w:val="24"/>
        </w:rPr>
      </w:pPr>
      <w:r>
        <w:rPr>
          <w:sz w:val="24"/>
          <w:szCs w:val="24"/>
        </w:rPr>
        <w:t>Województwa Dolnośląskiego z mocą obowiązująca od 1 stycznia 2016 roku.</w:t>
      </w:r>
    </w:p>
    <w:p w:rsidR="00923479" w:rsidRPr="00A73D26" w:rsidRDefault="00923479" w:rsidP="000A14CE">
      <w:pPr>
        <w:rPr>
          <w:sz w:val="24"/>
          <w:szCs w:val="24"/>
        </w:rPr>
      </w:pPr>
    </w:p>
    <w:p w:rsidR="00923479" w:rsidRPr="00A73D26" w:rsidRDefault="00923479" w:rsidP="000A14CE">
      <w:pPr>
        <w:rPr>
          <w:sz w:val="24"/>
          <w:szCs w:val="24"/>
        </w:rPr>
      </w:pPr>
    </w:p>
    <w:p w:rsidR="00923479" w:rsidRPr="00A73D26" w:rsidRDefault="00923479" w:rsidP="000A14CE">
      <w:pPr>
        <w:rPr>
          <w:sz w:val="24"/>
          <w:szCs w:val="24"/>
        </w:rPr>
      </w:pPr>
    </w:p>
    <w:p w:rsidR="00923479" w:rsidRPr="00A73D26" w:rsidRDefault="00923479" w:rsidP="000A14CE">
      <w:pPr>
        <w:rPr>
          <w:sz w:val="24"/>
          <w:szCs w:val="24"/>
        </w:rPr>
      </w:pPr>
      <w:r w:rsidRPr="00A73D26">
        <w:rPr>
          <w:sz w:val="24"/>
          <w:szCs w:val="24"/>
        </w:rPr>
        <w:tab/>
      </w:r>
      <w:r w:rsidRPr="00A73D26">
        <w:rPr>
          <w:sz w:val="24"/>
          <w:szCs w:val="24"/>
        </w:rPr>
        <w:tab/>
      </w:r>
      <w:r w:rsidRPr="00A73D26">
        <w:rPr>
          <w:sz w:val="24"/>
          <w:szCs w:val="24"/>
        </w:rPr>
        <w:tab/>
      </w:r>
      <w:r w:rsidRPr="00A73D26">
        <w:rPr>
          <w:sz w:val="24"/>
          <w:szCs w:val="24"/>
        </w:rPr>
        <w:tab/>
      </w:r>
      <w:r w:rsidRPr="00A73D26">
        <w:rPr>
          <w:sz w:val="24"/>
          <w:szCs w:val="24"/>
        </w:rPr>
        <w:tab/>
      </w:r>
      <w:r w:rsidRPr="00A73D26">
        <w:rPr>
          <w:sz w:val="24"/>
          <w:szCs w:val="24"/>
        </w:rPr>
        <w:tab/>
      </w:r>
      <w:r w:rsidRPr="00A73D26">
        <w:rPr>
          <w:sz w:val="24"/>
          <w:szCs w:val="24"/>
        </w:rPr>
        <w:tab/>
        <w:t>Przewodniczący Rady Miejskiej w Sycowie</w:t>
      </w:r>
    </w:p>
    <w:p w:rsidR="00923479" w:rsidRPr="00A73D26" w:rsidRDefault="00923479" w:rsidP="000A14CE">
      <w:pPr>
        <w:rPr>
          <w:sz w:val="24"/>
          <w:szCs w:val="24"/>
        </w:rPr>
      </w:pPr>
    </w:p>
    <w:p w:rsidR="00923479" w:rsidRDefault="00923479" w:rsidP="000A14CE">
      <w:pPr>
        <w:rPr>
          <w:sz w:val="24"/>
          <w:szCs w:val="24"/>
        </w:rPr>
      </w:pPr>
      <w:r w:rsidRPr="00A73D26">
        <w:rPr>
          <w:sz w:val="24"/>
          <w:szCs w:val="24"/>
        </w:rPr>
        <w:tab/>
      </w:r>
      <w:r w:rsidRPr="00A73D26">
        <w:rPr>
          <w:sz w:val="24"/>
          <w:szCs w:val="24"/>
        </w:rPr>
        <w:tab/>
      </w:r>
      <w:r w:rsidRPr="00A73D26">
        <w:rPr>
          <w:sz w:val="24"/>
          <w:szCs w:val="24"/>
        </w:rPr>
        <w:tab/>
      </w:r>
      <w:r w:rsidRPr="00A73D26">
        <w:rPr>
          <w:sz w:val="24"/>
          <w:szCs w:val="24"/>
        </w:rPr>
        <w:tab/>
      </w:r>
      <w:r w:rsidRPr="00A73D26">
        <w:rPr>
          <w:sz w:val="24"/>
          <w:szCs w:val="24"/>
        </w:rPr>
        <w:tab/>
      </w:r>
      <w:r w:rsidRPr="00A73D26">
        <w:rPr>
          <w:sz w:val="24"/>
          <w:szCs w:val="24"/>
        </w:rPr>
        <w:tab/>
      </w:r>
      <w:r w:rsidRPr="00A73D26">
        <w:rPr>
          <w:sz w:val="24"/>
          <w:szCs w:val="24"/>
        </w:rPr>
        <w:tab/>
      </w:r>
      <w:r w:rsidRPr="00A73D26">
        <w:rPr>
          <w:sz w:val="24"/>
          <w:szCs w:val="24"/>
        </w:rPr>
        <w:tab/>
        <w:t xml:space="preserve">    Bolesław Moniuszko</w:t>
      </w:r>
    </w:p>
    <w:p w:rsidR="00923479" w:rsidRDefault="00923479" w:rsidP="000A14CE">
      <w:pPr>
        <w:rPr>
          <w:sz w:val="24"/>
          <w:szCs w:val="24"/>
        </w:rPr>
      </w:pPr>
    </w:p>
    <w:p w:rsidR="00923479" w:rsidRDefault="00923479" w:rsidP="000A14CE">
      <w:pPr>
        <w:rPr>
          <w:sz w:val="24"/>
          <w:szCs w:val="24"/>
        </w:rPr>
      </w:pPr>
    </w:p>
    <w:p w:rsidR="00923479" w:rsidRDefault="00923479" w:rsidP="00160CB0">
      <w:pPr>
        <w:jc w:val="center"/>
        <w:rPr>
          <w:sz w:val="24"/>
          <w:szCs w:val="24"/>
        </w:rPr>
      </w:pPr>
      <w:r>
        <w:rPr>
          <w:sz w:val="24"/>
          <w:szCs w:val="24"/>
        </w:rPr>
        <w:t>Uzasadnienie</w:t>
      </w:r>
    </w:p>
    <w:p w:rsidR="00923479" w:rsidRDefault="00923479" w:rsidP="00160CB0">
      <w:pPr>
        <w:jc w:val="center"/>
        <w:rPr>
          <w:sz w:val="24"/>
          <w:szCs w:val="24"/>
        </w:rPr>
      </w:pPr>
    </w:p>
    <w:p w:rsidR="00923479" w:rsidRDefault="00923479" w:rsidP="00160CB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do uchwały w sprawie ustalenia ekwiwalentu  pieniężnego dla członków OSP biorących </w:t>
      </w:r>
    </w:p>
    <w:p w:rsidR="00923479" w:rsidRDefault="00923479" w:rsidP="00160CB0">
      <w:pPr>
        <w:jc w:val="center"/>
        <w:rPr>
          <w:sz w:val="24"/>
          <w:szCs w:val="24"/>
        </w:rPr>
      </w:pPr>
      <w:r>
        <w:rPr>
          <w:sz w:val="24"/>
          <w:szCs w:val="24"/>
        </w:rPr>
        <w:t>udział w działaniu ratowniczym i szkoleniu pożarniczym w 2016 r.</w:t>
      </w:r>
    </w:p>
    <w:p w:rsidR="00923479" w:rsidRDefault="00923479" w:rsidP="00160CB0">
      <w:pPr>
        <w:rPr>
          <w:sz w:val="24"/>
          <w:szCs w:val="24"/>
        </w:rPr>
      </w:pPr>
    </w:p>
    <w:p w:rsidR="00923479" w:rsidRDefault="00923479" w:rsidP="00160CB0">
      <w:pPr>
        <w:rPr>
          <w:sz w:val="24"/>
          <w:szCs w:val="24"/>
        </w:rPr>
      </w:pPr>
    </w:p>
    <w:p w:rsidR="00923479" w:rsidRDefault="00923479" w:rsidP="00160CB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Zgodnie z art. 28 ust. 1 i 2 ustawy z dnia 24 sierpnia 1991 r. o ochronie </w:t>
      </w:r>
    </w:p>
    <w:p w:rsidR="00923479" w:rsidRDefault="00923479" w:rsidP="00160CB0">
      <w:pPr>
        <w:rPr>
          <w:sz w:val="24"/>
          <w:szCs w:val="24"/>
        </w:rPr>
      </w:pPr>
      <w:r>
        <w:rPr>
          <w:sz w:val="24"/>
          <w:szCs w:val="24"/>
        </w:rPr>
        <w:t xml:space="preserve">przeciwpożarowej członek OSP, który uczestniczył w działaniu ratowniczym lub w szkoleniu </w:t>
      </w:r>
    </w:p>
    <w:p w:rsidR="00923479" w:rsidRDefault="00923479" w:rsidP="00160CB0">
      <w:pPr>
        <w:rPr>
          <w:sz w:val="24"/>
          <w:szCs w:val="24"/>
        </w:rPr>
      </w:pPr>
      <w:r>
        <w:rPr>
          <w:sz w:val="24"/>
          <w:szCs w:val="24"/>
        </w:rPr>
        <w:t xml:space="preserve">pożarniczym organizowanym przez PSP lub gminę otrzymuje ekwiwalent pieniężny. </w:t>
      </w:r>
    </w:p>
    <w:p w:rsidR="00923479" w:rsidRDefault="00923479" w:rsidP="00160CB0">
      <w:pPr>
        <w:rPr>
          <w:sz w:val="24"/>
          <w:szCs w:val="24"/>
        </w:rPr>
      </w:pPr>
      <w:r>
        <w:rPr>
          <w:sz w:val="24"/>
          <w:szCs w:val="24"/>
        </w:rPr>
        <w:t xml:space="preserve">Wysokość ekwiwalentu ustala rada gminy w drodze uchwały. Wysokość ekwiwalentu </w:t>
      </w:r>
    </w:p>
    <w:p w:rsidR="00923479" w:rsidRDefault="00923479" w:rsidP="00160CB0">
      <w:pPr>
        <w:rPr>
          <w:sz w:val="24"/>
          <w:szCs w:val="24"/>
        </w:rPr>
      </w:pPr>
      <w:r>
        <w:rPr>
          <w:sz w:val="24"/>
          <w:szCs w:val="24"/>
        </w:rPr>
        <w:t xml:space="preserve">nie może przekraczać 1/175 przeciętnego wynagrodzenia ogłoszonego przez Prezesa GUS </w:t>
      </w:r>
    </w:p>
    <w:p w:rsidR="00923479" w:rsidRDefault="00923479" w:rsidP="00160CB0">
      <w:pPr>
        <w:rPr>
          <w:sz w:val="24"/>
          <w:szCs w:val="24"/>
        </w:rPr>
      </w:pPr>
      <w:r>
        <w:rPr>
          <w:sz w:val="24"/>
          <w:szCs w:val="24"/>
        </w:rPr>
        <w:t xml:space="preserve">przed dniem ustalenia ekwiwalentu. 1/175 przeciętnego wynagrodzenia wynosi za III kwartał </w:t>
      </w:r>
    </w:p>
    <w:p w:rsidR="00923479" w:rsidRDefault="00923479" w:rsidP="00160CB0">
      <w:pPr>
        <w:rPr>
          <w:sz w:val="24"/>
          <w:szCs w:val="24"/>
        </w:rPr>
      </w:pPr>
      <w:r>
        <w:rPr>
          <w:sz w:val="24"/>
          <w:szCs w:val="24"/>
        </w:rPr>
        <w:t xml:space="preserve">2015 r. 3.895,33 zł. Wnioskowana przez Zarząd Gminy OSP w Sycowie na 2016 r. kwota 20 zł </w:t>
      </w:r>
    </w:p>
    <w:p w:rsidR="00923479" w:rsidRDefault="00923479" w:rsidP="00160CB0">
      <w:pPr>
        <w:rPr>
          <w:sz w:val="24"/>
          <w:szCs w:val="24"/>
        </w:rPr>
      </w:pPr>
      <w:r>
        <w:rPr>
          <w:sz w:val="24"/>
          <w:szCs w:val="24"/>
        </w:rPr>
        <w:t>za udział w działaniu ratowniczym i 10 zł za udział w szkoleniu pożarniczym jest niższa</w:t>
      </w:r>
    </w:p>
    <w:p w:rsidR="00923479" w:rsidRPr="00A73D26" w:rsidRDefault="00923479" w:rsidP="00160CB0">
      <w:pPr>
        <w:rPr>
          <w:sz w:val="24"/>
          <w:szCs w:val="24"/>
        </w:rPr>
      </w:pPr>
      <w:r>
        <w:rPr>
          <w:sz w:val="24"/>
          <w:szCs w:val="24"/>
        </w:rPr>
        <w:t xml:space="preserve"> od 1/175 przeciętnego wynagrodzenia za III kwartał 2015 r.</w:t>
      </w:r>
    </w:p>
    <w:sectPr w:rsidR="00923479" w:rsidRPr="00A73D26" w:rsidSect="00A478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14CE"/>
    <w:rsid w:val="0002285A"/>
    <w:rsid w:val="000A14CE"/>
    <w:rsid w:val="000A1766"/>
    <w:rsid w:val="000D3A9E"/>
    <w:rsid w:val="00140ED2"/>
    <w:rsid w:val="00160CB0"/>
    <w:rsid w:val="003202BA"/>
    <w:rsid w:val="003D144F"/>
    <w:rsid w:val="004170D2"/>
    <w:rsid w:val="004953DF"/>
    <w:rsid w:val="00525972"/>
    <w:rsid w:val="005C3FDB"/>
    <w:rsid w:val="00786834"/>
    <w:rsid w:val="007D5BA7"/>
    <w:rsid w:val="007F7BF6"/>
    <w:rsid w:val="00802BE1"/>
    <w:rsid w:val="009170D0"/>
    <w:rsid w:val="00923479"/>
    <w:rsid w:val="00960E7F"/>
    <w:rsid w:val="00A478F1"/>
    <w:rsid w:val="00A73D26"/>
    <w:rsid w:val="00AD6317"/>
    <w:rsid w:val="00B96FF3"/>
    <w:rsid w:val="00CB1EDB"/>
    <w:rsid w:val="00D44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8F1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259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9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277</Words>
  <Characters>1666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</dc:title>
  <dc:subject/>
  <dc:creator>Władysław Koćwin</dc:creator>
  <cp:keywords/>
  <dc:description/>
  <cp:lastModifiedBy>brmsycow@outlook.com</cp:lastModifiedBy>
  <cp:revision>2</cp:revision>
  <cp:lastPrinted>2015-11-12T09:45:00Z</cp:lastPrinted>
  <dcterms:created xsi:type="dcterms:W3CDTF">2015-11-17T08:28:00Z</dcterms:created>
  <dcterms:modified xsi:type="dcterms:W3CDTF">2015-11-17T08:28:00Z</dcterms:modified>
</cp:coreProperties>
</file>